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2BC227">
      <w:pPr>
        <w:jc w:val="center"/>
        <w:rPr>
          <w:rFonts w:hint="eastAsia" w:ascii="宋体" w:hAnsi="宋体" w:cs="宋体"/>
          <w:b/>
          <w:bCs/>
          <w:sz w:val="36"/>
          <w:szCs w:val="36"/>
        </w:rPr>
      </w:pPr>
    </w:p>
    <w:p w14:paraId="49C403C5"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需求说明</w:t>
      </w:r>
    </w:p>
    <w:p w14:paraId="110D452F">
      <w:pPr>
        <w:pStyle w:val="2"/>
        <w:spacing w:before="0" w:after="0"/>
        <w:ind w:left="221" w:hanging="221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业务需求</w:t>
      </w:r>
    </w:p>
    <w:p w14:paraId="4523D23F">
      <w:pPr>
        <w:pStyle w:val="3"/>
        <w:rPr>
          <w:highlight w:val="none"/>
        </w:rPr>
      </w:pPr>
      <w:r>
        <w:rPr>
          <w:rFonts w:hint="eastAsia"/>
          <w:highlight w:val="none"/>
          <w:lang w:val="en-US" w:eastAsia="zh-CN"/>
        </w:rPr>
        <w:t>技术询单智能审核</w:t>
      </w:r>
    </w:p>
    <w:p w14:paraId="57CE8587">
      <w:pPr>
        <w:pStyle w:val="18"/>
        <w:spacing w:line="360" w:lineRule="auto"/>
        <w:ind w:firstLine="480" w:firstLineChars="200"/>
        <w:rPr>
          <w:rFonts w:hint="eastAsia" w:ascii="Times New Roman" w:hAnsi="Times New Roman" w:cs="方正仿宋_GB2312"/>
          <w:sz w:val="24"/>
          <w:szCs w:val="24"/>
          <w:highlight w:val="none"/>
        </w:rPr>
      </w:pPr>
      <w:r>
        <w:rPr>
          <w:rFonts w:hint="eastAsia" w:ascii="Times New Roman" w:hAnsi="Times New Roman" w:cs="方正仿宋_GB2312"/>
          <w:sz w:val="24"/>
          <w:szCs w:val="24"/>
          <w:highlight w:val="none"/>
        </w:rPr>
        <w:t>目前</w:t>
      </w:r>
      <w:r>
        <w:rPr>
          <w:rFonts w:hint="eastAsia" w:ascii="Times New Roman" w:hAnsi="Times New Roman" w:cs="方正仿宋_GB2312"/>
          <w:sz w:val="24"/>
          <w:szCs w:val="24"/>
          <w:highlight w:val="none"/>
          <w:lang w:val="en-US" w:eastAsia="zh-CN"/>
        </w:rPr>
        <w:t>首钢</w:t>
      </w:r>
      <w:r>
        <w:rPr>
          <w:rFonts w:hint="eastAsia" w:ascii="Times New Roman" w:hAnsi="Times New Roman" w:cs="方正仿宋_GB2312"/>
          <w:sz w:val="24"/>
          <w:szCs w:val="24"/>
          <w:highlight w:val="none"/>
        </w:rPr>
        <w:t>技术条款评审工作面临着诸多挑战。技术条款作为生产过程中的关键指导文件，其准确性和时效性直接关系到生产效率与产品质量。</w:t>
      </w:r>
      <w:r>
        <w:rPr>
          <w:rFonts w:hint="eastAsia" w:ascii="Times New Roman" w:hAnsi="Times New Roman" w:cs="方正仿宋_GB2312"/>
          <w:sz w:val="24"/>
          <w:szCs w:val="24"/>
          <w:highlight w:val="none"/>
          <w:lang w:val="en-US" w:eastAsia="zh-CN"/>
        </w:rPr>
        <w:t>面对日益增多的关键参数，首钢仍然使用</w:t>
      </w:r>
      <w:r>
        <w:rPr>
          <w:rFonts w:hint="eastAsia" w:ascii="Times New Roman" w:hAnsi="Times New Roman" w:cs="方正仿宋_GB2312"/>
          <w:sz w:val="24"/>
          <w:szCs w:val="24"/>
          <w:highlight w:val="none"/>
        </w:rPr>
        <w:t>人工评审技术条款的方式</w:t>
      </w:r>
      <w:r>
        <w:rPr>
          <w:rFonts w:hint="eastAsia" w:ascii="Times New Roman" w:hAnsi="Times New Roman" w:cs="方正仿宋_GB2312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cs="方正仿宋_GB2312"/>
          <w:sz w:val="24"/>
          <w:szCs w:val="24"/>
          <w:highlight w:val="none"/>
        </w:rPr>
        <w:t>不仅耗时费力，而且容易出现因个人经验差异而导致的评审不一致问题。</w:t>
      </w:r>
      <w:r>
        <w:rPr>
          <w:rFonts w:hint="eastAsia" w:ascii="Times New Roman" w:hAnsi="Times New Roman" w:cs="方正仿宋_GB2312"/>
          <w:sz w:val="24"/>
          <w:szCs w:val="24"/>
          <w:highlight w:val="none"/>
          <w:lang w:val="en-US" w:eastAsia="zh-CN"/>
        </w:rPr>
        <w:t>基于上述问题，引入</w:t>
      </w:r>
      <w:r>
        <w:rPr>
          <w:rFonts w:hint="eastAsia" w:ascii="Times New Roman" w:hAnsi="Times New Roman" w:cs="方正仿宋_GB2312"/>
          <w:sz w:val="24"/>
          <w:szCs w:val="24"/>
          <w:highlight w:val="none"/>
        </w:rPr>
        <w:t>大模型来实现技术条款的快速评审</w:t>
      </w:r>
      <w:r>
        <w:rPr>
          <w:rFonts w:hint="eastAsia" w:ascii="Times New Roman" w:hAnsi="Times New Roman" w:cs="方正仿宋_GB2312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cs="方正仿宋_GB2312"/>
          <w:sz w:val="24"/>
          <w:szCs w:val="24"/>
          <w:highlight w:val="none"/>
          <w:lang w:val="en-US" w:eastAsia="zh-CN"/>
        </w:rPr>
        <w:t>能够</w:t>
      </w:r>
      <w:r>
        <w:rPr>
          <w:rFonts w:hint="eastAsia" w:ascii="Times New Roman" w:hAnsi="Times New Roman" w:cs="方正仿宋_GB2312"/>
          <w:sz w:val="24"/>
          <w:szCs w:val="24"/>
          <w:highlight w:val="none"/>
        </w:rPr>
        <w:t>快速输出评审结果</w:t>
      </w:r>
      <w:r>
        <w:rPr>
          <w:rFonts w:hint="eastAsia" w:ascii="Times New Roman" w:hAnsi="Times New Roman" w:cs="方正仿宋_GB2312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cs="方正仿宋_GB2312"/>
          <w:sz w:val="24"/>
          <w:szCs w:val="24"/>
          <w:highlight w:val="none"/>
        </w:rPr>
        <w:t>缩短评审时间，提高评审效率</w:t>
      </w:r>
      <w:r>
        <w:rPr>
          <w:rFonts w:hint="eastAsia" w:ascii="Times New Roman" w:hAnsi="Times New Roman" w:cs="方正仿宋_GB2312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cs="方正仿宋_GB2312"/>
          <w:sz w:val="24"/>
          <w:szCs w:val="24"/>
          <w:highlight w:val="none"/>
        </w:rPr>
        <w:t>达到评审业务的最佳流程管理。</w:t>
      </w:r>
    </w:p>
    <w:p w14:paraId="509458D6">
      <w:pPr>
        <w:pStyle w:val="18"/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Times New Roman" w:hAnsi="Times New Roman" w:cs="方正仿宋_GB2312"/>
          <w:sz w:val="24"/>
          <w:szCs w:val="24"/>
          <w:highlight w:val="none"/>
        </w:rPr>
        <w:t>结合首钢实际生产情况和经验，</w:t>
      </w:r>
      <w:r>
        <w:rPr>
          <w:rFonts w:hint="eastAsia" w:ascii="Times New Roman" w:hAnsi="Times New Roman" w:cs="方正仿宋_GB2312"/>
          <w:sz w:val="24"/>
          <w:szCs w:val="24"/>
          <w:highlight w:val="none"/>
          <w:lang w:val="en-US" w:eastAsia="zh-CN"/>
        </w:rPr>
        <w:t>对</w:t>
      </w:r>
      <w:r>
        <w:rPr>
          <w:rFonts w:hint="eastAsia" w:ascii="Times New Roman" w:hAnsi="Times New Roman" w:cs="方正仿宋_GB2312"/>
          <w:sz w:val="24"/>
          <w:szCs w:val="24"/>
          <w:highlight w:val="none"/>
        </w:rPr>
        <w:t>技术条款</w:t>
      </w:r>
      <w:r>
        <w:rPr>
          <w:rFonts w:hint="eastAsia" w:ascii="Times New Roman" w:hAnsi="Times New Roman" w:cs="方正仿宋_GB2312"/>
          <w:sz w:val="24"/>
          <w:szCs w:val="24"/>
          <w:highlight w:val="none"/>
          <w:lang w:val="en-US" w:eastAsia="zh-CN"/>
        </w:rPr>
        <w:t>中可能涉及的各类参数模块（如尺寸规格、化学成分、拉伸性能等）</w:t>
      </w:r>
      <w:r>
        <w:rPr>
          <w:rFonts w:hint="eastAsia" w:ascii="Times New Roman" w:hAnsi="Times New Roman" w:cs="方正仿宋_GB2312"/>
          <w:sz w:val="24"/>
          <w:szCs w:val="24"/>
          <w:highlight w:val="none"/>
        </w:rPr>
        <w:t>制定详细的评审规则</w:t>
      </w:r>
      <w:r>
        <w:rPr>
          <w:rFonts w:hint="eastAsia" w:ascii="Times New Roman" w:hAnsi="Times New Roman" w:cs="方正仿宋_GB2312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cs="方正仿宋_GB2312"/>
          <w:sz w:val="24"/>
          <w:szCs w:val="24"/>
          <w:highlight w:val="none"/>
          <w:lang w:val="en-US" w:eastAsia="zh-CN"/>
        </w:rPr>
        <w:t>审核规则对各项参数的最大值、最小值均做出限制，例如</w:t>
      </w:r>
      <w:r>
        <w:rPr>
          <w:rFonts w:ascii="宋体" w:hAnsi="宋体" w:eastAsia="宋体" w:cs="宋体"/>
          <w:sz w:val="24"/>
          <w:szCs w:val="24"/>
        </w:rPr>
        <w:t>在尺寸规格方面，明确产品的公差范围；在化学成分方面，严格规定各种元素的含量上限和下限；在拉伸性能方面，要明确抗拉强度、屈服强度等关键指标的合格范围。</w:t>
      </w:r>
      <w:r>
        <w:rPr>
          <w:rFonts w:hint="eastAsia" w:hAnsi="宋体" w:cs="宋体"/>
          <w:sz w:val="24"/>
          <w:szCs w:val="24"/>
          <w:lang w:val="en-US" w:eastAsia="zh-CN"/>
        </w:rPr>
        <w:t>审核规则中的各项参数都是技术指标审核的依据。</w:t>
      </w:r>
    </w:p>
    <w:p w14:paraId="33C8D9F7">
      <w:pPr>
        <w:pStyle w:val="18"/>
        <w:spacing w:line="360" w:lineRule="auto"/>
        <w:ind w:firstLine="480" w:firstLineChars="200"/>
        <w:rPr>
          <w:rFonts w:hint="eastAsia" w:ascii="Times New Roman" w:hAnsi="Times New Roman" w:cs="方正仿宋_GB2312"/>
          <w:sz w:val="24"/>
          <w:szCs w:val="24"/>
          <w:highlight w:val="none"/>
        </w:rPr>
      </w:pPr>
      <w:r>
        <w:rPr>
          <w:rFonts w:hint="eastAsia" w:ascii="Times New Roman" w:hAnsi="Times New Roman" w:cs="方正仿宋_GB2312"/>
          <w:sz w:val="24"/>
          <w:szCs w:val="24"/>
          <w:highlight w:val="none"/>
          <w:lang w:val="en-US" w:eastAsia="zh-CN"/>
        </w:rPr>
        <w:t>利用大模型从复杂的技术条款文本中自动提取和分析</w:t>
      </w:r>
      <w:r>
        <w:rPr>
          <w:rFonts w:hint="eastAsia" w:ascii="Times New Roman" w:hAnsi="Times New Roman" w:cs="方正仿宋_GB2312"/>
          <w:sz w:val="24"/>
          <w:szCs w:val="24"/>
          <w:highlight w:val="none"/>
        </w:rPr>
        <w:t>关键字段参数</w:t>
      </w:r>
      <w:r>
        <w:rPr>
          <w:rFonts w:hint="eastAsia" w:ascii="Times New Roman" w:hAnsi="Times New Roman" w:cs="方正仿宋_GB2312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cs="方正仿宋_GB2312"/>
          <w:sz w:val="24"/>
          <w:szCs w:val="24"/>
          <w:highlight w:val="none"/>
        </w:rPr>
        <w:t>并依据预设的评审规则进行分析，</w:t>
      </w:r>
      <w:r>
        <w:rPr>
          <w:rFonts w:hint="eastAsia" w:ascii="Times New Roman" w:hAnsi="Times New Roman" w:cs="方正仿宋_GB2312"/>
          <w:sz w:val="24"/>
          <w:szCs w:val="24"/>
          <w:highlight w:val="none"/>
          <w:lang w:val="en-US" w:eastAsia="zh-CN"/>
        </w:rPr>
        <w:t>审核时需要严格依照制定规则进行判断，</w:t>
      </w:r>
      <w:r>
        <w:rPr>
          <w:rFonts w:ascii="宋体" w:hAnsi="宋体" w:eastAsia="宋体" w:cs="宋体"/>
          <w:sz w:val="24"/>
          <w:szCs w:val="24"/>
        </w:rPr>
        <w:t>确保每一个</w:t>
      </w:r>
      <w:r>
        <w:rPr>
          <w:rFonts w:hint="eastAsia" w:hAnsi="宋体" w:cs="宋体"/>
          <w:sz w:val="24"/>
          <w:szCs w:val="24"/>
          <w:lang w:val="en-US" w:eastAsia="zh-CN"/>
        </w:rPr>
        <w:t>技术</w:t>
      </w:r>
      <w:r>
        <w:rPr>
          <w:rFonts w:ascii="宋体" w:hAnsi="宋体" w:eastAsia="宋体" w:cs="宋体"/>
          <w:sz w:val="24"/>
          <w:szCs w:val="24"/>
        </w:rPr>
        <w:t>参数都符合</w:t>
      </w:r>
      <w:r>
        <w:rPr>
          <w:rFonts w:hint="eastAsia" w:hAnsi="宋体" w:cs="宋体"/>
          <w:sz w:val="24"/>
          <w:szCs w:val="24"/>
          <w:lang w:val="en-US" w:eastAsia="zh-CN"/>
        </w:rPr>
        <w:t>规则</w:t>
      </w:r>
      <w:r>
        <w:rPr>
          <w:rFonts w:hint="eastAsia" w:hAnsi="宋体" w:cs="宋体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方正仿宋_GB2312"/>
          <w:sz w:val="24"/>
          <w:szCs w:val="24"/>
          <w:highlight w:val="none"/>
        </w:rPr>
        <w:t>对于不符合规则的内容，要详细列出具体问题所在，包括不符合的具体表现</w:t>
      </w:r>
      <w:r>
        <w:rPr>
          <w:rFonts w:hint="eastAsia" w:ascii="Times New Roman" w:hAnsi="Times New Roman" w:cs="方正仿宋_GB2312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cs="方正仿宋_GB2312"/>
          <w:sz w:val="24"/>
          <w:szCs w:val="24"/>
          <w:highlight w:val="none"/>
          <w:lang w:val="en-US" w:eastAsia="zh-CN"/>
        </w:rPr>
        <w:t>并给出修改方案。</w:t>
      </w:r>
      <w:r>
        <w:rPr>
          <w:rFonts w:ascii="宋体" w:hAnsi="宋体" w:eastAsia="宋体" w:cs="宋体"/>
          <w:sz w:val="24"/>
          <w:szCs w:val="24"/>
        </w:rPr>
        <w:t>例如，如果某项化学成分的</w:t>
      </w:r>
      <w:r>
        <w:rPr>
          <w:rFonts w:hint="eastAsia" w:hAnsi="宋体" w:cs="宋体"/>
          <w:sz w:val="24"/>
          <w:szCs w:val="24"/>
          <w:lang w:val="en-US" w:eastAsia="zh-CN"/>
        </w:rPr>
        <w:t>最小</w:t>
      </w:r>
      <w:r>
        <w:rPr>
          <w:rFonts w:ascii="宋体" w:hAnsi="宋体" w:eastAsia="宋体" w:cs="宋体"/>
          <w:sz w:val="24"/>
          <w:szCs w:val="24"/>
        </w:rPr>
        <w:t>含量超出了</w:t>
      </w:r>
      <w:r>
        <w:rPr>
          <w:rFonts w:hint="eastAsia" w:hAnsi="宋体" w:cs="宋体"/>
          <w:sz w:val="24"/>
          <w:szCs w:val="24"/>
          <w:lang w:val="en-US" w:eastAsia="zh-CN"/>
        </w:rPr>
        <w:t>规则</w:t>
      </w:r>
      <w:r>
        <w:rPr>
          <w:rFonts w:ascii="宋体" w:hAnsi="宋体" w:eastAsia="宋体" w:cs="宋体"/>
          <w:sz w:val="24"/>
          <w:szCs w:val="24"/>
        </w:rPr>
        <w:t>的最大值，大模型不仅要指出这一问题，</w:t>
      </w:r>
      <w:r>
        <w:rPr>
          <w:rFonts w:hint="eastAsia" w:hAnsi="宋体" w:cs="宋体"/>
          <w:sz w:val="24"/>
          <w:szCs w:val="24"/>
          <w:lang w:val="en-US" w:eastAsia="zh-CN"/>
        </w:rPr>
        <w:t>还应给出能够满足规则的</w:t>
      </w:r>
      <w:r>
        <w:rPr>
          <w:rFonts w:ascii="宋体" w:hAnsi="宋体" w:eastAsia="宋体" w:cs="宋体"/>
          <w:sz w:val="24"/>
          <w:szCs w:val="24"/>
        </w:rPr>
        <w:t>调整</w:t>
      </w:r>
      <w:r>
        <w:rPr>
          <w:rFonts w:hint="eastAsia" w:hAnsi="宋体" w:cs="宋体"/>
          <w:sz w:val="24"/>
          <w:szCs w:val="24"/>
          <w:lang w:val="en-US" w:eastAsia="zh-CN"/>
        </w:rPr>
        <w:t>方法</w:t>
      </w:r>
      <w:r>
        <w:rPr>
          <w:rFonts w:ascii="宋体" w:hAnsi="宋体" w:eastAsia="宋体" w:cs="宋体"/>
          <w:sz w:val="24"/>
          <w:szCs w:val="24"/>
        </w:rPr>
        <w:t>。</w:t>
      </w:r>
    </w:p>
    <w:p w14:paraId="722A262D">
      <w:pPr>
        <w:pStyle w:val="2"/>
        <w:spacing w:before="0" w:after="0"/>
        <w:ind w:left="221" w:hanging="221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eastAsia" w:ascii="Times New Roman" w:hAnsi="Times New Roman"/>
          <w:sz w:val="28"/>
          <w:szCs w:val="28"/>
          <w:highlight w:val="none"/>
        </w:rPr>
        <w:t>预期效果</w:t>
      </w:r>
    </w:p>
    <w:p w14:paraId="2C776E9F">
      <w:pPr>
        <w:pStyle w:val="89"/>
        <w:numPr>
          <w:ilvl w:val="0"/>
          <w:numId w:val="14"/>
        </w:numPr>
        <w:spacing w:line="360" w:lineRule="auto"/>
        <w:ind w:left="0" w:firstLine="482"/>
        <w:rPr>
          <w:rFonts w:hint="eastAsia" w:ascii="Times New Roman" w:hAnsi="Times New Roman" w:eastAsia="宋体" w:cs="方正仿宋_GB2312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方正仿宋_GB2312"/>
          <w:b/>
          <w:bCs/>
          <w:kern w:val="2"/>
          <w:sz w:val="24"/>
          <w:szCs w:val="24"/>
          <w:highlight w:val="none"/>
          <w:lang w:val="en-US" w:eastAsia="zh-CN" w:bidi="ar-SA"/>
        </w:rPr>
        <w:t>技术询单智能审核</w:t>
      </w:r>
      <w:r>
        <w:rPr>
          <w:rFonts w:hint="eastAsia" w:ascii="Times New Roman" w:hAnsi="Times New Roman" w:cs="方正仿宋_GB2312"/>
          <w:b/>
          <w:bCs/>
          <w:kern w:val="2"/>
          <w:sz w:val="24"/>
          <w:szCs w:val="24"/>
          <w:highlight w:val="none"/>
          <w:lang w:val="en-US" w:eastAsia="zh-CN" w:bidi="ar-SA"/>
        </w:rPr>
        <w:t>：</w:t>
      </w:r>
      <w:r>
        <w:rPr>
          <w:rFonts w:hint="eastAsia" w:ascii="Times New Roman" w:hAnsi="Times New Roman" w:cs="方正仿宋_GB2312"/>
          <w:kern w:val="2"/>
          <w:sz w:val="24"/>
          <w:szCs w:val="24"/>
          <w:highlight w:val="none"/>
          <w:lang w:val="en-US" w:eastAsia="zh-CN" w:bidi="ar-SA"/>
        </w:rPr>
        <w:t>大</w:t>
      </w:r>
      <w:r>
        <w:rPr>
          <w:rFonts w:hint="eastAsia" w:ascii="Times New Roman" w:hAnsi="Times New Roman" w:eastAsia="宋体" w:cs="方正仿宋_GB2312"/>
          <w:kern w:val="2"/>
          <w:sz w:val="24"/>
          <w:szCs w:val="24"/>
          <w:highlight w:val="none"/>
          <w:lang w:val="en-US" w:eastAsia="zh-CN" w:bidi="ar-SA"/>
        </w:rPr>
        <w:t>模型能够在短时间内完成对技术条款的全面分析和评审，</w:t>
      </w:r>
      <w:r>
        <w:rPr>
          <w:rFonts w:hint="eastAsia" w:ascii="Times New Roman" w:hAnsi="Times New Roman" w:cs="方正仿宋_GB2312"/>
          <w:kern w:val="2"/>
          <w:sz w:val="24"/>
          <w:szCs w:val="24"/>
          <w:highlight w:val="none"/>
          <w:lang w:val="en-US" w:eastAsia="zh-CN" w:bidi="ar-SA"/>
        </w:rPr>
        <w:t>确保技术条款中提及的所有参数都满足评审规则，对于不合规的内容，需要明确指出问题所在，详细列出不符合的具体表现，并提供修改方案。</w:t>
      </w:r>
    </w:p>
    <w:p w14:paraId="5607808F">
      <w:pPr>
        <w:pStyle w:val="18"/>
        <w:spacing w:line="360" w:lineRule="auto"/>
        <w:ind w:firstLine="480" w:firstLineChars="200"/>
        <w:rPr>
          <w:rFonts w:hint="eastAsia" w:ascii="Times New Roman" w:hAnsi="Times New Roman" w:cs="方正仿宋_GB2312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方正仿宋_GB2312"/>
          <w:sz w:val="24"/>
          <w:szCs w:val="24"/>
          <w:highlight w:val="none"/>
          <w:lang w:val="en-US" w:eastAsia="zh-CN"/>
        </w:rPr>
        <w:t>相比传统人工评审方式，引入大模型将评审周期缩短80%以上，大幅提升工作效率；同时能够避免因人工经验差异导致的评审偏差，确保评审结果的准确性和一致性，评审准确率提升至98%以上。</w:t>
      </w:r>
      <w:bookmarkStart w:id="0" w:name="_GoBack"/>
      <w:bookmarkEnd w:id="0"/>
    </w:p>
    <w:p w14:paraId="780A1C9C">
      <w:pPr>
        <w:spacing w:line="360" w:lineRule="auto"/>
        <w:rPr>
          <w:rFonts w:ascii="Times New Roman" w:hAnsi="Times New Roman"/>
          <w:sz w:val="24"/>
          <w:szCs w:val="24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080" w:bottom="1440" w:left="108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utch801 Rm BT">
    <w:altName w:val="Times New Roman"/>
    <w:panose1 w:val="02020603060505020304"/>
    <w:charset w:val="00"/>
    <w:family w:val="roman"/>
    <w:pitch w:val="default"/>
    <w:sig w:usb0="00000000" w:usb1="00000000" w:usb2="00000000" w:usb3="00000000" w:csb0="0000001B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仿宋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Futura LT Book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ITCCenturyBookT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Futura Hv">
    <w:altName w:val="Arial"/>
    <w:panose1 w:val="00000000000000000000"/>
    <w:charset w:val="00"/>
    <w:family w:val="swiss"/>
    <w:pitch w:val="default"/>
    <w:sig w:usb0="00000000" w:usb1="00000000" w:usb2="00000000" w:usb3="00000000" w:csb0="0000009F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069965">
    <w:pPr>
      <w:pStyle w:val="27"/>
      <w:tabs>
        <w:tab w:val="center" w:pos="4680"/>
        <w:tab w:val="right" w:pos="8820"/>
        <w:tab w:val="clear" w:pos="4153"/>
        <w:tab w:val="clear" w:pos="8306"/>
      </w:tabs>
    </w:pPr>
    <w:r>
      <w:rPr>
        <w:u w:val="single"/>
      </w:rPr>
      <w:t xml:space="preserve">                                                                                                           </w:t>
    </w:r>
    <w:r>
      <w:rPr>
        <w:rFonts w:hint="eastAsia"/>
      </w:rPr>
      <w:t xml:space="preserve">北京首钢自动化信息技术有限公司信息事业部            </w:t>
    </w:r>
    <w:r>
      <w:t xml:space="preserve">           </w:t>
    </w:r>
    <w:r>
      <w:rPr>
        <w:rFonts w:hint="eastAsia"/>
      </w:rPr>
      <w:t>北京</w:t>
    </w:r>
    <w:r>
      <w:rPr>
        <w:rFonts w:hint="eastAsia" w:ascii="宋体" w:hAnsi="宋体"/>
      </w:rPr>
      <w:t>·石景山</w:t>
    </w:r>
    <w:r>
      <w:rPr>
        <w:rFonts w:hint="eastAsia"/>
      </w:rPr>
      <w:t xml:space="preserve">石门路1号院  邮编：100041  </w:t>
    </w:r>
  </w:p>
  <w:p w14:paraId="3D37950D">
    <w:pPr>
      <w:pStyle w:val="27"/>
      <w:tabs>
        <w:tab w:val="center" w:pos="4680"/>
        <w:tab w:val="center" w:pos="4860"/>
        <w:tab w:val="right" w:pos="8820"/>
        <w:tab w:val="clear" w:pos="4153"/>
        <w:tab w:val="clear" w:pos="8306"/>
      </w:tabs>
    </w:pPr>
    <w:r>
      <w:rPr>
        <w:rFonts w:hint="eastAsia"/>
      </w:rPr>
      <w:t xml:space="preserve">  </w:t>
    </w:r>
    <w:r>
      <w:t xml:space="preserve"> </w:t>
    </w:r>
    <w:r>
      <w:rPr>
        <w:rFonts w:hint="eastAsia"/>
      </w:rPr>
      <w:t xml:space="preserve">                       </w:t>
    </w:r>
    <w:r>
      <w:t xml:space="preserve">      </w:t>
    </w:r>
  </w:p>
  <w:p w14:paraId="185DFA01">
    <w:pPr>
      <w:pStyle w:val="27"/>
      <w:jc w:val="center"/>
    </w:pPr>
    <w:r>
      <w:rPr>
        <w:rFonts w:hint="eastAsia"/>
      </w:rPr>
      <w:t xml:space="preserve">        </w:t>
    </w:r>
    <w:r>
      <w:rPr>
        <w:rStyle w:val="44"/>
      </w:rPr>
      <w:fldChar w:fldCharType="begin"/>
    </w:r>
    <w:r>
      <w:rPr>
        <w:rStyle w:val="44"/>
      </w:rPr>
      <w:instrText xml:space="preserve"> PAGE </w:instrText>
    </w:r>
    <w:r>
      <w:rPr>
        <w:rStyle w:val="44"/>
      </w:rPr>
      <w:fldChar w:fldCharType="separate"/>
    </w:r>
    <w:r>
      <w:rPr>
        <w:rStyle w:val="44"/>
      </w:rPr>
      <w:t>33</w:t>
    </w:r>
    <w:r>
      <w:rPr>
        <w:rStyle w:val="4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02B762">
    <w:pPr>
      <w:pStyle w:val="27"/>
      <w:framePr w:wrap="around" w:vAnchor="text" w:hAnchor="margin" w:xAlign="center" w:y="1"/>
      <w:rPr>
        <w:rStyle w:val="44"/>
      </w:rPr>
    </w:pPr>
    <w:r>
      <w:rPr>
        <w:rStyle w:val="44"/>
      </w:rPr>
      <w:fldChar w:fldCharType="begin"/>
    </w:r>
    <w:r>
      <w:rPr>
        <w:rStyle w:val="44"/>
      </w:rPr>
      <w:instrText xml:space="preserve">PAGE  </w:instrText>
    </w:r>
    <w:r>
      <w:rPr>
        <w:rStyle w:val="44"/>
      </w:rPr>
      <w:fldChar w:fldCharType="end"/>
    </w:r>
  </w:p>
  <w:p w14:paraId="1D422629"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EC783B">
    <w:pPr>
      <w:pStyle w:val="28"/>
      <w:widowControl/>
      <w:pBdr>
        <w:bottom w:val="single" w:color="auto" w:sz="6" w:space="2"/>
      </w:pBdr>
      <w:wordWrap w:val="0"/>
      <w:ind w:left="360" w:hanging="360" w:hangingChars="200"/>
    </w:pPr>
    <w: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-8890</wp:posOffset>
              </wp:positionH>
              <wp:positionV relativeFrom="paragraph">
                <wp:posOffset>-33655</wp:posOffset>
              </wp:positionV>
              <wp:extent cx="5784850" cy="499110"/>
              <wp:effectExtent l="635" t="1905" r="0" b="3810"/>
              <wp:wrapNone/>
              <wp:docPr id="1" name="组合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84850" cy="499110"/>
                        <a:chOff x="1474" y="752"/>
                        <a:chExt cx="9110" cy="786"/>
                      </a:xfrm>
                    </wpg:grpSpPr>
                    <wps:wsp>
                      <wps:cNvPr id="2" name="文本框 18"/>
                      <wps:cNvSpPr txBox="1">
                        <a:spLocks noChangeArrowheads="1"/>
                      </wps:cNvSpPr>
                      <wps:spPr bwMode="auto">
                        <a:xfrm>
                          <a:off x="1474" y="816"/>
                          <a:ext cx="1399" cy="5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1E3B74">
                            <w:r>
                              <w:drawing>
                                <wp:inline distT="0" distB="0" distL="0" distR="0">
                                  <wp:extent cx="708660" cy="259080"/>
                                  <wp:effectExtent l="0" t="0" r="0" b="0"/>
                                  <wp:docPr id="4" name="图片 22" descr="说明: dddd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图片 22" descr="说明: dddd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08660" cy="259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文本框 19"/>
                      <wps:cNvSpPr txBox="1">
                        <a:spLocks noChangeArrowheads="1"/>
                      </wps:cNvSpPr>
                      <wps:spPr bwMode="auto">
                        <a:xfrm>
                          <a:off x="4974" y="752"/>
                          <a:ext cx="5610" cy="7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BF6AE9">
                            <w:pPr>
                              <w:ind w:firstLine="630" w:firstLineChars="300"/>
                            </w:pPr>
                            <w:r>
                              <w:rPr>
                                <w:rFonts w:hint="eastAsia"/>
                              </w:rPr>
                              <w:t>北京首钢自动化信息技术有限公司信息事业部</w:t>
                            </w:r>
                          </w:p>
                          <w:p w14:paraId="6C7521EB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BEIJING SHOUGANG AUTOMATION INFORMATION TECHNOLOGY CO.，LTD</w:t>
                            </w:r>
                          </w:p>
                          <w:p w14:paraId="64A313D4">
                            <w:pPr>
                              <w:ind w:firstLine="1500" w:firstLineChars="1000"/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INFORMATION DEPARTMENT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组合 17" o:spid="_x0000_s1026" o:spt="203" style="position:absolute;left:0pt;margin-left:-0.7pt;margin-top:-2.65pt;height:39.3pt;width:455.5pt;z-index:251660288;mso-width-relative:page;mso-height-relative:page;" coordorigin="1474,752" coordsize="9110,786" o:gfxdata="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D8X7hw2gAAAAgBAAAPAAAAAAAAAAEAIAAA&#10;ACIAAABkcnMvZG93bnJldi54bWxQSwECFAAUAAAACACHTuJA2IvWj7UCAAB7BwAADgAAAAAAAAAB&#10;ACAAAAApAQAAZHJzL2Uyb0RvYy54bWxQSwUGAAAAAAYABgBZAQAAUAYAAAAA&#10;">
              <o:lock v:ext="edit" aspectratio="f"/>
              <v:shape id="文本框 18" o:spid="_x0000_s1026" o:spt="202" type="#_x0000_t202" style="position:absolute;left:1474;top:816;height:543;width:1399;" filled="f" stroked="f" coordsize="21600,21600" o:gfxdata="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4Z3u8AAAA&#10;2gAAAA8AAAAAAAAAAQAgAAAAIgAAAGRycy9kb3ducmV2LnhtbFBLAQIUABQAAAAIAIdO4kAzLwWe&#10;OwAAADkAAAAQAAAAAAAAAAEAIAAAAAsBAABkcnMvc2hhcGV4bWwueG1sUEsFBgAAAAAGAAYAWwEA&#10;ALUD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A1E3B74">
                      <w:r>
                        <w:drawing>
                          <wp:inline distT="0" distB="0" distL="0" distR="0">
                            <wp:extent cx="708660" cy="259080"/>
                            <wp:effectExtent l="0" t="0" r="0" b="0"/>
                            <wp:docPr id="4" name="图片 22" descr="说明: dddd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图片 22" descr="说明: dddd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08660" cy="259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文本框 19" o:spid="_x0000_s1026" o:spt="202" type="#_x0000_t202" style="position:absolute;left:4974;top:752;height:786;width:5610;" filled="f" stroked="f" coordsize="21600,21600" o:gfxdata="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9MLgugAAANoA&#10;AAAPAAAAAAAAAAEAIAAAACIAAABkcnMvZG93bnJldi54bWxQSwECFAAUAAAACACHTuJAMy8FnjsA&#10;AAA5AAAAEAAAAAAAAAABACAAAAAJAQAAZHJzL3NoYXBleG1sLnhtbFBLBQYAAAAABgAGAFsBAACz&#10;Aw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ABF6AE9">
                      <w:pPr>
                        <w:ind w:firstLine="630" w:firstLineChars="300"/>
                      </w:pPr>
                      <w:r>
                        <w:rPr>
                          <w:rFonts w:hint="eastAsia"/>
                        </w:rPr>
                        <w:t>北京首钢自动化信息技术有限公司信息事业部</w:t>
                      </w:r>
                    </w:p>
                    <w:p w14:paraId="6C7521EB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BEIJING SHOUGANG AUTOMATION INFORMATION TECHNOLOGY CO.，LTD</w:t>
                      </w:r>
                    </w:p>
                    <w:p w14:paraId="64A313D4">
                      <w:pPr>
                        <w:ind w:firstLine="1500" w:firstLineChars="1000"/>
                      </w:pPr>
                      <w:r>
                        <w:rPr>
                          <w:sz w:val="15"/>
                          <w:szCs w:val="15"/>
                        </w:rPr>
                        <w:t>INFORMATION DEPARTMENT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6ECD4274">
    <w:pPr>
      <w:pStyle w:val="28"/>
      <w:widowControl/>
      <w:pBdr>
        <w:bottom w:val="single" w:color="auto" w:sz="6" w:space="2"/>
      </w:pBdr>
      <w:wordWrap w:val="0"/>
      <w:ind w:left="360" w:hanging="360" w:hangingChars="200"/>
    </w:pPr>
  </w:p>
  <w:p w14:paraId="537B3FDF">
    <w:pPr>
      <w:pStyle w:val="28"/>
      <w:widowControl/>
      <w:pBdr>
        <w:bottom w:val="single" w:color="auto" w:sz="6" w:space="2"/>
      </w:pBdr>
      <w:wordWrap w:val="0"/>
      <w:ind w:left="360" w:hanging="360" w:hangingChars="200"/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208915</wp:posOffset>
          </wp:positionH>
          <wp:positionV relativeFrom="margin">
            <wp:posOffset>657225</wp:posOffset>
          </wp:positionV>
          <wp:extent cx="5273675" cy="7459345"/>
          <wp:effectExtent l="0" t="0" r="0" b="0"/>
          <wp:wrapNone/>
          <wp:docPr id="16" name="图片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16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73675" cy="74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C4626C"/>
    <w:multiLevelType w:val="multilevel"/>
    <w:tmpl w:val="FFC4626C"/>
    <w:lvl w:ilvl="0" w:tentative="0">
      <w:start w:val="1"/>
      <w:numFmt w:val="decimal"/>
      <w:lvlText w:val="%1."/>
      <w:lvlJc w:val="left"/>
      <w:pPr>
        <w:ind w:left="283" w:hanging="425"/>
      </w:pPr>
      <w:rPr>
        <w:rFonts w:hint="eastAsia"/>
      </w:rPr>
    </w:lvl>
    <w:lvl w:ilvl="1" w:tentative="0">
      <w:start w:val="1"/>
      <w:numFmt w:val="decimal"/>
      <w:lvlText w:val="%2)"/>
      <w:lvlJc w:val="left"/>
      <w:pPr>
        <w:ind w:left="425" w:hanging="567"/>
      </w:pPr>
      <w:rPr>
        <w:rFonts w:hint="eastAsia"/>
      </w:rPr>
    </w:lvl>
    <w:lvl w:ilvl="2" w:tentative="0">
      <w:start w:val="1"/>
      <w:numFmt w:val="decimal"/>
      <w:pStyle w:val="5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1" w:hanging="851"/>
      </w:pPr>
      <w:rPr>
        <w:rFonts w:hint="eastAsia" w:ascii="宋体" w:hAnsi="宋体" w:eastAsia="宋体"/>
      </w:rPr>
    </w:lvl>
    <w:lvl w:ilvl="4" w:tentative="0">
      <w:start w:val="1"/>
      <w:numFmt w:val="decimal"/>
      <w:lvlText w:val="%1.%2.%3.%4.%5."/>
      <w:lvlJc w:val="left"/>
      <w:pPr>
        <w:ind w:left="850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992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134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276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417" w:hanging="1559"/>
      </w:pPr>
      <w:rPr>
        <w:rFonts w:hint="eastAsia"/>
      </w:rPr>
    </w:lvl>
  </w:abstractNum>
  <w:abstractNum w:abstractNumId="1">
    <w:nsid w:val="FFFFFFFB"/>
    <w:multiLevelType w:val="multilevel"/>
    <w:tmpl w:val="FFFFFFFB"/>
    <w:lvl w:ilvl="0" w:tentative="0">
      <w:start w:val="5"/>
      <w:numFmt w:val="decimal"/>
      <w:pStyle w:val="134"/>
      <w:lvlText w:val="%1"/>
      <w:lvlJc w:val="left"/>
      <w:pPr>
        <w:tabs>
          <w:tab w:val="left" w:pos="1216"/>
        </w:tabs>
        <w:ind w:left="1216" w:hanging="780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1556"/>
        </w:tabs>
        <w:ind w:left="1556" w:hanging="780"/>
      </w:pPr>
      <w:rPr>
        <w:rFonts w:hint="eastAsia"/>
      </w:rPr>
    </w:lvl>
    <w:lvl w:ilvl="2" w:tentative="0">
      <w:start w:val="1"/>
      <w:numFmt w:val="decimal"/>
      <w:lvlText w:val="%1.1.%3"/>
      <w:lvlJc w:val="left"/>
      <w:pPr>
        <w:tabs>
          <w:tab w:val="left" w:pos="1896"/>
        </w:tabs>
        <w:ind w:left="1896" w:hanging="78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36"/>
        </w:tabs>
        <w:ind w:left="2236" w:hanging="78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876"/>
        </w:tabs>
        <w:ind w:left="2876" w:hanging="108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16"/>
        </w:tabs>
        <w:ind w:left="3216" w:hanging="108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556"/>
        </w:tabs>
        <w:ind w:left="3556" w:hanging="108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256"/>
        </w:tabs>
        <w:ind w:left="4256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596"/>
        </w:tabs>
        <w:ind w:left="4596" w:hanging="1440"/>
      </w:pPr>
      <w:rPr>
        <w:rFonts w:hint="eastAsia"/>
      </w:rPr>
    </w:lvl>
  </w:abstractNum>
  <w:abstractNum w:abstractNumId="2">
    <w:nsid w:val="04E14A80"/>
    <w:multiLevelType w:val="singleLevel"/>
    <w:tmpl w:val="04E14A80"/>
    <w:lvl w:ilvl="0" w:tentative="0">
      <w:start w:val="1"/>
      <w:numFmt w:val="decimal"/>
      <w:pStyle w:val="12"/>
      <w:lvlText w:val="%1．"/>
      <w:lvlJc w:val="left"/>
      <w:pPr>
        <w:tabs>
          <w:tab w:val="left" w:pos="720"/>
        </w:tabs>
        <w:ind w:left="720" w:hanging="720"/>
      </w:pPr>
      <w:rPr>
        <w:rFonts w:hint="default"/>
      </w:rPr>
    </w:lvl>
  </w:abstractNum>
  <w:abstractNum w:abstractNumId="3">
    <w:nsid w:val="0ABC0FC5"/>
    <w:multiLevelType w:val="multilevel"/>
    <w:tmpl w:val="0ABC0FC5"/>
    <w:lvl w:ilvl="0" w:tentative="0">
      <w:start w:val="1"/>
      <w:numFmt w:val="decimal"/>
      <w:pStyle w:val="150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decimal"/>
      <w:pStyle w:val="112"/>
      <w:lvlText w:val="%2)"/>
      <w:lvlJc w:val="left"/>
      <w:pPr>
        <w:tabs>
          <w:tab w:val="left" w:pos="1004"/>
        </w:tabs>
        <w:ind w:left="1004" w:hanging="720"/>
      </w:pPr>
      <w:rPr>
        <w:rFonts w:hint="default"/>
      </w:rPr>
    </w:lvl>
    <w:lvl w:ilvl="2" w:tentative="0">
      <w:start w:val="1"/>
      <w:numFmt w:val="decimal"/>
      <w:pStyle w:val="193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0">
      <w:start w:val="1"/>
      <w:numFmt w:val="decimal"/>
      <w:pStyle w:val="158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4" w:tentative="0">
      <w:start w:val="1"/>
      <w:numFmt w:val="decimal"/>
      <w:pStyle w:val="147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0">
      <w:start w:val="1"/>
      <w:numFmt w:val="decimal"/>
      <w:pStyle w:val="139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6" w:tentative="0">
      <w:start w:val="1"/>
      <w:numFmt w:val="decimal"/>
      <w:pStyle w:val="170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0">
      <w:start w:val="1"/>
      <w:numFmt w:val="decimal"/>
      <w:pStyle w:val="122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</w:rPr>
    </w:lvl>
    <w:lvl w:ilvl="8" w:tentative="0">
      <w:start w:val="1"/>
      <w:numFmt w:val="decimal"/>
      <w:pStyle w:val="107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4">
    <w:nsid w:val="1C910C94"/>
    <w:multiLevelType w:val="singleLevel"/>
    <w:tmpl w:val="1C910C94"/>
    <w:lvl w:ilvl="0" w:tentative="0">
      <w:start w:val="1"/>
      <w:numFmt w:val="bullet"/>
      <w:pStyle w:val="152"/>
      <w:lvlText w:val=""/>
      <w:lvlJc w:val="left"/>
      <w:pPr>
        <w:tabs>
          <w:tab w:val="left" w:pos="3420"/>
        </w:tabs>
        <w:ind w:left="3240" w:hanging="180"/>
      </w:pPr>
      <w:rPr>
        <w:rFonts w:hint="default" w:ascii="Symbol" w:hAnsi="Symbol"/>
      </w:rPr>
    </w:lvl>
  </w:abstractNum>
  <w:abstractNum w:abstractNumId="5">
    <w:nsid w:val="1EB70373"/>
    <w:multiLevelType w:val="multilevel"/>
    <w:tmpl w:val="1EB70373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432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1289" w:hanging="864"/>
      </w:pPr>
      <w:rPr>
        <w:rFonts w:ascii="宋体" w:hAnsi="宋体" w:eastAsia="宋体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ascii="宋体" w:hAnsi="宋体" w:eastAsia="宋体"/>
        <w:lang w:val="en-US"/>
      </w:rPr>
    </w:lvl>
    <w:lvl w:ilvl="5" w:tentative="0">
      <w:start w:val="1"/>
      <w:numFmt w:val="decimal"/>
      <w:pStyle w:val="7"/>
      <w:lvlText w:val="%1.%2.%3.%4.%5.%6"/>
      <w:lvlJc w:val="left"/>
      <w:pPr>
        <w:ind w:left="1436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438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6">
    <w:nsid w:val="31217409"/>
    <w:multiLevelType w:val="multilevel"/>
    <w:tmpl w:val="31217409"/>
    <w:lvl w:ilvl="0" w:tentative="0">
      <w:start w:val="1"/>
      <w:numFmt w:val="decimal"/>
      <w:pStyle w:val="159"/>
      <w:isLgl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Restart w:val="0"/>
      <w:isLgl/>
      <w:lvlText w:val="5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571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14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92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71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13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922"/>
        </w:tabs>
        <w:ind w:left="5102" w:hanging="1700"/>
      </w:pPr>
      <w:rPr>
        <w:rFonts w:hint="eastAsia"/>
      </w:rPr>
    </w:lvl>
  </w:abstractNum>
  <w:abstractNum w:abstractNumId="7">
    <w:nsid w:val="5C18554F"/>
    <w:multiLevelType w:val="singleLevel"/>
    <w:tmpl w:val="5C18554F"/>
    <w:lvl w:ilvl="0" w:tentative="0">
      <w:start w:val="1"/>
      <w:numFmt w:val="bullet"/>
      <w:pStyle w:val="15"/>
      <w:lvlText w:val=""/>
      <w:lvlJc w:val="left"/>
      <w:pPr>
        <w:tabs>
          <w:tab w:val="left" w:pos="360"/>
        </w:tabs>
        <w:ind w:left="227" w:hanging="227"/>
      </w:pPr>
      <w:rPr>
        <w:rFonts w:hint="default" w:ascii="Symbol" w:hAnsi="Symbol"/>
      </w:rPr>
    </w:lvl>
  </w:abstractNum>
  <w:abstractNum w:abstractNumId="8">
    <w:nsid w:val="5FCE1BB3"/>
    <w:multiLevelType w:val="singleLevel"/>
    <w:tmpl w:val="5FCE1BB3"/>
    <w:lvl w:ilvl="0" w:tentative="0">
      <w:start w:val="1"/>
      <w:numFmt w:val="bullet"/>
      <w:pStyle w:val="111"/>
      <w:lvlText w:val=""/>
      <w:lvlJc w:val="left"/>
      <w:pPr>
        <w:tabs>
          <w:tab w:val="left" w:pos="539"/>
        </w:tabs>
        <w:ind w:left="539" w:hanging="369"/>
      </w:pPr>
      <w:rPr>
        <w:rFonts w:hint="default" w:ascii="Symbol" w:hAnsi="Symbol"/>
      </w:rPr>
    </w:lvl>
  </w:abstractNum>
  <w:abstractNum w:abstractNumId="9">
    <w:nsid w:val="61484059"/>
    <w:multiLevelType w:val="singleLevel"/>
    <w:tmpl w:val="61484059"/>
    <w:lvl w:ilvl="0" w:tentative="0">
      <w:start w:val="1"/>
      <w:numFmt w:val="decimal"/>
      <w:pStyle w:val="16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0">
    <w:nsid w:val="62E70577"/>
    <w:multiLevelType w:val="multilevel"/>
    <w:tmpl w:val="62E70577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abstractNum w:abstractNumId="11">
    <w:nsid w:val="6D4B238B"/>
    <w:multiLevelType w:val="singleLevel"/>
    <w:tmpl w:val="6D4B238B"/>
    <w:lvl w:ilvl="0" w:tentative="0">
      <w:start w:val="1"/>
      <w:numFmt w:val="bullet"/>
      <w:pStyle w:val="191"/>
      <w:lvlText w:val=""/>
      <w:lvlJc w:val="left"/>
      <w:pPr>
        <w:tabs>
          <w:tab w:val="left" w:pos="1800"/>
        </w:tabs>
        <w:ind w:left="1800" w:hanging="360"/>
      </w:pPr>
      <w:rPr>
        <w:rFonts w:hint="default" w:ascii="Wingdings" w:hAnsi="Wingdings"/>
        <w:b w:val="0"/>
        <w:i w:val="0"/>
        <w:sz w:val="16"/>
      </w:rPr>
    </w:lvl>
  </w:abstractNum>
  <w:abstractNum w:abstractNumId="12">
    <w:nsid w:val="7AD8B35A"/>
    <w:multiLevelType w:val="multilevel"/>
    <w:tmpl w:val="7AD8B35A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75" w:hanging="575"/>
      </w:pPr>
      <w:rPr>
        <w:rFonts w:hint="default" w:ascii="Times New Roman" w:hAnsi="Times New Roman" w:cs="Times New Roman"/>
        <w:b/>
        <w:color w:val="000000" w:themeColor="text1"/>
        <w:sz w:val="28"/>
        <w:szCs w:val="28"/>
        <w14:textFill>
          <w14:solidFill>
            <w14:schemeClr w14:val="tx1"/>
          </w14:solidFill>
        </w14:textFill>
      </w:rPr>
    </w:lvl>
    <w:lvl w:ilvl="2" w:tentative="0">
      <w:start w:val="1"/>
      <w:numFmt w:val="decimal"/>
      <w:pStyle w:val="4"/>
      <w:suff w:val="nothing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13">
    <w:nsid w:val="7D90559B"/>
    <w:multiLevelType w:val="singleLevel"/>
    <w:tmpl w:val="7D90559B"/>
    <w:lvl w:ilvl="0" w:tentative="0">
      <w:start w:val="1"/>
      <w:numFmt w:val="bullet"/>
      <w:pStyle w:val="187"/>
      <w:lvlText w:val=""/>
      <w:lvlJc w:val="left"/>
      <w:pPr>
        <w:tabs>
          <w:tab w:val="left" w:pos="1080"/>
        </w:tabs>
        <w:ind w:left="1080" w:hanging="360"/>
      </w:pPr>
      <w:rPr>
        <w:rFonts w:hint="default" w:ascii="Wingdings" w:hAnsi="Wingdings"/>
      </w:r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8"/>
  </w:num>
  <w:num w:numId="8">
    <w:abstractNumId w:val="1"/>
  </w:num>
  <w:num w:numId="9">
    <w:abstractNumId w:val="4"/>
  </w:num>
  <w:num w:numId="10">
    <w:abstractNumId w:val="6"/>
  </w:num>
  <w:num w:numId="11">
    <w:abstractNumId w:val="9"/>
  </w:num>
  <w:num w:numId="12">
    <w:abstractNumId w:val="13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105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cwMTU5NGQxYmJjNWE5NTlhODIyZTdhYTAxNjFkNjYifQ=="/>
  </w:docVars>
  <w:rsids>
    <w:rsidRoot w:val="00553FE0"/>
    <w:rsid w:val="00000197"/>
    <w:rsid w:val="0000145A"/>
    <w:rsid w:val="00001638"/>
    <w:rsid w:val="00001AC5"/>
    <w:rsid w:val="000021A4"/>
    <w:rsid w:val="00002609"/>
    <w:rsid w:val="00003BAA"/>
    <w:rsid w:val="00005644"/>
    <w:rsid w:val="00005AEA"/>
    <w:rsid w:val="00005D94"/>
    <w:rsid w:val="00007B56"/>
    <w:rsid w:val="00007C92"/>
    <w:rsid w:val="0001025B"/>
    <w:rsid w:val="00010A22"/>
    <w:rsid w:val="00010AB2"/>
    <w:rsid w:val="0001179C"/>
    <w:rsid w:val="000121F5"/>
    <w:rsid w:val="00012A8B"/>
    <w:rsid w:val="00012BF9"/>
    <w:rsid w:val="00013168"/>
    <w:rsid w:val="0001323D"/>
    <w:rsid w:val="00013396"/>
    <w:rsid w:val="00014089"/>
    <w:rsid w:val="00014FAD"/>
    <w:rsid w:val="00015076"/>
    <w:rsid w:val="00015AE7"/>
    <w:rsid w:val="00016C74"/>
    <w:rsid w:val="00016D49"/>
    <w:rsid w:val="00016ECF"/>
    <w:rsid w:val="0001700C"/>
    <w:rsid w:val="000172A3"/>
    <w:rsid w:val="00017C9B"/>
    <w:rsid w:val="00020BA6"/>
    <w:rsid w:val="000211CD"/>
    <w:rsid w:val="00021527"/>
    <w:rsid w:val="000218CA"/>
    <w:rsid w:val="000227ED"/>
    <w:rsid w:val="00022A65"/>
    <w:rsid w:val="000237F7"/>
    <w:rsid w:val="000245F3"/>
    <w:rsid w:val="0002473A"/>
    <w:rsid w:val="000247DE"/>
    <w:rsid w:val="00025122"/>
    <w:rsid w:val="00025173"/>
    <w:rsid w:val="000256CA"/>
    <w:rsid w:val="00026DE0"/>
    <w:rsid w:val="000277A8"/>
    <w:rsid w:val="00027C3E"/>
    <w:rsid w:val="0003009A"/>
    <w:rsid w:val="00030F3C"/>
    <w:rsid w:val="00031150"/>
    <w:rsid w:val="00031486"/>
    <w:rsid w:val="00032312"/>
    <w:rsid w:val="00032315"/>
    <w:rsid w:val="0003279A"/>
    <w:rsid w:val="00032BF1"/>
    <w:rsid w:val="0003347E"/>
    <w:rsid w:val="000338E6"/>
    <w:rsid w:val="00034183"/>
    <w:rsid w:val="00035B9B"/>
    <w:rsid w:val="00036D14"/>
    <w:rsid w:val="0003707D"/>
    <w:rsid w:val="000418F1"/>
    <w:rsid w:val="00041D4E"/>
    <w:rsid w:val="000439B5"/>
    <w:rsid w:val="00043C7E"/>
    <w:rsid w:val="00044CF3"/>
    <w:rsid w:val="00045905"/>
    <w:rsid w:val="000461C3"/>
    <w:rsid w:val="0004647C"/>
    <w:rsid w:val="000471A1"/>
    <w:rsid w:val="000479A3"/>
    <w:rsid w:val="00047B28"/>
    <w:rsid w:val="00050202"/>
    <w:rsid w:val="0005110C"/>
    <w:rsid w:val="00051684"/>
    <w:rsid w:val="00051D4F"/>
    <w:rsid w:val="00052929"/>
    <w:rsid w:val="00052EF3"/>
    <w:rsid w:val="000540C1"/>
    <w:rsid w:val="0005441B"/>
    <w:rsid w:val="000558B8"/>
    <w:rsid w:val="00056B8E"/>
    <w:rsid w:val="00056DF9"/>
    <w:rsid w:val="00057580"/>
    <w:rsid w:val="00057993"/>
    <w:rsid w:val="000606F9"/>
    <w:rsid w:val="00060A1B"/>
    <w:rsid w:val="00060E88"/>
    <w:rsid w:val="0006116E"/>
    <w:rsid w:val="00061E43"/>
    <w:rsid w:val="0006354A"/>
    <w:rsid w:val="000644EC"/>
    <w:rsid w:val="00064CD0"/>
    <w:rsid w:val="00065245"/>
    <w:rsid w:val="00065416"/>
    <w:rsid w:val="00065C9E"/>
    <w:rsid w:val="00066707"/>
    <w:rsid w:val="0006757D"/>
    <w:rsid w:val="00071AC9"/>
    <w:rsid w:val="000727F0"/>
    <w:rsid w:val="0007375A"/>
    <w:rsid w:val="000745E3"/>
    <w:rsid w:val="00074A3E"/>
    <w:rsid w:val="00074ED5"/>
    <w:rsid w:val="00075500"/>
    <w:rsid w:val="00075D31"/>
    <w:rsid w:val="0007643B"/>
    <w:rsid w:val="00076BA4"/>
    <w:rsid w:val="000816DF"/>
    <w:rsid w:val="000844EE"/>
    <w:rsid w:val="00086A38"/>
    <w:rsid w:val="00086AEA"/>
    <w:rsid w:val="00087223"/>
    <w:rsid w:val="00087846"/>
    <w:rsid w:val="000879FE"/>
    <w:rsid w:val="0009057D"/>
    <w:rsid w:val="000905F5"/>
    <w:rsid w:val="0009249A"/>
    <w:rsid w:val="0009295B"/>
    <w:rsid w:val="000929AC"/>
    <w:rsid w:val="00093463"/>
    <w:rsid w:val="000937E3"/>
    <w:rsid w:val="00094721"/>
    <w:rsid w:val="0009520D"/>
    <w:rsid w:val="00095319"/>
    <w:rsid w:val="00095361"/>
    <w:rsid w:val="00096258"/>
    <w:rsid w:val="0009728C"/>
    <w:rsid w:val="00097E1B"/>
    <w:rsid w:val="000A01AD"/>
    <w:rsid w:val="000A0286"/>
    <w:rsid w:val="000A0A84"/>
    <w:rsid w:val="000A1477"/>
    <w:rsid w:val="000A225F"/>
    <w:rsid w:val="000A29F9"/>
    <w:rsid w:val="000A2C89"/>
    <w:rsid w:val="000A4098"/>
    <w:rsid w:val="000A42F7"/>
    <w:rsid w:val="000A62E3"/>
    <w:rsid w:val="000A6972"/>
    <w:rsid w:val="000A746D"/>
    <w:rsid w:val="000A7971"/>
    <w:rsid w:val="000B1EF8"/>
    <w:rsid w:val="000B2083"/>
    <w:rsid w:val="000B2E1A"/>
    <w:rsid w:val="000B370E"/>
    <w:rsid w:val="000B508C"/>
    <w:rsid w:val="000B57C6"/>
    <w:rsid w:val="000B6519"/>
    <w:rsid w:val="000C1070"/>
    <w:rsid w:val="000C1F48"/>
    <w:rsid w:val="000C210E"/>
    <w:rsid w:val="000C2C9C"/>
    <w:rsid w:val="000C550D"/>
    <w:rsid w:val="000C5779"/>
    <w:rsid w:val="000C5FE7"/>
    <w:rsid w:val="000C67B3"/>
    <w:rsid w:val="000C7655"/>
    <w:rsid w:val="000D049F"/>
    <w:rsid w:val="000D04C1"/>
    <w:rsid w:val="000D10E4"/>
    <w:rsid w:val="000D1466"/>
    <w:rsid w:val="000D3057"/>
    <w:rsid w:val="000D3CCF"/>
    <w:rsid w:val="000D49FA"/>
    <w:rsid w:val="000D4CF5"/>
    <w:rsid w:val="000D64B4"/>
    <w:rsid w:val="000D6928"/>
    <w:rsid w:val="000D72E7"/>
    <w:rsid w:val="000D7567"/>
    <w:rsid w:val="000D7ADA"/>
    <w:rsid w:val="000E008D"/>
    <w:rsid w:val="000E095D"/>
    <w:rsid w:val="000E0B2F"/>
    <w:rsid w:val="000E1AE6"/>
    <w:rsid w:val="000E247F"/>
    <w:rsid w:val="000E28FF"/>
    <w:rsid w:val="000E368E"/>
    <w:rsid w:val="000E5657"/>
    <w:rsid w:val="000E5E52"/>
    <w:rsid w:val="000E5E54"/>
    <w:rsid w:val="000E6F2A"/>
    <w:rsid w:val="000E761C"/>
    <w:rsid w:val="000F07AE"/>
    <w:rsid w:val="000F1634"/>
    <w:rsid w:val="000F2039"/>
    <w:rsid w:val="000F2D52"/>
    <w:rsid w:val="000F3B02"/>
    <w:rsid w:val="000F3E13"/>
    <w:rsid w:val="000F462A"/>
    <w:rsid w:val="000F5942"/>
    <w:rsid w:val="000F6D37"/>
    <w:rsid w:val="000F723A"/>
    <w:rsid w:val="000F7D64"/>
    <w:rsid w:val="001001CA"/>
    <w:rsid w:val="00100B3E"/>
    <w:rsid w:val="0010188E"/>
    <w:rsid w:val="00102114"/>
    <w:rsid w:val="001022C1"/>
    <w:rsid w:val="001028BA"/>
    <w:rsid w:val="00102964"/>
    <w:rsid w:val="00102A54"/>
    <w:rsid w:val="00103AF4"/>
    <w:rsid w:val="00105007"/>
    <w:rsid w:val="00105D1B"/>
    <w:rsid w:val="00106264"/>
    <w:rsid w:val="00107053"/>
    <w:rsid w:val="001079A8"/>
    <w:rsid w:val="00107C4A"/>
    <w:rsid w:val="00107CB6"/>
    <w:rsid w:val="00113966"/>
    <w:rsid w:val="00117986"/>
    <w:rsid w:val="00120287"/>
    <w:rsid w:val="00120670"/>
    <w:rsid w:val="00120DCA"/>
    <w:rsid w:val="0012204F"/>
    <w:rsid w:val="001221E0"/>
    <w:rsid w:val="00123317"/>
    <w:rsid w:val="00123F48"/>
    <w:rsid w:val="00126947"/>
    <w:rsid w:val="00130A04"/>
    <w:rsid w:val="001311F8"/>
    <w:rsid w:val="001319C6"/>
    <w:rsid w:val="00131FD1"/>
    <w:rsid w:val="001337A1"/>
    <w:rsid w:val="001343FE"/>
    <w:rsid w:val="00134558"/>
    <w:rsid w:val="001346ED"/>
    <w:rsid w:val="00134809"/>
    <w:rsid w:val="00134878"/>
    <w:rsid w:val="0013511B"/>
    <w:rsid w:val="001355A6"/>
    <w:rsid w:val="001356CF"/>
    <w:rsid w:val="00135D9D"/>
    <w:rsid w:val="00136427"/>
    <w:rsid w:val="00136AE4"/>
    <w:rsid w:val="001370AD"/>
    <w:rsid w:val="00140E23"/>
    <w:rsid w:val="00142165"/>
    <w:rsid w:val="001422DC"/>
    <w:rsid w:val="001435C7"/>
    <w:rsid w:val="00144636"/>
    <w:rsid w:val="00144FB3"/>
    <w:rsid w:val="0014544E"/>
    <w:rsid w:val="001455BA"/>
    <w:rsid w:val="00145A85"/>
    <w:rsid w:val="00145C31"/>
    <w:rsid w:val="00146B1D"/>
    <w:rsid w:val="001473E9"/>
    <w:rsid w:val="00147747"/>
    <w:rsid w:val="001501D9"/>
    <w:rsid w:val="00151B9D"/>
    <w:rsid w:val="00152EE2"/>
    <w:rsid w:val="0015300C"/>
    <w:rsid w:val="00153153"/>
    <w:rsid w:val="001536F5"/>
    <w:rsid w:val="00153B18"/>
    <w:rsid w:val="00154344"/>
    <w:rsid w:val="001543F8"/>
    <w:rsid w:val="00154E71"/>
    <w:rsid w:val="00155599"/>
    <w:rsid w:val="0015579E"/>
    <w:rsid w:val="00156766"/>
    <w:rsid w:val="00156E86"/>
    <w:rsid w:val="00156F49"/>
    <w:rsid w:val="00157D22"/>
    <w:rsid w:val="00157FBE"/>
    <w:rsid w:val="001609A9"/>
    <w:rsid w:val="0016124D"/>
    <w:rsid w:val="00161519"/>
    <w:rsid w:val="0016179E"/>
    <w:rsid w:val="001618F7"/>
    <w:rsid w:val="001635D4"/>
    <w:rsid w:val="00164E8F"/>
    <w:rsid w:val="00165171"/>
    <w:rsid w:val="00165508"/>
    <w:rsid w:val="00166517"/>
    <w:rsid w:val="00166B04"/>
    <w:rsid w:val="00166C9E"/>
    <w:rsid w:val="00166CD3"/>
    <w:rsid w:val="00166FBF"/>
    <w:rsid w:val="001672E1"/>
    <w:rsid w:val="00170A12"/>
    <w:rsid w:val="0017130B"/>
    <w:rsid w:val="001718F1"/>
    <w:rsid w:val="001723E6"/>
    <w:rsid w:val="001739B0"/>
    <w:rsid w:val="00173F57"/>
    <w:rsid w:val="00175349"/>
    <w:rsid w:val="00176B0A"/>
    <w:rsid w:val="00180DE9"/>
    <w:rsid w:val="00181567"/>
    <w:rsid w:val="00181E90"/>
    <w:rsid w:val="001829BD"/>
    <w:rsid w:val="00183759"/>
    <w:rsid w:val="00185A56"/>
    <w:rsid w:val="00186923"/>
    <w:rsid w:val="001876C7"/>
    <w:rsid w:val="00190015"/>
    <w:rsid w:val="0019256F"/>
    <w:rsid w:val="00193F16"/>
    <w:rsid w:val="00194976"/>
    <w:rsid w:val="00194CC8"/>
    <w:rsid w:val="0019560F"/>
    <w:rsid w:val="00196670"/>
    <w:rsid w:val="00197542"/>
    <w:rsid w:val="001975BC"/>
    <w:rsid w:val="001A0319"/>
    <w:rsid w:val="001A11B5"/>
    <w:rsid w:val="001A3049"/>
    <w:rsid w:val="001A3649"/>
    <w:rsid w:val="001A471E"/>
    <w:rsid w:val="001A4782"/>
    <w:rsid w:val="001A496F"/>
    <w:rsid w:val="001A4CCE"/>
    <w:rsid w:val="001A744A"/>
    <w:rsid w:val="001A7747"/>
    <w:rsid w:val="001B2A2A"/>
    <w:rsid w:val="001B3238"/>
    <w:rsid w:val="001B341B"/>
    <w:rsid w:val="001B3975"/>
    <w:rsid w:val="001B4B96"/>
    <w:rsid w:val="001B54C0"/>
    <w:rsid w:val="001B5890"/>
    <w:rsid w:val="001B697A"/>
    <w:rsid w:val="001B6AE6"/>
    <w:rsid w:val="001B72DC"/>
    <w:rsid w:val="001B7395"/>
    <w:rsid w:val="001C072B"/>
    <w:rsid w:val="001C2543"/>
    <w:rsid w:val="001C40B9"/>
    <w:rsid w:val="001C45F9"/>
    <w:rsid w:val="001C5B8F"/>
    <w:rsid w:val="001C6B17"/>
    <w:rsid w:val="001D001F"/>
    <w:rsid w:val="001D0545"/>
    <w:rsid w:val="001D0CA1"/>
    <w:rsid w:val="001D10FF"/>
    <w:rsid w:val="001D1140"/>
    <w:rsid w:val="001D3444"/>
    <w:rsid w:val="001D43D7"/>
    <w:rsid w:val="001D73FA"/>
    <w:rsid w:val="001E0AB9"/>
    <w:rsid w:val="001E0B23"/>
    <w:rsid w:val="001E0BA4"/>
    <w:rsid w:val="001E212D"/>
    <w:rsid w:val="001E241E"/>
    <w:rsid w:val="001E28C6"/>
    <w:rsid w:val="001E303A"/>
    <w:rsid w:val="001E3471"/>
    <w:rsid w:val="001E35A3"/>
    <w:rsid w:val="001E4D6F"/>
    <w:rsid w:val="001E508B"/>
    <w:rsid w:val="001E6132"/>
    <w:rsid w:val="001E6B1E"/>
    <w:rsid w:val="001E71B7"/>
    <w:rsid w:val="001F1406"/>
    <w:rsid w:val="001F2447"/>
    <w:rsid w:val="001F2D80"/>
    <w:rsid w:val="001F39E3"/>
    <w:rsid w:val="001F3B4A"/>
    <w:rsid w:val="001F61F6"/>
    <w:rsid w:val="001F630A"/>
    <w:rsid w:val="001F68FF"/>
    <w:rsid w:val="001F6BB0"/>
    <w:rsid w:val="001F6ED1"/>
    <w:rsid w:val="001F6FE5"/>
    <w:rsid w:val="001F7422"/>
    <w:rsid w:val="001F7475"/>
    <w:rsid w:val="002008E2"/>
    <w:rsid w:val="00200E5E"/>
    <w:rsid w:val="00200F53"/>
    <w:rsid w:val="00201A10"/>
    <w:rsid w:val="00202CC9"/>
    <w:rsid w:val="00203B9D"/>
    <w:rsid w:val="0020448F"/>
    <w:rsid w:val="002067AC"/>
    <w:rsid w:val="00206BF4"/>
    <w:rsid w:val="00207A2A"/>
    <w:rsid w:val="00207CD0"/>
    <w:rsid w:val="00207F7A"/>
    <w:rsid w:val="0021011D"/>
    <w:rsid w:val="002101B9"/>
    <w:rsid w:val="00210F3E"/>
    <w:rsid w:val="002113E4"/>
    <w:rsid w:val="00211464"/>
    <w:rsid w:val="00212967"/>
    <w:rsid w:val="00212E87"/>
    <w:rsid w:val="00212EEC"/>
    <w:rsid w:val="00213603"/>
    <w:rsid w:val="00213E98"/>
    <w:rsid w:val="00216388"/>
    <w:rsid w:val="002169A1"/>
    <w:rsid w:val="00216FCE"/>
    <w:rsid w:val="00217136"/>
    <w:rsid w:val="00220235"/>
    <w:rsid w:val="00221EAB"/>
    <w:rsid w:val="002228B5"/>
    <w:rsid w:val="00223104"/>
    <w:rsid w:val="00224D24"/>
    <w:rsid w:val="00225861"/>
    <w:rsid w:val="002267FD"/>
    <w:rsid w:val="0023138D"/>
    <w:rsid w:val="0023233E"/>
    <w:rsid w:val="00232783"/>
    <w:rsid w:val="00233ECE"/>
    <w:rsid w:val="00234971"/>
    <w:rsid w:val="002359E1"/>
    <w:rsid w:val="002414FF"/>
    <w:rsid w:val="00241537"/>
    <w:rsid w:val="002431FB"/>
    <w:rsid w:val="00243C1E"/>
    <w:rsid w:val="00244E30"/>
    <w:rsid w:val="00245D0F"/>
    <w:rsid w:val="00246BC7"/>
    <w:rsid w:val="00247906"/>
    <w:rsid w:val="00250D6E"/>
    <w:rsid w:val="0025161D"/>
    <w:rsid w:val="00252BB2"/>
    <w:rsid w:val="00252FAF"/>
    <w:rsid w:val="00253950"/>
    <w:rsid w:val="0025418E"/>
    <w:rsid w:val="00254FC2"/>
    <w:rsid w:val="0025547A"/>
    <w:rsid w:val="0025551C"/>
    <w:rsid w:val="00255C43"/>
    <w:rsid w:val="00255D5B"/>
    <w:rsid w:val="00256C49"/>
    <w:rsid w:val="00256D76"/>
    <w:rsid w:val="00260A1D"/>
    <w:rsid w:val="002610E0"/>
    <w:rsid w:val="00262481"/>
    <w:rsid w:val="00263697"/>
    <w:rsid w:val="00263965"/>
    <w:rsid w:val="00264D95"/>
    <w:rsid w:val="0026636F"/>
    <w:rsid w:val="0026642F"/>
    <w:rsid w:val="002679FC"/>
    <w:rsid w:val="00270421"/>
    <w:rsid w:val="002704EC"/>
    <w:rsid w:val="0027092E"/>
    <w:rsid w:val="002725A9"/>
    <w:rsid w:val="0027280F"/>
    <w:rsid w:val="00274E0B"/>
    <w:rsid w:val="002756C5"/>
    <w:rsid w:val="0027573F"/>
    <w:rsid w:val="0027588D"/>
    <w:rsid w:val="00275D47"/>
    <w:rsid w:val="002761DE"/>
    <w:rsid w:val="00276713"/>
    <w:rsid w:val="00277C82"/>
    <w:rsid w:val="00280348"/>
    <w:rsid w:val="002808CE"/>
    <w:rsid w:val="002818CE"/>
    <w:rsid w:val="00281915"/>
    <w:rsid w:val="00281919"/>
    <w:rsid w:val="00282D93"/>
    <w:rsid w:val="00282E27"/>
    <w:rsid w:val="0028398A"/>
    <w:rsid w:val="00283D30"/>
    <w:rsid w:val="002841B9"/>
    <w:rsid w:val="002849C6"/>
    <w:rsid w:val="00284F9D"/>
    <w:rsid w:val="00285218"/>
    <w:rsid w:val="002855E3"/>
    <w:rsid w:val="00285B88"/>
    <w:rsid w:val="00287CED"/>
    <w:rsid w:val="00290959"/>
    <w:rsid w:val="00291111"/>
    <w:rsid w:val="00291A25"/>
    <w:rsid w:val="00292485"/>
    <w:rsid w:val="0029479A"/>
    <w:rsid w:val="0029480D"/>
    <w:rsid w:val="0029546D"/>
    <w:rsid w:val="00295A6B"/>
    <w:rsid w:val="00296AD8"/>
    <w:rsid w:val="002A02FB"/>
    <w:rsid w:val="002A159C"/>
    <w:rsid w:val="002A26CD"/>
    <w:rsid w:val="002A297B"/>
    <w:rsid w:val="002A2CC8"/>
    <w:rsid w:val="002A2FE7"/>
    <w:rsid w:val="002A348C"/>
    <w:rsid w:val="002A4EAE"/>
    <w:rsid w:val="002A56BE"/>
    <w:rsid w:val="002A6B86"/>
    <w:rsid w:val="002B0942"/>
    <w:rsid w:val="002B21E6"/>
    <w:rsid w:val="002B233E"/>
    <w:rsid w:val="002B2F04"/>
    <w:rsid w:val="002B3F3A"/>
    <w:rsid w:val="002B43C7"/>
    <w:rsid w:val="002B5DFA"/>
    <w:rsid w:val="002B609A"/>
    <w:rsid w:val="002B6492"/>
    <w:rsid w:val="002B67AB"/>
    <w:rsid w:val="002B7D3D"/>
    <w:rsid w:val="002C089D"/>
    <w:rsid w:val="002C1F08"/>
    <w:rsid w:val="002C2884"/>
    <w:rsid w:val="002C33B0"/>
    <w:rsid w:val="002C4D51"/>
    <w:rsid w:val="002C622A"/>
    <w:rsid w:val="002C62F2"/>
    <w:rsid w:val="002D10C6"/>
    <w:rsid w:val="002D1849"/>
    <w:rsid w:val="002D250F"/>
    <w:rsid w:val="002D3C6F"/>
    <w:rsid w:val="002D495E"/>
    <w:rsid w:val="002D5C72"/>
    <w:rsid w:val="002D5D7F"/>
    <w:rsid w:val="002D630C"/>
    <w:rsid w:val="002D6928"/>
    <w:rsid w:val="002D7305"/>
    <w:rsid w:val="002D77AE"/>
    <w:rsid w:val="002D78D1"/>
    <w:rsid w:val="002E014D"/>
    <w:rsid w:val="002E075A"/>
    <w:rsid w:val="002E191E"/>
    <w:rsid w:val="002E1DF2"/>
    <w:rsid w:val="002E26A3"/>
    <w:rsid w:val="002E273B"/>
    <w:rsid w:val="002E3284"/>
    <w:rsid w:val="002E3783"/>
    <w:rsid w:val="002E3A5F"/>
    <w:rsid w:val="002E4014"/>
    <w:rsid w:val="002E4187"/>
    <w:rsid w:val="002E59D1"/>
    <w:rsid w:val="002E66EE"/>
    <w:rsid w:val="002E741A"/>
    <w:rsid w:val="002E74E9"/>
    <w:rsid w:val="002E7B10"/>
    <w:rsid w:val="002F030A"/>
    <w:rsid w:val="002F069A"/>
    <w:rsid w:val="002F1043"/>
    <w:rsid w:val="002F1247"/>
    <w:rsid w:val="002F22CA"/>
    <w:rsid w:val="002F34DA"/>
    <w:rsid w:val="002F409A"/>
    <w:rsid w:val="002F4354"/>
    <w:rsid w:val="002F49EC"/>
    <w:rsid w:val="002F4F83"/>
    <w:rsid w:val="002F5139"/>
    <w:rsid w:val="002F55A5"/>
    <w:rsid w:val="002F586E"/>
    <w:rsid w:val="002F5D0F"/>
    <w:rsid w:val="002F62A8"/>
    <w:rsid w:val="002F6814"/>
    <w:rsid w:val="002F72EF"/>
    <w:rsid w:val="0030044F"/>
    <w:rsid w:val="00300D17"/>
    <w:rsid w:val="00301A26"/>
    <w:rsid w:val="00301C42"/>
    <w:rsid w:val="0030345D"/>
    <w:rsid w:val="00304509"/>
    <w:rsid w:val="00305597"/>
    <w:rsid w:val="00305FF1"/>
    <w:rsid w:val="00306701"/>
    <w:rsid w:val="00306B74"/>
    <w:rsid w:val="0030752C"/>
    <w:rsid w:val="0030776F"/>
    <w:rsid w:val="00307F5E"/>
    <w:rsid w:val="0031060E"/>
    <w:rsid w:val="0031098A"/>
    <w:rsid w:val="00310A82"/>
    <w:rsid w:val="00310FBA"/>
    <w:rsid w:val="0031101B"/>
    <w:rsid w:val="00312C74"/>
    <w:rsid w:val="00312C9F"/>
    <w:rsid w:val="003145D1"/>
    <w:rsid w:val="0031516B"/>
    <w:rsid w:val="00315863"/>
    <w:rsid w:val="00315C8B"/>
    <w:rsid w:val="00316597"/>
    <w:rsid w:val="00320535"/>
    <w:rsid w:val="0032062E"/>
    <w:rsid w:val="00321157"/>
    <w:rsid w:val="00321428"/>
    <w:rsid w:val="003229B6"/>
    <w:rsid w:val="00322A84"/>
    <w:rsid w:val="00322CA6"/>
    <w:rsid w:val="0032441F"/>
    <w:rsid w:val="003244C7"/>
    <w:rsid w:val="0032736A"/>
    <w:rsid w:val="00327BDE"/>
    <w:rsid w:val="00331C9A"/>
    <w:rsid w:val="003321F4"/>
    <w:rsid w:val="003327A4"/>
    <w:rsid w:val="00332873"/>
    <w:rsid w:val="003329DA"/>
    <w:rsid w:val="00333066"/>
    <w:rsid w:val="0033344A"/>
    <w:rsid w:val="00333944"/>
    <w:rsid w:val="00334D6C"/>
    <w:rsid w:val="0033505E"/>
    <w:rsid w:val="00335958"/>
    <w:rsid w:val="00335BF0"/>
    <w:rsid w:val="00336D16"/>
    <w:rsid w:val="0034156A"/>
    <w:rsid w:val="0034196A"/>
    <w:rsid w:val="00341B14"/>
    <w:rsid w:val="00341E6C"/>
    <w:rsid w:val="00342C18"/>
    <w:rsid w:val="003433DC"/>
    <w:rsid w:val="0034384C"/>
    <w:rsid w:val="00344243"/>
    <w:rsid w:val="00344368"/>
    <w:rsid w:val="0034456C"/>
    <w:rsid w:val="003445C6"/>
    <w:rsid w:val="00344866"/>
    <w:rsid w:val="003450C9"/>
    <w:rsid w:val="003464F9"/>
    <w:rsid w:val="00346A2C"/>
    <w:rsid w:val="003503AE"/>
    <w:rsid w:val="003506D9"/>
    <w:rsid w:val="00352357"/>
    <w:rsid w:val="00352382"/>
    <w:rsid w:val="00352B7E"/>
    <w:rsid w:val="00355717"/>
    <w:rsid w:val="00356801"/>
    <w:rsid w:val="0035788F"/>
    <w:rsid w:val="00357A1F"/>
    <w:rsid w:val="00357A44"/>
    <w:rsid w:val="00361327"/>
    <w:rsid w:val="00361756"/>
    <w:rsid w:val="00361D23"/>
    <w:rsid w:val="003621C1"/>
    <w:rsid w:val="00363CEC"/>
    <w:rsid w:val="003646FB"/>
    <w:rsid w:val="00364D65"/>
    <w:rsid w:val="003655A9"/>
    <w:rsid w:val="003669F7"/>
    <w:rsid w:val="00366D8D"/>
    <w:rsid w:val="00366E6C"/>
    <w:rsid w:val="00367979"/>
    <w:rsid w:val="003702C3"/>
    <w:rsid w:val="00370DC4"/>
    <w:rsid w:val="0037193C"/>
    <w:rsid w:val="00374177"/>
    <w:rsid w:val="00374640"/>
    <w:rsid w:val="003749D9"/>
    <w:rsid w:val="00375392"/>
    <w:rsid w:val="00375FFB"/>
    <w:rsid w:val="00376098"/>
    <w:rsid w:val="00377613"/>
    <w:rsid w:val="00377827"/>
    <w:rsid w:val="00380A65"/>
    <w:rsid w:val="00380E3D"/>
    <w:rsid w:val="00381268"/>
    <w:rsid w:val="003819AD"/>
    <w:rsid w:val="003819DC"/>
    <w:rsid w:val="00382C66"/>
    <w:rsid w:val="003840FC"/>
    <w:rsid w:val="00384C18"/>
    <w:rsid w:val="00384FB8"/>
    <w:rsid w:val="0038522C"/>
    <w:rsid w:val="00387492"/>
    <w:rsid w:val="003879DF"/>
    <w:rsid w:val="00390102"/>
    <w:rsid w:val="00390EB6"/>
    <w:rsid w:val="003916A1"/>
    <w:rsid w:val="00392D77"/>
    <w:rsid w:val="00392DCC"/>
    <w:rsid w:val="00392FB2"/>
    <w:rsid w:val="00393B4C"/>
    <w:rsid w:val="00393E0A"/>
    <w:rsid w:val="003941BA"/>
    <w:rsid w:val="003944F5"/>
    <w:rsid w:val="0039520D"/>
    <w:rsid w:val="003954D3"/>
    <w:rsid w:val="00395AFE"/>
    <w:rsid w:val="00396BB1"/>
    <w:rsid w:val="003971D3"/>
    <w:rsid w:val="00397853"/>
    <w:rsid w:val="00397B16"/>
    <w:rsid w:val="00397C8D"/>
    <w:rsid w:val="00397FC5"/>
    <w:rsid w:val="003A153D"/>
    <w:rsid w:val="003A1B53"/>
    <w:rsid w:val="003A1CE3"/>
    <w:rsid w:val="003A2E4C"/>
    <w:rsid w:val="003A3B6D"/>
    <w:rsid w:val="003A48C3"/>
    <w:rsid w:val="003A4E64"/>
    <w:rsid w:val="003A51AF"/>
    <w:rsid w:val="003A5245"/>
    <w:rsid w:val="003A5412"/>
    <w:rsid w:val="003A5808"/>
    <w:rsid w:val="003A68F7"/>
    <w:rsid w:val="003A6E69"/>
    <w:rsid w:val="003B0475"/>
    <w:rsid w:val="003B065F"/>
    <w:rsid w:val="003B3128"/>
    <w:rsid w:val="003B35DE"/>
    <w:rsid w:val="003B391D"/>
    <w:rsid w:val="003B3BA0"/>
    <w:rsid w:val="003B3C6D"/>
    <w:rsid w:val="003B407F"/>
    <w:rsid w:val="003B548B"/>
    <w:rsid w:val="003B5699"/>
    <w:rsid w:val="003B5DD2"/>
    <w:rsid w:val="003B673F"/>
    <w:rsid w:val="003B752A"/>
    <w:rsid w:val="003B77AA"/>
    <w:rsid w:val="003B7815"/>
    <w:rsid w:val="003B7863"/>
    <w:rsid w:val="003C04B2"/>
    <w:rsid w:val="003C060A"/>
    <w:rsid w:val="003C0AE4"/>
    <w:rsid w:val="003C3161"/>
    <w:rsid w:val="003C453A"/>
    <w:rsid w:val="003C458F"/>
    <w:rsid w:val="003C51D6"/>
    <w:rsid w:val="003C55A5"/>
    <w:rsid w:val="003C6AA1"/>
    <w:rsid w:val="003C7643"/>
    <w:rsid w:val="003C7B57"/>
    <w:rsid w:val="003D0B6B"/>
    <w:rsid w:val="003D1137"/>
    <w:rsid w:val="003D1300"/>
    <w:rsid w:val="003D146F"/>
    <w:rsid w:val="003D2536"/>
    <w:rsid w:val="003D25B5"/>
    <w:rsid w:val="003D3769"/>
    <w:rsid w:val="003D3C79"/>
    <w:rsid w:val="003D43A8"/>
    <w:rsid w:val="003D4411"/>
    <w:rsid w:val="003D51BE"/>
    <w:rsid w:val="003D6364"/>
    <w:rsid w:val="003D7EB7"/>
    <w:rsid w:val="003D7EDB"/>
    <w:rsid w:val="003E04B5"/>
    <w:rsid w:val="003E0CBE"/>
    <w:rsid w:val="003E0DE0"/>
    <w:rsid w:val="003E298A"/>
    <w:rsid w:val="003E2A19"/>
    <w:rsid w:val="003E2C3B"/>
    <w:rsid w:val="003E3A38"/>
    <w:rsid w:val="003E3C1C"/>
    <w:rsid w:val="003E3FC9"/>
    <w:rsid w:val="003E403A"/>
    <w:rsid w:val="003E4157"/>
    <w:rsid w:val="003E4FDC"/>
    <w:rsid w:val="003E662E"/>
    <w:rsid w:val="003E6FEC"/>
    <w:rsid w:val="003E7D6D"/>
    <w:rsid w:val="003E7D85"/>
    <w:rsid w:val="003E7FAE"/>
    <w:rsid w:val="003F008A"/>
    <w:rsid w:val="003F0BBA"/>
    <w:rsid w:val="003F0D9A"/>
    <w:rsid w:val="003F0EAF"/>
    <w:rsid w:val="003F217D"/>
    <w:rsid w:val="003F2B4E"/>
    <w:rsid w:val="003F2E4A"/>
    <w:rsid w:val="003F2EEE"/>
    <w:rsid w:val="003F3B31"/>
    <w:rsid w:val="003F3DDA"/>
    <w:rsid w:val="003F47E5"/>
    <w:rsid w:val="003F49E2"/>
    <w:rsid w:val="003F50FB"/>
    <w:rsid w:val="003F5552"/>
    <w:rsid w:val="003F647A"/>
    <w:rsid w:val="003F6B68"/>
    <w:rsid w:val="003F7D16"/>
    <w:rsid w:val="004024A4"/>
    <w:rsid w:val="004038EB"/>
    <w:rsid w:val="004042E3"/>
    <w:rsid w:val="00404407"/>
    <w:rsid w:val="00404CF9"/>
    <w:rsid w:val="004068F3"/>
    <w:rsid w:val="00406C2C"/>
    <w:rsid w:val="00407DEB"/>
    <w:rsid w:val="00411793"/>
    <w:rsid w:val="004135BB"/>
    <w:rsid w:val="00413A84"/>
    <w:rsid w:val="004155BC"/>
    <w:rsid w:val="00415C40"/>
    <w:rsid w:val="00416B59"/>
    <w:rsid w:val="00417BA9"/>
    <w:rsid w:val="00417CA1"/>
    <w:rsid w:val="00421538"/>
    <w:rsid w:val="00421573"/>
    <w:rsid w:val="0042182B"/>
    <w:rsid w:val="0042193F"/>
    <w:rsid w:val="004226A8"/>
    <w:rsid w:val="004229CF"/>
    <w:rsid w:val="0042307C"/>
    <w:rsid w:val="004231A8"/>
    <w:rsid w:val="00423451"/>
    <w:rsid w:val="00424566"/>
    <w:rsid w:val="00425616"/>
    <w:rsid w:val="0042566C"/>
    <w:rsid w:val="004267D3"/>
    <w:rsid w:val="004268B3"/>
    <w:rsid w:val="00426A92"/>
    <w:rsid w:val="0042707B"/>
    <w:rsid w:val="00427487"/>
    <w:rsid w:val="00427A3A"/>
    <w:rsid w:val="00430B7E"/>
    <w:rsid w:val="00431393"/>
    <w:rsid w:val="004313BA"/>
    <w:rsid w:val="004335C7"/>
    <w:rsid w:val="00433B1A"/>
    <w:rsid w:val="0043464D"/>
    <w:rsid w:val="00434B3A"/>
    <w:rsid w:val="00435122"/>
    <w:rsid w:val="00436638"/>
    <w:rsid w:val="00436B72"/>
    <w:rsid w:val="00440185"/>
    <w:rsid w:val="00440AB7"/>
    <w:rsid w:val="00440F1A"/>
    <w:rsid w:val="00441224"/>
    <w:rsid w:val="00442288"/>
    <w:rsid w:val="00442A8F"/>
    <w:rsid w:val="00443102"/>
    <w:rsid w:val="0044525B"/>
    <w:rsid w:val="004453AC"/>
    <w:rsid w:val="00445FC7"/>
    <w:rsid w:val="00446BD0"/>
    <w:rsid w:val="00446F4F"/>
    <w:rsid w:val="004506EC"/>
    <w:rsid w:val="00450786"/>
    <w:rsid w:val="00450F81"/>
    <w:rsid w:val="00451C43"/>
    <w:rsid w:val="004538CC"/>
    <w:rsid w:val="00453AB9"/>
    <w:rsid w:val="00455B17"/>
    <w:rsid w:val="004566E4"/>
    <w:rsid w:val="0045681A"/>
    <w:rsid w:val="004569D7"/>
    <w:rsid w:val="0045726A"/>
    <w:rsid w:val="00460F09"/>
    <w:rsid w:val="0046185F"/>
    <w:rsid w:val="00461AA0"/>
    <w:rsid w:val="004621D1"/>
    <w:rsid w:val="0046367F"/>
    <w:rsid w:val="0046398F"/>
    <w:rsid w:val="00464BFD"/>
    <w:rsid w:val="00466650"/>
    <w:rsid w:val="00470037"/>
    <w:rsid w:val="00470802"/>
    <w:rsid w:val="00470CF8"/>
    <w:rsid w:val="0047117B"/>
    <w:rsid w:val="00471FDE"/>
    <w:rsid w:val="00472518"/>
    <w:rsid w:val="00472D12"/>
    <w:rsid w:val="004734B1"/>
    <w:rsid w:val="00473C9C"/>
    <w:rsid w:val="00474620"/>
    <w:rsid w:val="004751A1"/>
    <w:rsid w:val="00475518"/>
    <w:rsid w:val="004755FE"/>
    <w:rsid w:val="00475C19"/>
    <w:rsid w:val="00480557"/>
    <w:rsid w:val="0048067B"/>
    <w:rsid w:val="00480779"/>
    <w:rsid w:val="00482682"/>
    <w:rsid w:val="00483D46"/>
    <w:rsid w:val="004852A3"/>
    <w:rsid w:val="00485366"/>
    <w:rsid w:val="004872F1"/>
    <w:rsid w:val="00487505"/>
    <w:rsid w:val="00487A34"/>
    <w:rsid w:val="00487AE4"/>
    <w:rsid w:val="0049041D"/>
    <w:rsid w:val="00490E71"/>
    <w:rsid w:val="004911B6"/>
    <w:rsid w:val="00492103"/>
    <w:rsid w:val="0049287A"/>
    <w:rsid w:val="00494404"/>
    <w:rsid w:val="0049530F"/>
    <w:rsid w:val="00495583"/>
    <w:rsid w:val="00496B4E"/>
    <w:rsid w:val="00496D91"/>
    <w:rsid w:val="0049738E"/>
    <w:rsid w:val="004975A0"/>
    <w:rsid w:val="004A0272"/>
    <w:rsid w:val="004A2168"/>
    <w:rsid w:val="004A2B69"/>
    <w:rsid w:val="004A2F62"/>
    <w:rsid w:val="004A3F80"/>
    <w:rsid w:val="004A46A0"/>
    <w:rsid w:val="004A7B6C"/>
    <w:rsid w:val="004A7F6A"/>
    <w:rsid w:val="004B0DDA"/>
    <w:rsid w:val="004B1B67"/>
    <w:rsid w:val="004B28D3"/>
    <w:rsid w:val="004B329C"/>
    <w:rsid w:val="004B563C"/>
    <w:rsid w:val="004B5662"/>
    <w:rsid w:val="004B5734"/>
    <w:rsid w:val="004B5792"/>
    <w:rsid w:val="004B64B4"/>
    <w:rsid w:val="004B684F"/>
    <w:rsid w:val="004B6877"/>
    <w:rsid w:val="004B7206"/>
    <w:rsid w:val="004B7DFA"/>
    <w:rsid w:val="004B7E61"/>
    <w:rsid w:val="004C03EA"/>
    <w:rsid w:val="004C0C41"/>
    <w:rsid w:val="004C11B1"/>
    <w:rsid w:val="004C1404"/>
    <w:rsid w:val="004C2582"/>
    <w:rsid w:val="004C2EE9"/>
    <w:rsid w:val="004C3037"/>
    <w:rsid w:val="004C3CBD"/>
    <w:rsid w:val="004C3ECA"/>
    <w:rsid w:val="004C4214"/>
    <w:rsid w:val="004C5CE9"/>
    <w:rsid w:val="004C722A"/>
    <w:rsid w:val="004C7FD2"/>
    <w:rsid w:val="004D06A6"/>
    <w:rsid w:val="004D0F43"/>
    <w:rsid w:val="004D1B19"/>
    <w:rsid w:val="004D1EF1"/>
    <w:rsid w:val="004D31EE"/>
    <w:rsid w:val="004D3D1C"/>
    <w:rsid w:val="004D3FB7"/>
    <w:rsid w:val="004D4C64"/>
    <w:rsid w:val="004D4E35"/>
    <w:rsid w:val="004D5ACF"/>
    <w:rsid w:val="004D5BDD"/>
    <w:rsid w:val="004D5EFA"/>
    <w:rsid w:val="004D6744"/>
    <w:rsid w:val="004D6756"/>
    <w:rsid w:val="004D6BDE"/>
    <w:rsid w:val="004E224B"/>
    <w:rsid w:val="004E23CE"/>
    <w:rsid w:val="004E2F73"/>
    <w:rsid w:val="004E3287"/>
    <w:rsid w:val="004E419C"/>
    <w:rsid w:val="004E56F8"/>
    <w:rsid w:val="004E6129"/>
    <w:rsid w:val="004F06BC"/>
    <w:rsid w:val="004F1071"/>
    <w:rsid w:val="004F164F"/>
    <w:rsid w:val="004F1E87"/>
    <w:rsid w:val="004F231F"/>
    <w:rsid w:val="004F420F"/>
    <w:rsid w:val="004F5EC4"/>
    <w:rsid w:val="004F669F"/>
    <w:rsid w:val="004F66ED"/>
    <w:rsid w:val="00500EC2"/>
    <w:rsid w:val="00501C26"/>
    <w:rsid w:val="00501C52"/>
    <w:rsid w:val="005049CB"/>
    <w:rsid w:val="00504CDD"/>
    <w:rsid w:val="00504EC0"/>
    <w:rsid w:val="00506968"/>
    <w:rsid w:val="00507B7E"/>
    <w:rsid w:val="00510CBA"/>
    <w:rsid w:val="00511B81"/>
    <w:rsid w:val="00511F38"/>
    <w:rsid w:val="0051240D"/>
    <w:rsid w:val="00513366"/>
    <w:rsid w:val="00513CBA"/>
    <w:rsid w:val="005153EE"/>
    <w:rsid w:val="005157AA"/>
    <w:rsid w:val="00515A8B"/>
    <w:rsid w:val="00516EFA"/>
    <w:rsid w:val="00517CE5"/>
    <w:rsid w:val="005202E8"/>
    <w:rsid w:val="0052061A"/>
    <w:rsid w:val="00520938"/>
    <w:rsid w:val="00520ACD"/>
    <w:rsid w:val="00521AD5"/>
    <w:rsid w:val="00521B13"/>
    <w:rsid w:val="00523F60"/>
    <w:rsid w:val="0052593A"/>
    <w:rsid w:val="005264BD"/>
    <w:rsid w:val="005270C2"/>
    <w:rsid w:val="005303F0"/>
    <w:rsid w:val="00530C1F"/>
    <w:rsid w:val="005314A6"/>
    <w:rsid w:val="005319E4"/>
    <w:rsid w:val="00532742"/>
    <w:rsid w:val="00535D3A"/>
    <w:rsid w:val="005364A8"/>
    <w:rsid w:val="005409A9"/>
    <w:rsid w:val="005410E5"/>
    <w:rsid w:val="00541421"/>
    <w:rsid w:val="00541AA6"/>
    <w:rsid w:val="00541F5D"/>
    <w:rsid w:val="00542644"/>
    <w:rsid w:val="00543131"/>
    <w:rsid w:val="00544571"/>
    <w:rsid w:val="00544813"/>
    <w:rsid w:val="005452A7"/>
    <w:rsid w:val="00545D2A"/>
    <w:rsid w:val="005506C7"/>
    <w:rsid w:val="00550DC4"/>
    <w:rsid w:val="0055118F"/>
    <w:rsid w:val="00552E06"/>
    <w:rsid w:val="00553161"/>
    <w:rsid w:val="00553590"/>
    <w:rsid w:val="00553C4F"/>
    <w:rsid w:val="00553FE0"/>
    <w:rsid w:val="00554C59"/>
    <w:rsid w:val="0055548B"/>
    <w:rsid w:val="00556E3A"/>
    <w:rsid w:val="00556F66"/>
    <w:rsid w:val="00557C81"/>
    <w:rsid w:val="005601D8"/>
    <w:rsid w:val="005609FE"/>
    <w:rsid w:val="00560A6F"/>
    <w:rsid w:val="00560AC2"/>
    <w:rsid w:val="00561A66"/>
    <w:rsid w:val="00561F9B"/>
    <w:rsid w:val="00563E26"/>
    <w:rsid w:val="005644B4"/>
    <w:rsid w:val="005650EB"/>
    <w:rsid w:val="00565F03"/>
    <w:rsid w:val="0056692A"/>
    <w:rsid w:val="00566B7C"/>
    <w:rsid w:val="00567AFB"/>
    <w:rsid w:val="00567EC5"/>
    <w:rsid w:val="005703A3"/>
    <w:rsid w:val="005704A3"/>
    <w:rsid w:val="00571948"/>
    <w:rsid w:val="00571975"/>
    <w:rsid w:val="0057302B"/>
    <w:rsid w:val="00573147"/>
    <w:rsid w:val="00574656"/>
    <w:rsid w:val="00575D4D"/>
    <w:rsid w:val="00576558"/>
    <w:rsid w:val="00576767"/>
    <w:rsid w:val="00576B31"/>
    <w:rsid w:val="00577071"/>
    <w:rsid w:val="00577E47"/>
    <w:rsid w:val="005837F9"/>
    <w:rsid w:val="0058398D"/>
    <w:rsid w:val="00583A96"/>
    <w:rsid w:val="00583DFF"/>
    <w:rsid w:val="00584FF6"/>
    <w:rsid w:val="005866E5"/>
    <w:rsid w:val="00587A47"/>
    <w:rsid w:val="005901D2"/>
    <w:rsid w:val="005901E9"/>
    <w:rsid w:val="0059123D"/>
    <w:rsid w:val="00592262"/>
    <w:rsid w:val="005924B3"/>
    <w:rsid w:val="00592706"/>
    <w:rsid w:val="00593B5D"/>
    <w:rsid w:val="00593B64"/>
    <w:rsid w:val="00593CB3"/>
    <w:rsid w:val="00596DA6"/>
    <w:rsid w:val="00596E1E"/>
    <w:rsid w:val="00596FA3"/>
    <w:rsid w:val="00597A86"/>
    <w:rsid w:val="005A160F"/>
    <w:rsid w:val="005A3176"/>
    <w:rsid w:val="005A3D91"/>
    <w:rsid w:val="005A3DF3"/>
    <w:rsid w:val="005A4850"/>
    <w:rsid w:val="005A4B52"/>
    <w:rsid w:val="005A5EEB"/>
    <w:rsid w:val="005A7270"/>
    <w:rsid w:val="005A76A4"/>
    <w:rsid w:val="005A7E40"/>
    <w:rsid w:val="005B0DDB"/>
    <w:rsid w:val="005B2BE0"/>
    <w:rsid w:val="005B2D4F"/>
    <w:rsid w:val="005B3550"/>
    <w:rsid w:val="005B3F68"/>
    <w:rsid w:val="005B4077"/>
    <w:rsid w:val="005B428D"/>
    <w:rsid w:val="005B52CC"/>
    <w:rsid w:val="005B537C"/>
    <w:rsid w:val="005B5D3C"/>
    <w:rsid w:val="005B69BE"/>
    <w:rsid w:val="005B6BCF"/>
    <w:rsid w:val="005C0588"/>
    <w:rsid w:val="005C0A3F"/>
    <w:rsid w:val="005C0D96"/>
    <w:rsid w:val="005C12C3"/>
    <w:rsid w:val="005C13D3"/>
    <w:rsid w:val="005C2A8A"/>
    <w:rsid w:val="005C2B76"/>
    <w:rsid w:val="005C37E5"/>
    <w:rsid w:val="005C3E30"/>
    <w:rsid w:val="005C462F"/>
    <w:rsid w:val="005C58B6"/>
    <w:rsid w:val="005C5AFB"/>
    <w:rsid w:val="005C640B"/>
    <w:rsid w:val="005C6516"/>
    <w:rsid w:val="005D065B"/>
    <w:rsid w:val="005D1279"/>
    <w:rsid w:val="005D2010"/>
    <w:rsid w:val="005D2422"/>
    <w:rsid w:val="005D3594"/>
    <w:rsid w:val="005D3A81"/>
    <w:rsid w:val="005D3EB0"/>
    <w:rsid w:val="005D5C31"/>
    <w:rsid w:val="005D5FA2"/>
    <w:rsid w:val="005D62B7"/>
    <w:rsid w:val="005D65B2"/>
    <w:rsid w:val="005D6A46"/>
    <w:rsid w:val="005D6AC8"/>
    <w:rsid w:val="005D7790"/>
    <w:rsid w:val="005D77E7"/>
    <w:rsid w:val="005E0342"/>
    <w:rsid w:val="005E16A5"/>
    <w:rsid w:val="005E179A"/>
    <w:rsid w:val="005E1A03"/>
    <w:rsid w:val="005E1AD9"/>
    <w:rsid w:val="005E24B1"/>
    <w:rsid w:val="005E2826"/>
    <w:rsid w:val="005E287D"/>
    <w:rsid w:val="005E4817"/>
    <w:rsid w:val="005E4903"/>
    <w:rsid w:val="005E4E36"/>
    <w:rsid w:val="005E72F7"/>
    <w:rsid w:val="005E7508"/>
    <w:rsid w:val="005E76D8"/>
    <w:rsid w:val="005E7EEE"/>
    <w:rsid w:val="005E7F93"/>
    <w:rsid w:val="005F251B"/>
    <w:rsid w:val="005F3737"/>
    <w:rsid w:val="005F3AB7"/>
    <w:rsid w:val="005F3D54"/>
    <w:rsid w:val="005F3EF2"/>
    <w:rsid w:val="005F5281"/>
    <w:rsid w:val="005F5F3E"/>
    <w:rsid w:val="005F6E18"/>
    <w:rsid w:val="005F72FF"/>
    <w:rsid w:val="005F73D7"/>
    <w:rsid w:val="005F7FF8"/>
    <w:rsid w:val="0060128C"/>
    <w:rsid w:val="0060275A"/>
    <w:rsid w:val="00602C9E"/>
    <w:rsid w:val="006034A9"/>
    <w:rsid w:val="006035C7"/>
    <w:rsid w:val="00603B3D"/>
    <w:rsid w:val="00603E9B"/>
    <w:rsid w:val="00606144"/>
    <w:rsid w:val="006068D4"/>
    <w:rsid w:val="0060707D"/>
    <w:rsid w:val="0060749C"/>
    <w:rsid w:val="006074BD"/>
    <w:rsid w:val="00611770"/>
    <w:rsid w:val="006118C8"/>
    <w:rsid w:val="006122E6"/>
    <w:rsid w:val="00612E57"/>
    <w:rsid w:val="00614AEB"/>
    <w:rsid w:val="006158B1"/>
    <w:rsid w:val="00616C5D"/>
    <w:rsid w:val="00617FBE"/>
    <w:rsid w:val="0062008D"/>
    <w:rsid w:val="00620D53"/>
    <w:rsid w:val="00620D6D"/>
    <w:rsid w:val="00620FC9"/>
    <w:rsid w:val="00621335"/>
    <w:rsid w:val="00621406"/>
    <w:rsid w:val="0062145A"/>
    <w:rsid w:val="0062155F"/>
    <w:rsid w:val="00622498"/>
    <w:rsid w:val="006224C0"/>
    <w:rsid w:val="006228F2"/>
    <w:rsid w:val="0062337F"/>
    <w:rsid w:val="006235DA"/>
    <w:rsid w:val="00623AF6"/>
    <w:rsid w:val="00624E65"/>
    <w:rsid w:val="00625175"/>
    <w:rsid w:val="006277D0"/>
    <w:rsid w:val="00627F42"/>
    <w:rsid w:val="00630AD1"/>
    <w:rsid w:val="00631000"/>
    <w:rsid w:val="00631C44"/>
    <w:rsid w:val="00632DD5"/>
    <w:rsid w:val="00633992"/>
    <w:rsid w:val="006339BA"/>
    <w:rsid w:val="00634CE5"/>
    <w:rsid w:val="00635DF6"/>
    <w:rsid w:val="00636281"/>
    <w:rsid w:val="00636B16"/>
    <w:rsid w:val="00636EDA"/>
    <w:rsid w:val="006409FD"/>
    <w:rsid w:val="00640BE1"/>
    <w:rsid w:val="0064110B"/>
    <w:rsid w:val="00642D14"/>
    <w:rsid w:val="00643A77"/>
    <w:rsid w:val="0064423D"/>
    <w:rsid w:val="00644273"/>
    <w:rsid w:val="006448BE"/>
    <w:rsid w:val="00645135"/>
    <w:rsid w:val="00645335"/>
    <w:rsid w:val="006453E4"/>
    <w:rsid w:val="00645F9C"/>
    <w:rsid w:val="00646B76"/>
    <w:rsid w:val="006505FE"/>
    <w:rsid w:val="00650637"/>
    <w:rsid w:val="00650DE6"/>
    <w:rsid w:val="006510C2"/>
    <w:rsid w:val="00651E8D"/>
    <w:rsid w:val="00652131"/>
    <w:rsid w:val="00652FD9"/>
    <w:rsid w:val="0065331E"/>
    <w:rsid w:val="006539A5"/>
    <w:rsid w:val="00653AFC"/>
    <w:rsid w:val="00653F05"/>
    <w:rsid w:val="00654207"/>
    <w:rsid w:val="00654BF9"/>
    <w:rsid w:val="00655864"/>
    <w:rsid w:val="00655B3E"/>
    <w:rsid w:val="00656280"/>
    <w:rsid w:val="00656578"/>
    <w:rsid w:val="00656BD4"/>
    <w:rsid w:val="00657E37"/>
    <w:rsid w:val="006602B0"/>
    <w:rsid w:val="006608B0"/>
    <w:rsid w:val="006628E5"/>
    <w:rsid w:val="006630B1"/>
    <w:rsid w:val="006638FC"/>
    <w:rsid w:val="006646E4"/>
    <w:rsid w:val="0066686F"/>
    <w:rsid w:val="006669C4"/>
    <w:rsid w:val="00667394"/>
    <w:rsid w:val="00667FAD"/>
    <w:rsid w:val="0067181E"/>
    <w:rsid w:val="006722D0"/>
    <w:rsid w:val="006741CF"/>
    <w:rsid w:val="00674767"/>
    <w:rsid w:val="00674AA6"/>
    <w:rsid w:val="006750A0"/>
    <w:rsid w:val="006755F8"/>
    <w:rsid w:val="00675F4E"/>
    <w:rsid w:val="00676172"/>
    <w:rsid w:val="00676784"/>
    <w:rsid w:val="006768FC"/>
    <w:rsid w:val="00676BEB"/>
    <w:rsid w:val="00677D67"/>
    <w:rsid w:val="00677DB7"/>
    <w:rsid w:val="00680ACE"/>
    <w:rsid w:val="00680E4A"/>
    <w:rsid w:val="0068177B"/>
    <w:rsid w:val="006819E5"/>
    <w:rsid w:val="0068274A"/>
    <w:rsid w:val="00682877"/>
    <w:rsid w:val="006829E4"/>
    <w:rsid w:val="006835A3"/>
    <w:rsid w:val="00684D10"/>
    <w:rsid w:val="006863F5"/>
    <w:rsid w:val="006868CF"/>
    <w:rsid w:val="0068699D"/>
    <w:rsid w:val="006872B2"/>
    <w:rsid w:val="00690037"/>
    <w:rsid w:val="00692BF6"/>
    <w:rsid w:val="0069348C"/>
    <w:rsid w:val="006936B0"/>
    <w:rsid w:val="006937E8"/>
    <w:rsid w:val="00694464"/>
    <w:rsid w:val="006944DC"/>
    <w:rsid w:val="006946AB"/>
    <w:rsid w:val="00695E73"/>
    <w:rsid w:val="00695EFD"/>
    <w:rsid w:val="00697A31"/>
    <w:rsid w:val="006A0BBD"/>
    <w:rsid w:val="006A1E6D"/>
    <w:rsid w:val="006A3173"/>
    <w:rsid w:val="006A3A63"/>
    <w:rsid w:val="006A3D57"/>
    <w:rsid w:val="006A4346"/>
    <w:rsid w:val="006A4A2E"/>
    <w:rsid w:val="006A5C96"/>
    <w:rsid w:val="006A61A4"/>
    <w:rsid w:val="006A6CBE"/>
    <w:rsid w:val="006B02D1"/>
    <w:rsid w:val="006B0354"/>
    <w:rsid w:val="006B0C3A"/>
    <w:rsid w:val="006B2051"/>
    <w:rsid w:val="006B2DEB"/>
    <w:rsid w:val="006B4068"/>
    <w:rsid w:val="006B42C8"/>
    <w:rsid w:val="006B46C5"/>
    <w:rsid w:val="006B5E71"/>
    <w:rsid w:val="006C04C5"/>
    <w:rsid w:val="006C0624"/>
    <w:rsid w:val="006C09BF"/>
    <w:rsid w:val="006C1A03"/>
    <w:rsid w:val="006C1D07"/>
    <w:rsid w:val="006C2535"/>
    <w:rsid w:val="006C41B3"/>
    <w:rsid w:val="006C478D"/>
    <w:rsid w:val="006C4883"/>
    <w:rsid w:val="006C4938"/>
    <w:rsid w:val="006C5132"/>
    <w:rsid w:val="006C621F"/>
    <w:rsid w:val="006D043A"/>
    <w:rsid w:val="006D0924"/>
    <w:rsid w:val="006D0E44"/>
    <w:rsid w:val="006D1105"/>
    <w:rsid w:val="006D1B5D"/>
    <w:rsid w:val="006D1C0A"/>
    <w:rsid w:val="006D389B"/>
    <w:rsid w:val="006D4A22"/>
    <w:rsid w:val="006D4A40"/>
    <w:rsid w:val="006D5167"/>
    <w:rsid w:val="006D52FC"/>
    <w:rsid w:val="006D7A1F"/>
    <w:rsid w:val="006E0E3D"/>
    <w:rsid w:val="006E11FC"/>
    <w:rsid w:val="006E17E3"/>
    <w:rsid w:val="006E26FC"/>
    <w:rsid w:val="006E293D"/>
    <w:rsid w:val="006E3567"/>
    <w:rsid w:val="006E4BC8"/>
    <w:rsid w:val="006E4FFB"/>
    <w:rsid w:val="006E5254"/>
    <w:rsid w:val="006E7861"/>
    <w:rsid w:val="006E7D8E"/>
    <w:rsid w:val="006F0068"/>
    <w:rsid w:val="006F0BF9"/>
    <w:rsid w:val="006F0F53"/>
    <w:rsid w:val="006F1803"/>
    <w:rsid w:val="006F1BFA"/>
    <w:rsid w:val="006F214B"/>
    <w:rsid w:val="006F29A6"/>
    <w:rsid w:val="006F424E"/>
    <w:rsid w:val="006F4C0D"/>
    <w:rsid w:val="006F503F"/>
    <w:rsid w:val="006F662B"/>
    <w:rsid w:val="006F68F3"/>
    <w:rsid w:val="006F6E24"/>
    <w:rsid w:val="006F703E"/>
    <w:rsid w:val="006F717A"/>
    <w:rsid w:val="006F7E16"/>
    <w:rsid w:val="007000B7"/>
    <w:rsid w:val="007000FD"/>
    <w:rsid w:val="0070021C"/>
    <w:rsid w:val="00700796"/>
    <w:rsid w:val="0070119D"/>
    <w:rsid w:val="007016A9"/>
    <w:rsid w:val="00702B1D"/>
    <w:rsid w:val="00702C64"/>
    <w:rsid w:val="00702CEE"/>
    <w:rsid w:val="0070372F"/>
    <w:rsid w:val="007042B1"/>
    <w:rsid w:val="007042C5"/>
    <w:rsid w:val="00704519"/>
    <w:rsid w:val="00704A03"/>
    <w:rsid w:val="00704A08"/>
    <w:rsid w:val="00704E96"/>
    <w:rsid w:val="00705AB7"/>
    <w:rsid w:val="007068D9"/>
    <w:rsid w:val="007072AF"/>
    <w:rsid w:val="0071048D"/>
    <w:rsid w:val="007118C0"/>
    <w:rsid w:val="00712C39"/>
    <w:rsid w:val="0071344B"/>
    <w:rsid w:val="0071345E"/>
    <w:rsid w:val="00714206"/>
    <w:rsid w:val="0071529A"/>
    <w:rsid w:val="00715799"/>
    <w:rsid w:val="00715C03"/>
    <w:rsid w:val="00716489"/>
    <w:rsid w:val="00716B54"/>
    <w:rsid w:val="00717260"/>
    <w:rsid w:val="0071759C"/>
    <w:rsid w:val="007207DD"/>
    <w:rsid w:val="00722263"/>
    <w:rsid w:val="0072294B"/>
    <w:rsid w:val="00722B71"/>
    <w:rsid w:val="00722D5F"/>
    <w:rsid w:val="00723205"/>
    <w:rsid w:val="00723C58"/>
    <w:rsid w:val="007249DE"/>
    <w:rsid w:val="00724DA6"/>
    <w:rsid w:val="00725320"/>
    <w:rsid w:val="00725533"/>
    <w:rsid w:val="007258AE"/>
    <w:rsid w:val="0072777A"/>
    <w:rsid w:val="0073008C"/>
    <w:rsid w:val="00730CEC"/>
    <w:rsid w:val="00731170"/>
    <w:rsid w:val="0073186A"/>
    <w:rsid w:val="007330FB"/>
    <w:rsid w:val="007338F2"/>
    <w:rsid w:val="00733A62"/>
    <w:rsid w:val="0073476F"/>
    <w:rsid w:val="00735811"/>
    <w:rsid w:val="0073653B"/>
    <w:rsid w:val="007365B6"/>
    <w:rsid w:val="00736673"/>
    <w:rsid w:val="00740E5B"/>
    <w:rsid w:val="007415EA"/>
    <w:rsid w:val="00741D41"/>
    <w:rsid w:val="00742604"/>
    <w:rsid w:val="00743A09"/>
    <w:rsid w:val="007440A1"/>
    <w:rsid w:val="00744866"/>
    <w:rsid w:val="00744BF1"/>
    <w:rsid w:val="00745592"/>
    <w:rsid w:val="00745C68"/>
    <w:rsid w:val="0074691C"/>
    <w:rsid w:val="00746CFA"/>
    <w:rsid w:val="00747482"/>
    <w:rsid w:val="00747A3F"/>
    <w:rsid w:val="00747D75"/>
    <w:rsid w:val="007502B2"/>
    <w:rsid w:val="00752203"/>
    <w:rsid w:val="00754E98"/>
    <w:rsid w:val="0075507F"/>
    <w:rsid w:val="007556AA"/>
    <w:rsid w:val="00756596"/>
    <w:rsid w:val="00756D99"/>
    <w:rsid w:val="00756F8A"/>
    <w:rsid w:val="00760A63"/>
    <w:rsid w:val="007616B1"/>
    <w:rsid w:val="00762C45"/>
    <w:rsid w:val="007638AA"/>
    <w:rsid w:val="00763B32"/>
    <w:rsid w:val="007654BC"/>
    <w:rsid w:val="00765703"/>
    <w:rsid w:val="007659A8"/>
    <w:rsid w:val="00766416"/>
    <w:rsid w:val="00766682"/>
    <w:rsid w:val="007666A9"/>
    <w:rsid w:val="00767C42"/>
    <w:rsid w:val="007714F0"/>
    <w:rsid w:val="00773498"/>
    <w:rsid w:val="007751EA"/>
    <w:rsid w:val="00775958"/>
    <w:rsid w:val="007768F6"/>
    <w:rsid w:val="00777489"/>
    <w:rsid w:val="00780890"/>
    <w:rsid w:val="0078106E"/>
    <w:rsid w:val="00781A1D"/>
    <w:rsid w:val="0078216D"/>
    <w:rsid w:val="00782AD1"/>
    <w:rsid w:val="00782E92"/>
    <w:rsid w:val="0078453B"/>
    <w:rsid w:val="00785509"/>
    <w:rsid w:val="00786589"/>
    <w:rsid w:val="00786641"/>
    <w:rsid w:val="00786843"/>
    <w:rsid w:val="00786C88"/>
    <w:rsid w:val="0079016D"/>
    <w:rsid w:val="007906F8"/>
    <w:rsid w:val="00791DFF"/>
    <w:rsid w:val="007920B7"/>
    <w:rsid w:val="0079331D"/>
    <w:rsid w:val="00794F2A"/>
    <w:rsid w:val="00794F2E"/>
    <w:rsid w:val="00795334"/>
    <w:rsid w:val="00797A8D"/>
    <w:rsid w:val="00797C81"/>
    <w:rsid w:val="007A0AA2"/>
    <w:rsid w:val="007A0C24"/>
    <w:rsid w:val="007A1A01"/>
    <w:rsid w:val="007A1D9D"/>
    <w:rsid w:val="007A1DED"/>
    <w:rsid w:val="007A2559"/>
    <w:rsid w:val="007A3B33"/>
    <w:rsid w:val="007A4C6F"/>
    <w:rsid w:val="007A5ABD"/>
    <w:rsid w:val="007A603C"/>
    <w:rsid w:val="007A6E5B"/>
    <w:rsid w:val="007A71BB"/>
    <w:rsid w:val="007B0CE0"/>
    <w:rsid w:val="007B1066"/>
    <w:rsid w:val="007B1C51"/>
    <w:rsid w:val="007B2291"/>
    <w:rsid w:val="007B267B"/>
    <w:rsid w:val="007B3A82"/>
    <w:rsid w:val="007B4A21"/>
    <w:rsid w:val="007B5525"/>
    <w:rsid w:val="007B55AF"/>
    <w:rsid w:val="007B58E6"/>
    <w:rsid w:val="007B6C4D"/>
    <w:rsid w:val="007C08BE"/>
    <w:rsid w:val="007C0F0F"/>
    <w:rsid w:val="007C3662"/>
    <w:rsid w:val="007C40E4"/>
    <w:rsid w:val="007C45CA"/>
    <w:rsid w:val="007C6CDB"/>
    <w:rsid w:val="007C7145"/>
    <w:rsid w:val="007C76A9"/>
    <w:rsid w:val="007D009A"/>
    <w:rsid w:val="007D08DF"/>
    <w:rsid w:val="007D1C27"/>
    <w:rsid w:val="007D28B2"/>
    <w:rsid w:val="007D2B85"/>
    <w:rsid w:val="007D5294"/>
    <w:rsid w:val="007D5D25"/>
    <w:rsid w:val="007D6BCD"/>
    <w:rsid w:val="007D7C0D"/>
    <w:rsid w:val="007E0273"/>
    <w:rsid w:val="007E0F87"/>
    <w:rsid w:val="007E114E"/>
    <w:rsid w:val="007E3317"/>
    <w:rsid w:val="007E34AB"/>
    <w:rsid w:val="007E3800"/>
    <w:rsid w:val="007E3E33"/>
    <w:rsid w:val="007E5748"/>
    <w:rsid w:val="007E748F"/>
    <w:rsid w:val="007F093E"/>
    <w:rsid w:val="007F0ECC"/>
    <w:rsid w:val="007F1533"/>
    <w:rsid w:val="007F1545"/>
    <w:rsid w:val="007F1592"/>
    <w:rsid w:val="007F2352"/>
    <w:rsid w:val="007F278F"/>
    <w:rsid w:val="007F3320"/>
    <w:rsid w:val="007F3E64"/>
    <w:rsid w:val="007F41C0"/>
    <w:rsid w:val="007F48F0"/>
    <w:rsid w:val="007F4C32"/>
    <w:rsid w:val="007F5A29"/>
    <w:rsid w:val="007F76DC"/>
    <w:rsid w:val="007F78E2"/>
    <w:rsid w:val="007F7DF4"/>
    <w:rsid w:val="008002E2"/>
    <w:rsid w:val="00800CB7"/>
    <w:rsid w:val="00801866"/>
    <w:rsid w:val="008019F4"/>
    <w:rsid w:val="008025EE"/>
    <w:rsid w:val="00802CEF"/>
    <w:rsid w:val="00805190"/>
    <w:rsid w:val="008052EB"/>
    <w:rsid w:val="00805A7B"/>
    <w:rsid w:val="00805C20"/>
    <w:rsid w:val="00806067"/>
    <w:rsid w:val="008069B7"/>
    <w:rsid w:val="00810735"/>
    <w:rsid w:val="008109B2"/>
    <w:rsid w:val="00811FA9"/>
    <w:rsid w:val="00813306"/>
    <w:rsid w:val="008138CE"/>
    <w:rsid w:val="008144A5"/>
    <w:rsid w:val="008155FA"/>
    <w:rsid w:val="00815F97"/>
    <w:rsid w:val="00816263"/>
    <w:rsid w:val="00816BA8"/>
    <w:rsid w:val="00816D31"/>
    <w:rsid w:val="00817EC3"/>
    <w:rsid w:val="0082063A"/>
    <w:rsid w:val="00821EAB"/>
    <w:rsid w:val="0082334B"/>
    <w:rsid w:val="0082364E"/>
    <w:rsid w:val="00825226"/>
    <w:rsid w:val="00827180"/>
    <w:rsid w:val="0082744F"/>
    <w:rsid w:val="0083052B"/>
    <w:rsid w:val="00830C0C"/>
    <w:rsid w:val="00831A86"/>
    <w:rsid w:val="00831B8A"/>
    <w:rsid w:val="00831E25"/>
    <w:rsid w:val="00833092"/>
    <w:rsid w:val="00833771"/>
    <w:rsid w:val="008345BB"/>
    <w:rsid w:val="008355F2"/>
    <w:rsid w:val="00835D74"/>
    <w:rsid w:val="0083658A"/>
    <w:rsid w:val="008406DB"/>
    <w:rsid w:val="008423A6"/>
    <w:rsid w:val="00843267"/>
    <w:rsid w:val="008446C9"/>
    <w:rsid w:val="00844F98"/>
    <w:rsid w:val="0084589B"/>
    <w:rsid w:val="008461E4"/>
    <w:rsid w:val="00846694"/>
    <w:rsid w:val="00847300"/>
    <w:rsid w:val="00847BC7"/>
    <w:rsid w:val="00850783"/>
    <w:rsid w:val="008507D1"/>
    <w:rsid w:val="008509C2"/>
    <w:rsid w:val="00850BE8"/>
    <w:rsid w:val="00850D23"/>
    <w:rsid w:val="00853078"/>
    <w:rsid w:val="00853FE6"/>
    <w:rsid w:val="00854287"/>
    <w:rsid w:val="00854BEA"/>
    <w:rsid w:val="008554D8"/>
    <w:rsid w:val="0085577F"/>
    <w:rsid w:val="008564D0"/>
    <w:rsid w:val="00857167"/>
    <w:rsid w:val="00857CA1"/>
    <w:rsid w:val="00860774"/>
    <w:rsid w:val="00860A95"/>
    <w:rsid w:val="008614A2"/>
    <w:rsid w:val="00861F78"/>
    <w:rsid w:val="00862778"/>
    <w:rsid w:val="008628A9"/>
    <w:rsid w:val="00862F8F"/>
    <w:rsid w:val="00863692"/>
    <w:rsid w:val="00863F52"/>
    <w:rsid w:val="00864363"/>
    <w:rsid w:val="00864679"/>
    <w:rsid w:val="00864837"/>
    <w:rsid w:val="008650B0"/>
    <w:rsid w:val="0086591B"/>
    <w:rsid w:val="00865ABD"/>
    <w:rsid w:val="00865CA5"/>
    <w:rsid w:val="00865E92"/>
    <w:rsid w:val="0086675A"/>
    <w:rsid w:val="00866E09"/>
    <w:rsid w:val="00870A69"/>
    <w:rsid w:val="00870BD6"/>
    <w:rsid w:val="00871473"/>
    <w:rsid w:val="00871498"/>
    <w:rsid w:val="0087300D"/>
    <w:rsid w:val="00873258"/>
    <w:rsid w:val="00873C15"/>
    <w:rsid w:val="00873EB2"/>
    <w:rsid w:val="00873F71"/>
    <w:rsid w:val="0087473D"/>
    <w:rsid w:val="008748AE"/>
    <w:rsid w:val="008759EF"/>
    <w:rsid w:val="008769DC"/>
    <w:rsid w:val="00877F13"/>
    <w:rsid w:val="00880062"/>
    <w:rsid w:val="00881EB2"/>
    <w:rsid w:val="0088221D"/>
    <w:rsid w:val="008822AD"/>
    <w:rsid w:val="0088349E"/>
    <w:rsid w:val="0088370D"/>
    <w:rsid w:val="00883B24"/>
    <w:rsid w:val="008845F8"/>
    <w:rsid w:val="00884D5D"/>
    <w:rsid w:val="00885348"/>
    <w:rsid w:val="00887D20"/>
    <w:rsid w:val="00890BAD"/>
    <w:rsid w:val="00893161"/>
    <w:rsid w:val="00893F5E"/>
    <w:rsid w:val="00894233"/>
    <w:rsid w:val="008944B6"/>
    <w:rsid w:val="0089488A"/>
    <w:rsid w:val="00894C31"/>
    <w:rsid w:val="00894E6D"/>
    <w:rsid w:val="00895561"/>
    <w:rsid w:val="0089629E"/>
    <w:rsid w:val="008967D5"/>
    <w:rsid w:val="00897275"/>
    <w:rsid w:val="00897CA0"/>
    <w:rsid w:val="00897FC3"/>
    <w:rsid w:val="008A00F1"/>
    <w:rsid w:val="008A1631"/>
    <w:rsid w:val="008A1C10"/>
    <w:rsid w:val="008A2513"/>
    <w:rsid w:val="008A251C"/>
    <w:rsid w:val="008A268F"/>
    <w:rsid w:val="008A28D2"/>
    <w:rsid w:val="008A34F1"/>
    <w:rsid w:val="008A362D"/>
    <w:rsid w:val="008A4114"/>
    <w:rsid w:val="008A419A"/>
    <w:rsid w:val="008A4FAB"/>
    <w:rsid w:val="008A5506"/>
    <w:rsid w:val="008A5A70"/>
    <w:rsid w:val="008A625B"/>
    <w:rsid w:val="008A6C9F"/>
    <w:rsid w:val="008A7387"/>
    <w:rsid w:val="008A7462"/>
    <w:rsid w:val="008A7C39"/>
    <w:rsid w:val="008A7D8D"/>
    <w:rsid w:val="008B0B18"/>
    <w:rsid w:val="008B0CB8"/>
    <w:rsid w:val="008B1C0D"/>
    <w:rsid w:val="008B1DE3"/>
    <w:rsid w:val="008B1ECB"/>
    <w:rsid w:val="008B495F"/>
    <w:rsid w:val="008B58A7"/>
    <w:rsid w:val="008B5B1D"/>
    <w:rsid w:val="008B5FD3"/>
    <w:rsid w:val="008B7658"/>
    <w:rsid w:val="008C0614"/>
    <w:rsid w:val="008C079D"/>
    <w:rsid w:val="008C30C4"/>
    <w:rsid w:val="008C3883"/>
    <w:rsid w:val="008C3AD7"/>
    <w:rsid w:val="008C4669"/>
    <w:rsid w:val="008C59F6"/>
    <w:rsid w:val="008C5FC0"/>
    <w:rsid w:val="008C621E"/>
    <w:rsid w:val="008C6EF3"/>
    <w:rsid w:val="008C7384"/>
    <w:rsid w:val="008C77DD"/>
    <w:rsid w:val="008C7B05"/>
    <w:rsid w:val="008D16D3"/>
    <w:rsid w:val="008D1F33"/>
    <w:rsid w:val="008D224F"/>
    <w:rsid w:val="008D29BE"/>
    <w:rsid w:val="008D2C5B"/>
    <w:rsid w:val="008D3960"/>
    <w:rsid w:val="008D576E"/>
    <w:rsid w:val="008D5E06"/>
    <w:rsid w:val="008D7507"/>
    <w:rsid w:val="008E0E44"/>
    <w:rsid w:val="008E1A00"/>
    <w:rsid w:val="008E26D8"/>
    <w:rsid w:val="008E2F42"/>
    <w:rsid w:val="008E38E0"/>
    <w:rsid w:val="008E47CB"/>
    <w:rsid w:val="008E4F87"/>
    <w:rsid w:val="008E5046"/>
    <w:rsid w:val="008E51E4"/>
    <w:rsid w:val="008E59D6"/>
    <w:rsid w:val="008E5D86"/>
    <w:rsid w:val="008E5F08"/>
    <w:rsid w:val="008E7063"/>
    <w:rsid w:val="008E7F93"/>
    <w:rsid w:val="008F0723"/>
    <w:rsid w:val="008F14FA"/>
    <w:rsid w:val="008F178A"/>
    <w:rsid w:val="008F1C02"/>
    <w:rsid w:val="008F2B5C"/>
    <w:rsid w:val="008F2B7C"/>
    <w:rsid w:val="008F3AB9"/>
    <w:rsid w:val="008F4CAE"/>
    <w:rsid w:val="008F7920"/>
    <w:rsid w:val="00900684"/>
    <w:rsid w:val="009013C1"/>
    <w:rsid w:val="00901C2C"/>
    <w:rsid w:val="00902B9C"/>
    <w:rsid w:val="009036BF"/>
    <w:rsid w:val="009041AA"/>
    <w:rsid w:val="009053CB"/>
    <w:rsid w:val="009101DD"/>
    <w:rsid w:val="00913584"/>
    <w:rsid w:val="00913B66"/>
    <w:rsid w:val="00913D52"/>
    <w:rsid w:val="00914275"/>
    <w:rsid w:val="00914842"/>
    <w:rsid w:val="00914D75"/>
    <w:rsid w:val="00914E71"/>
    <w:rsid w:val="0091529B"/>
    <w:rsid w:val="00915E09"/>
    <w:rsid w:val="00916123"/>
    <w:rsid w:val="009166A5"/>
    <w:rsid w:val="009166E5"/>
    <w:rsid w:val="00916C27"/>
    <w:rsid w:val="009216E6"/>
    <w:rsid w:val="00921E65"/>
    <w:rsid w:val="009240B9"/>
    <w:rsid w:val="009257B9"/>
    <w:rsid w:val="00925A3F"/>
    <w:rsid w:val="00925A4B"/>
    <w:rsid w:val="0092615F"/>
    <w:rsid w:val="00926A78"/>
    <w:rsid w:val="0092760F"/>
    <w:rsid w:val="00930072"/>
    <w:rsid w:val="00930F4A"/>
    <w:rsid w:val="009312FB"/>
    <w:rsid w:val="009315D5"/>
    <w:rsid w:val="009316B4"/>
    <w:rsid w:val="00931D76"/>
    <w:rsid w:val="009324A6"/>
    <w:rsid w:val="00932D9F"/>
    <w:rsid w:val="009332D1"/>
    <w:rsid w:val="009347C2"/>
    <w:rsid w:val="009350F2"/>
    <w:rsid w:val="0093539D"/>
    <w:rsid w:val="009355FB"/>
    <w:rsid w:val="009357BC"/>
    <w:rsid w:val="0093678F"/>
    <w:rsid w:val="00937A72"/>
    <w:rsid w:val="0094089C"/>
    <w:rsid w:val="00943ABE"/>
    <w:rsid w:val="00944684"/>
    <w:rsid w:val="00944992"/>
    <w:rsid w:val="009455C1"/>
    <w:rsid w:val="00945CF1"/>
    <w:rsid w:val="0094602B"/>
    <w:rsid w:val="0094683D"/>
    <w:rsid w:val="00946C01"/>
    <w:rsid w:val="00947684"/>
    <w:rsid w:val="00947766"/>
    <w:rsid w:val="0094792D"/>
    <w:rsid w:val="00947DA4"/>
    <w:rsid w:val="0095022F"/>
    <w:rsid w:val="0095094B"/>
    <w:rsid w:val="00951387"/>
    <w:rsid w:val="009517D0"/>
    <w:rsid w:val="00951E9F"/>
    <w:rsid w:val="00952D49"/>
    <w:rsid w:val="00952E9E"/>
    <w:rsid w:val="00953FB2"/>
    <w:rsid w:val="00954BF3"/>
    <w:rsid w:val="00954C24"/>
    <w:rsid w:val="009557E7"/>
    <w:rsid w:val="009564C1"/>
    <w:rsid w:val="00956B38"/>
    <w:rsid w:val="009570D5"/>
    <w:rsid w:val="00957D13"/>
    <w:rsid w:val="009601C7"/>
    <w:rsid w:val="00961653"/>
    <w:rsid w:val="00962313"/>
    <w:rsid w:val="00962709"/>
    <w:rsid w:val="00962901"/>
    <w:rsid w:val="00962E8D"/>
    <w:rsid w:val="009631C7"/>
    <w:rsid w:val="00963775"/>
    <w:rsid w:val="0096392C"/>
    <w:rsid w:val="00965929"/>
    <w:rsid w:val="00965B4D"/>
    <w:rsid w:val="00966616"/>
    <w:rsid w:val="00966A23"/>
    <w:rsid w:val="0097029B"/>
    <w:rsid w:val="009709E0"/>
    <w:rsid w:val="0097238A"/>
    <w:rsid w:val="009734AC"/>
    <w:rsid w:val="009737FD"/>
    <w:rsid w:val="00973E0B"/>
    <w:rsid w:val="00974A5D"/>
    <w:rsid w:val="00975915"/>
    <w:rsid w:val="0097618F"/>
    <w:rsid w:val="00976928"/>
    <w:rsid w:val="00976EC7"/>
    <w:rsid w:val="0097765C"/>
    <w:rsid w:val="009807A3"/>
    <w:rsid w:val="00981129"/>
    <w:rsid w:val="00981F92"/>
    <w:rsid w:val="009822D5"/>
    <w:rsid w:val="00982904"/>
    <w:rsid w:val="00983933"/>
    <w:rsid w:val="00984810"/>
    <w:rsid w:val="00984E9C"/>
    <w:rsid w:val="00985412"/>
    <w:rsid w:val="009855A9"/>
    <w:rsid w:val="00985D29"/>
    <w:rsid w:val="009870C1"/>
    <w:rsid w:val="00987C8B"/>
    <w:rsid w:val="00990072"/>
    <w:rsid w:val="00990451"/>
    <w:rsid w:val="00990772"/>
    <w:rsid w:val="009914D5"/>
    <w:rsid w:val="009924F8"/>
    <w:rsid w:val="009927EB"/>
    <w:rsid w:val="0099310A"/>
    <w:rsid w:val="00994D59"/>
    <w:rsid w:val="00996F76"/>
    <w:rsid w:val="00997411"/>
    <w:rsid w:val="00997D97"/>
    <w:rsid w:val="00997E7C"/>
    <w:rsid w:val="009A08AA"/>
    <w:rsid w:val="009A0F58"/>
    <w:rsid w:val="009A2433"/>
    <w:rsid w:val="009A26C2"/>
    <w:rsid w:val="009A3B05"/>
    <w:rsid w:val="009A4F48"/>
    <w:rsid w:val="009A5443"/>
    <w:rsid w:val="009A5594"/>
    <w:rsid w:val="009A61E8"/>
    <w:rsid w:val="009A6927"/>
    <w:rsid w:val="009A6E0F"/>
    <w:rsid w:val="009A78D4"/>
    <w:rsid w:val="009A7FC0"/>
    <w:rsid w:val="009B0060"/>
    <w:rsid w:val="009B15C4"/>
    <w:rsid w:val="009B1637"/>
    <w:rsid w:val="009B1816"/>
    <w:rsid w:val="009B18A8"/>
    <w:rsid w:val="009B2D71"/>
    <w:rsid w:val="009B4497"/>
    <w:rsid w:val="009B4A4D"/>
    <w:rsid w:val="009B4E98"/>
    <w:rsid w:val="009B5751"/>
    <w:rsid w:val="009B5B5F"/>
    <w:rsid w:val="009B5BAB"/>
    <w:rsid w:val="009B5D4B"/>
    <w:rsid w:val="009B6A97"/>
    <w:rsid w:val="009B74F2"/>
    <w:rsid w:val="009B76E2"/>
    <w:rsid w:val="009B7E0B"/>
    <w:rsid w:val="009C0242"/>
    <w:rsid w:val="009C0819"/>
    <w:rsid w:val="009C2655"/>
    <w:rsid w:val="009C31DC"/>
    <w:rsid w:val="009C33F3"/>
    <w:rsid w:val="009C3B82"/>
    <w:rsid w:val="009C3CBF"/>
    <w:rsid w:val="009C3E4A"/>
    <w:rsid w:val="009C51F2"/>
    <w:rsid w:val="009C5C00"/>
    <w:rsid w:val="009C5C33"/>
    <w:rsid w:val="009C65E3"/>
    <w:rsid w:val="009C6DAF"/>
    <w:rsid w:val="009C71F6"/>
    <w:rsid w:val="009C75D0"/>
    <w:rsid w:val="009C7A46"/>
    <w:rsid w:val="009D0163"/>
    <w:rsid w:val="009D131C"/>
    <w:rsid w:val="009D1E2C"/>
    <w:rsid w:val="009D1F7C"/>
    <w:rsid w:val="009D20EF"/>
    <w:rsid w:val="009D2743"/>
    <w:rsid w:val="009D3040"/>
    <w:rsid w:val="009D3707"/>
    <w:rsid w:val="009D3E45"/>
    <w:rsid w:val="009D3F66"/>
    <w:rsid w:val="009D4AE9"/>
    <w:rsid w:val="009D6EFA"/>
    <w:rsid w:val="009E013C"/>
    <w:rsid w:val="009E0F0D"/>
    <w:rsid w:val="009E1255"/>
    <w:rsid w:val="009E2DCC"/>
    <w:rsid w:val="009E3C19"/>
    <w:rsid w:val="009E3D8B"/>
    <w:rsid w:val="009E5ECF"/>
    <w:rsid w:val="009E5EF1"/>
    <w:rsid w:val="009E6DFA"/>
    <w:rsid w:val="009E6FBB"/>
    <w:rsid w:val="009E7660"/>
    <w:rsid w:val="009E7666"/>
    <w:rsid w:val="009E7B2E"/>
    <w:rsid w:val="009F00AA"/>
    <w:rsid w:val="009F1D11"/>
    <w:rsid w:val="009F268A"/>
    <w:rsid w:val="009F3065"/>
    <w:rsid w:val="009F5A0C"/>
    <w:rsid w:val="009F618A"/>
    <w:rsid w:val="009F7341"/>
    <w:rsid w:val="00A018BA"/>
    <w:rsid w:val="00A01F78"/>
    <w:rsid w:val="00A02E72"/>
    <w:rsid w:val="00A03CB3"/>
    <w:rsid w:val="00A05B0A"/>
    <w:rsid w:val="00A06A24"/>
    <w:rsid w:val="00A07574"/>
    <w:rsid w:val="00A075B5"/>
    <w:rsid w:val="00A07D9D"/>
    <w:rsid w:val="00A1066C"/>
    <w:rsid w:val="00A12B36"/>
    <w:rsid w:val="00A13486"/>
    <w:rsid w:val="00A1390F"/>
    <w:rsid w:val="00A14456"/>
    <w:rsid w:val="00A14CAB"/>
    <w:rsid w:val="00A15DAB"/>
    <w:rsid w:val="00A15DDC"/>
    <w:rsid w:val="00A167FE"/>
    <w:rsid w:val="00A1695F"/>
    <w:rsid w:val="00A200E6"/>
    <w:rsid w:val="00A20DE0"/>
    <w:rsid w:val="00A21DFF"/>
    <w:rsid w:val="00A22288"/>
    <w:rsid w:val="00A2356E"/>
    <w:rsid w:val="00A2404B"/>
    <w:rsid w:val="00A24417"/>
    <w:rsid w:val="00A24811"/>
    <w:rsid w:val="00A24BDE"/>
    <w:rsid w:val="00A25923"/>
    <w:rsid w:val="00A26116"/>
    <w:rsid w:val="00A26167"/>
    <w:rsid w:val="00A26B89"/>
    <w:rsid w:val="00A273DF"/>
    <w:rsid w:val="00A27834"/>
    <w:rsid w:val="00A30AEE"/>
    <w:rsid w:val="00A31886"/>
    <w:rsid w:val="00A3386E"/>
    <w:rsid w:val="00A339D0"/>
    <w:rsid w:val="00A33D39"/>
    <w:rsid w:val="00A33FCA"/>
    <w:rsid w:val="00A3510B"/>
    <w:rsid w:val="00A35795"/>
    <w:rsid w:val="00A3595F"/>
    <w:rsid w:val="00A36003"/>
    <w:rsid w:val="00A36459"/>
    <w:rsid w:val="00A36B4A"/>
    <w:rsid w:val="00A36DA5"/>
    <w:rsid w:val="00A37D8B"/>
    <w:rsid w:val="00A41749"/>
    <w:rsid w:val="00A42189"/>
    <w:rsid w:val="00A427E6"/>
    <w:rsid w:val="00A4388B"/>
    <w:rsid w:val="00A45BCC"/>
    <w:rsid w:val="00A46085"/>
    <w:rsid w:val="00A47613"/>
    <w:rsid w:val="00A47A8D"/>
    <w:rsid w:val="00A52413"/>
    <w:rsid w:val="00A53A77"/>
    <w:rsid w:val="00A55D33"/>
    <w:rsid w:val="00A56F0A"/>
    <w:rsid w:val="00A57EC0"/>
    <w:rsid w:val="00A6098C"/>
    <w:rsid w:val="00A60CE2"/>
    <w:rsid w:val="00A61113"/>
    <w:rsid w:val="00A6210C"/>
    <w:rsid w:val="00A623F9"/>
    <w:rsid w:val="00A63356"/>
    <w:rsid w:val="00A650CE"/>
    <w:rsid w:val="00A6525B"/>
    <w:rsid w:val="00A65A9C"/>
    <w:rsid w:val="00A65AB3"/>
    <w:rsid w:val="00A65D2A"/>
    <w:rsid w:val="00A6632F"/>
    <w:rsid w:val="00A6764D"/>
    <w:rsid w:val="00A67F9F"/>
    <w:rsid w:val="00A67FA9"/>
    <w:rsid w:val="00A70977"/>
    <w:rsid w:val="00A7168B"/>
    <w:rsid w:val="00A72567"/>
    <w:rsid w:val="00A74C44"/>
    <w:rsid w:val="00A74E05"/>
    <w:rsid w:val="00A7514E"/>
    <w:rsid w:val="00A7529C"/>
    <w:rsid w:val="00A75553"/>
    <w:rsid w:val="00A7571F"/>
    <w:rsid w:val="00A763D8"/>
    <w:rsid w:val="00A76DEA"/>
    <w:rsid w:val="00A7766C"/>
    <w:rsid w:val="00A77E56"/>
    <w:rsid w:val="00A77FD1"/>
    <w:rsid w:val="00A824BA"/>
    <w:rsid w:val="00A82CBD"/>
    <w:rsid w:val="00A82F02"/>
    <w:rsid w:val="00A832EE"/>
    <w:rsid w:val="00A84233"/>
    <w:rsid w:val="00A84586"/>
    <w:rsid w:val="00A86584"/>
    <w:rsid w:val="00A878A6"/>
    <w:rsid w:val="00A87FC0"/>
    <w:rsid w:val="00A900B4"/>
    <w:rsid w:val="00A90379"/>
    <w:rsid w:val="00A9056B"/>
    <w:rsid w:val="00A91130"/>
    <w:rsid w:val="00A92755"/>
    <w:rsid w:val="00A93D98"/>
    <w:rsid w:val="00A9420A"/>
    <w:rsid w:val="00A9483F"/>
    <w:rsid w:val="00A95641"/>
    <w:rsid w:val="00A9586E"/>
    <w:rsid w:val="00A97482"/>
    <w:rsid w:val="00A97532"/>
    <w:rsid w:val="00AA08F0"/>
    <w:rsid w:val="00AA192E"/>
    <w:rsid w:val="00AA1B66"/>
    <w:rsid w:val="00AA28FE"/>
    <w:rsid w:val="00AA31B7"/>
    <w:rsid w:val="00AA4C98"/>
    <w:rsid w:val="00AA534A"/>
    <w:rsid w:val="00AA6884"/>
    <w:rsid w:val="00AB13CD"/>
    <w:rsid w:val="00AB22D1"/>
    <w:rsid w:val="00AB3B30"/>
    <w:rsid w:val="00AB3FD9"/>
    <w:rsid w:val="00AB42A6"/>
    <w:rsid w:val="00AB455A"/>
    <w:rsid w:val="00AB490E"/>
    <w:rsid w:val="00AB53BB"/>
    <w:rsid w:val="00AB6C65"/>
    <w:rsid w:val="00AB736F"/>
    <w:rsid w:val="00AB7CE9"/>
    <w:rsid w:val="00AB7D5C"/>
    <w:rsid w:val="00AC09ED"/>
    <w:rsid w:val="00AC0CA6"/>
    <w:rsid w:val="00AC189B"/>
    <w:rsid w:val="00AC3583"/>
    <w:rsid w:val="00AC3587"/>
    <w:rsid w:val="00AC35FA"/>
    <w:rsid w:val="00AC3655"/>
    <w:rsid w:val="00AC42BA"/>
    <w:rsid w:val="00AC46C5"/>
    <w:rsid w:val="00AC4F7C"/>
    <w:rsid w:val="00AC5C9B"/>
    <w:rsid w:val="00AC6B35"/>
    <w:rsid w:val="00AC6EF0"/>
    <w:rsid w:val="00AC7D5F"/>
    <w:rsid w:val="00AD0498"/>
    <w:rsid w:val="00AD064D"/>
    <w:rsid w:val="00AD3681"/>
    <w:rsid w:val="00AD5263"/>
    <w:rsid w:val="00AD53B0"/>
    <w:rsid w:val="00AD6315"/>
    <w:rsid w:val="00AD634E"/>
    <w:rsid w:val="00AD6D59"/>
    <w:rsid w:val="00AD74AF"/>
    <w:rsid w:val="00AD7EAA"/>
    <w:rsid w:val="00AE1175"/>
    <w:rsid w:val="00AE13F1"/>
    <w:rsid w:val="00AE16C6"/>
    <w:rsid w:val="00AE4EF8"/>
    <w:rsid w:val="00AE5116"/>
    <w:rsid w:val="00AE60B4"/>
    <w:rsid w:val="00AE681D"/>
    <w:rsid w:val="00AE759B"/>
    <w:rsid w:val="00AF0BE0"/>
    <w:rsid w:val="00AF1551"/>
    <w:rsid w:val="00AF2490"/>
    <w:rsid w:val="00AF2F39"/>
    <w:rsid w:val="00AF2F5A"/>
    <w:rsid w:val="00AF3A2A"/>
    <w:rsid w:val="00AF4575"/>
    <w:rsid w:val="00AF594D"/>
    <w:rsid w:val="00AF61E8"/>
    <w:rsid w:val="00AF625A"/>
    <w:rsid w:val="00AF703A"/>
    <w:rsid w:val="00AF7594"/>
    <w:rsid w:val="00AF7AAA"/>
    <w:rsid w:val="00AF7F18"/>
    <w:rsid w:val="00B003AD"/>
    <w:rsid w:val="00B00515"/>
    <w:rsid w:val="00B00CE8"/>
    <w:rsid w:val="00B013DD"/>
    <w:rsid w:val="00B01E3F"/>
    <w:rsid w:val="00B01EAA"/>
    <w:rsid w:val="00B01FB4"/>
    <w:rsid w:val="00B045D8"/>
    <w:rsid w:val="00B0519C"/>
    <w:rsid w:val="00B051BC"/>
    <w:rsid w:val="00B051EE"/>
    <w:rsid w:val="00B06144"/>
    <w:rsid w:val="00B06B26"/>
    <w:rsid w:val="00B0764B"/>
    <w:rsid w:val="00B10160"/>
    <w:rsid w:val="00B11136"/>
    <w:rsid w:val="00B12032"/>
    <w:rsid w:val="00B12818"/>
    <w:rsid w:val="00B13024"/>
    <w:rsid w:val="00B1302C"/>
    <w:rsid w:val="00B143A1"/>
    <w:rsid w:val="00B151AB"/>
    <w:rsid w:val="00B1554A"/>
    <w:rsid w:val="00B15D86"/>
    <w:rsid w:val="00B16517"/>
    <w:rsid w:val="00B16B5A"/>
    <w:rsid w:val="00B16BE1"/>
    <w:rsid w:val="00B16C8F"/>
    <w:rsid w:val="00B171D5"/>
    <w:rsid w:val="00B20F7D"/>
    <w:rsid w:val="00B212B8"/>
    <w:rsid w:val="00B213B0"/>
    <w:rsid w:val="00B220FD"/>
    <w:rsid w:val="00B2327D"/>
    <w:rsid w:val="00B236C0"/>
    <w:rsid w:val="00B2391A"/>
    <w:rsid w:val="00B25198"/>
    <w:rsid w:val="00B26646"/>
    <w:rsid w:val="00B30120"/>
    <w:rsid w:val="00B309FB"/>
    <w:rsid w:val="00B30B8B"/>
    <w:rsid w:val="00B3237B"/>
    <w:rsid w:val="00B32B21"/>
    <w:rsid w:val="00B347D9"/>
    <w:rsid w:val="00B36384"/>
    <w:rsid w:val="00B379B4"/>
    <w:rsid w:val="00B37BA1"/>
    <w:rsid w:val="00B40499"/>
    <w:rsid w:val="00B43ADF"/>
    <w:rsid w:val="00B4615A"/>
    <w:rsid w:val="00B467AB"/>
    <w:rsid w:val="00B468C8"/>
    <w:rsid w:val="00B472E8"/>
    <w:rsid w:val="00B473CC"/>
    <w:rsid w:val="00B4795D"/>
    <w:rsid w:val="00B5062D"/>
    <w:rsid w:val="00B51069"/>
    <w:rsid w:val="00B51078"/>
    <w:rsid w:val="00B51C8A"/>
    <w:rsid w:val="00B52280"/>
    <w:rsid w:val="00B52CC8"/>
    <w:rsid w:val="00B52DA4"/>
    <w:rsid w:val="00B5381D"/>
    <w:rsid w:val="00B53958"/>
    <w:rsid w:val="00B53EA0"/>
    <w:rsid w:val="00B53F63"/>
    <w:rsid w:val="00B53F76"/>
    <w:rsid w:val="00B53F82"/>
    <w:rsid w:val="00B5438B"/>
    <w:rsid w:val="00B5471E"/>
    <w:rsid w:val="00B54DD4"/>
    <w:rsid w:val="00B54E55"/>
    <w:rsid w:val="00B5520C"/>
    <w:rsid w:val="00B5557C"/>
    <w:rsid w:val="00B60506"/>
    <w:rsid w:val="00B60D7D"/>
    <w:rsid w:val="00B619EB"/>
    <w:rsid w:val="00B62D99"/>
    <w:rsid w:val="00B62E74"/>
    <w:rsid w:val="00B64186"/>
    <w:rsid w:val="00B64A6A"/>
    <w:rsid w:val="00B64C08"/>
    <w:rsid w:val="00B653C8"/>
    <w:rsid w:val="00B65947"/>
    <w:rsid w:val="00B65A7D"/>
    <w:rsid w:val="00B65AA3"/>
    <w:rsid w:val="00B662D1"/>
    <w:rsid w:val="00B66485"/>
    <w:rsid w:val="00B66BD8"/>
    <w:rsid w:val="00B6790A"/>
    <w:rsid w:val="00B67C6E"/>
    <w:rsid w:val="00B70564"/>
    <w:rsid w:val="00B70724"/>
    <w:rsid w:val="00B70790"/>
    <w:rsid w:val="00B711EE"/>
    <w:rsid w:val="00B71765"/>
    <w:rsid w:val="00B71A47"/>
    <w:rsid w:val="00B71C33"/>
    <w:rsid w:val="00B71DFB"/>
    <w:rsid w:val="00B7210B"/>
    <w:rsid w:val="00B728B2"/>
    <w:rsid w:val="00B72B57"/>
    <w:rsid w:val="00B72C2E"/>
    <w:rsid w:val="00B7355B"/>
    <w:rsid w:val="00B73742"/>
    <w:rsid w:val="00B74260"/>
    <w:rsid w:val="00B74801"/>
    <w:rsid w:val="00B74999"/>
    <w:rsid w:val="00B7515E"/>
    <w:rsid w:val="00B761CB"/>
    <w:rsid w:val="00B76CB1"/>
    <w:rsid w:val="00B7730D"/>
    <w:rsid w:val="00B776BF"/>
    <w:rsid w:val="00B801F9"/>
    <w:rsid w:val="00B803D8"/>
    <w:rsid w:val="00B8071A"/>
    <w:rsid w:val="00B8198B"/>
    <w:rsid w:val="00B82751"/>
    <w:rsid w:val="00B82EA9"/>
    <w:rsid w:val="00B8307C"/>
    <w:rsid w:val="00B84093"/>
    <w:rsid w:val="00B8427C"/>
    <w:rsid w:val="00B84BAD"/>
    <w:rsid w:val="00B84CD5"/>
    <w:rsid w:val="00B84D0D"/>
    <w:rsid w:val="00B8559A"/>
    <w:rsid w:val="00B85DDD"/>
    <w:rsid w:val="00B86034"/>
    <w:rsid w:val="00B86941"/>
    <w:rsid w:val="00B86C4E"/>
    <w:rsid w:val="00B8724F"/>
    <w:rsid w:val="00B874CA"/>
    <w:rsid w:val="00B874E6"/>
    <w:rsid w:val="00B87C91"/>
    <w:rsid w:val="00B92087"/>
    <w:rsid w:val="00B9259C"/>
    <w:rsid w:val="00B92EDF"/>
    <w:rsid w:val="00B93804"/>
    <w:rsid w:val="00B93B59"/>
    <w:rsid w:val="00B958E9"/>
    <w:rsid w:val="00B96E4C"/>
    <w:rsid w:val="00BA0A94"/>
    <w:rsid w:val="00BA0C76"/>
    <w:rsid w:val="00BA2089"/>
    <w:rsid w:val="00BA2C9C"/>
    <w:rsid w:val="00BA3328"/>
    <w:rsid w:val="00BA346B"/>
    <w:rsid w:val="00BA38FF"/>
    <w:rsid w:val="00BA3C40"/>
    <w:rsid w:val="00BA62A0"/>
    <w:rsid w:val="00BA7F79"/>
    <w:rsid w:val="00BB07C2"/>
    <w:rsid w:val="00BB0C46"/>
    <w:rsid w:val="00BB1EE7"/>
    <w:rsid w:val="00BB23AB"/>
    <w:rsid w:val="00BB36A3"/>
    <w:rsid w:val="00BB427B"/>
    <w:rsid w:val="00BB514D"/>
    <w:rsid w:val="00BB5566"/>
    <w:rsid w:val="00BB5ABC"/>
    <w:rsid w:val="00BB5EF7"/>
    <w:rsid w:val="00BB61D9"/>
    <w:rsid w:val="00BC2E3F"/>
    <w:rsid w:val="00BC3D68"/>
    <w:rsid w:val="00BC4748"/>
    <w:rsid w:val="00BC6637"/>
    <w:rsid w:val="00BC6F0F"/>
    <w:rsid w:val="00BC7735"/>
    <w:rsid w:val="00BD0537"/>
    <w:rsid w:val="00BD146E"/>
    <w:rsid w:val="00BD1A97"/>
    <w:rsid w:val="00BD1E14"/>
    <w:rsid w:val="00BD1E25"/>
    <w:rsid w:val="00BD1FF6"/>
    <w:rsid w:val="00BD2357"/>
    <w:rsid w:val="00BD25B5"/>
    <w:rsid w:val="00BD2B0D"/>
    <w:rsid w:val="00BD2B98"/>
    <w:rsid w:val="00BD2DEA"/>
    <w:rsid w:val="00BD3956"/>
    <w:rsid w:val="00BD5CCC"/>
    <w:rsid w:val="00BD5F4A"/>
    <w:rsid w:val="00BD604E"/>
    <w:rsid w:val="00BD612C"/>
    <w:rsid w:val="00BD6E09"/>
    <w:rsid w:val="00BD738E"/>
    <w:rsid w:val="00BE1A13"/>
    <w:rsid w:val="00BE2426"/>
    <w:rsid w:val="00BE2B2B"/>
    <w:rsid w:val="00BE3524"/>
    <w:rsid w:val="00BE3CD9"/>
    <w:rsid w:val="00BE418B"/>
    <w:rsid w:val="00BE4FBB"/>
    <w:rsid w:val="00BE6C74"/>
    <w:rsid w:val="00BE6EED"/>
    <w:rsid w:val="00BE7753"/>
    <w:rsid w:val="00BF02EA"/>
    <w:rsid w:val="00BF067C"/>
    <w:rsid w:val="00BF197E"/>
    <w:rsid w:val="00BF1E91"/>
    <w:rsid w:val="00BF2439"/>
    <w:rsid w:val="00BF3AA5"/>
    <w:rsid w:val="00BF3DC2"/>
    <w:rsid w:val="00BF47A5"/>
    <w:rsid w:val="00BF491C"/>
    <w:rsid w:val="00BF5274"/>
    <w:rsid w:val="00BF58A4"/>
    <w:rsid w:val="00BF5EC0"/>
    <w:rsid w:val="00BF6D70"/>
    <w:rsid w:val="00C0089D"/>
    <w:rsid w:val="00C03238"/>
    <w:rsid w:val="00C038C3"/>
    <w:rsid w:val="00C048DA"/>
    <w:rsid w:val="00C04DC9"/>
    <w:rsid w:val="00C05871"/>
    <w:rsid w:val="00C05AAF"/>
    <w:rsid w:val="00C06E90"/>
    <w:rsid w:val="00C0726E"/>
    <w:rsid w:val="00C10C1E"/>
    <w:rsid w:val="00C117AD"/>
    <w:rsid w:val="00C11FD8"/>
    <w:rsid w:val="00C122E7"/>
    <w:rsid w:val="00C123E3"/>
    <w:rsid w:val="00C13BA1"/>
    <w:rsid w:val="00C14B63"/>
    <w:rsid w:val="00C14DF1"/>
    <w:rsid w:val="00C15B37"/>
    <w:rsid w:val="00C167FF"/>
    <w:rsid w:val="00C17200"/>
    <w:rsid w:val="00C17C25"/>
    <w:rsid w:val="00C20603"/>
    <w:rsid w:val="00C20B2F"/>
    <w:rsid w:val="00C2147C"/>
    <w:rsid w:val="00C21571"/>
    <w:rsid w:val="00C219BF"/>
    <w:rsid w:val="00C22AA7"/>
    <w:rsid w:val="00C23410"/>
    <w:rsid w:val="00C238DF"/>
    <w:rsid w:val="00C24205"/>
    <w:rsid w:val="00C25055"/>
    <w:rsid w:val="00C26F97"/>
    <w:rsid w:val="00C271BA"/>
    <w:rsid w:val="00C3036C"/>
    <w:rsid w:val="00C308C0"/>
    <w:rsid w:val="00C323A8"/>
    <w:rsid w:val="00C32602"/>
    <w:rsid w:val="00C32E6F"/>
    <w:rsid w:val="00C332E0"/>
    <w:rsid w:val="00C33A4E"/>
    <w:rsid w:val="00C33B23"/>
    <w:rsid w:val="00C34086"/>
    <w:rsid w:val="00C3465D"/>
    <w:rsid w:val="00C351FB"/>
    <w:rsid w:val="00C3537D"/>
    <w:rsid w:val="00C35541"/>
    <w:rsid w:val="00C35925"/>
    <w:rsid w:val="00C35E55"/>
    <w:rsid w:val="00C409D5"/>
    <w:rsid w:val="00C40ADB"/>
    <w:rsid w:val="00C41122"/>
    <w:rsid w:val="00C41441"/>
    <w:rsid w:val="00C42745"/>
    <w:rsid w:val="00C449C0"/>
    <w:rsid w:val="00C44BA5"/>
    <w:rsid w:val="00C44CB2"/>
    <w:rsid w:val="00C44E32"/>
    <w:rsid w:val="00C4546E"/>
    <w:rsid w:val="00C46681"/>
    <w:rsid w:val="00C46767"/>
    <w:rsid w:val="00C46C27"/>
    <w:rsid w:val="00C46DBA"/>
    <w:rsid w:val="00C477FC"/>
    <w:rsid w:val="00C50B17"/>
    <w:rsid w:val="00C51537"/>
    <w:rsid w:val="00C51A0C"/>
    <w:rsid w:val="00C524D2"/>
    <w:rsid w:val="00C52602"/>
    <w:rsid w:val="00C531CA"/>
    <w:rsid w:val="00C53723"/>
    <w:rsid w:val="00C5392F"/>
    <w:rsid w:val="00C541BC"/>
    <w:rsid w:val="00C5454B"/>
    <w:rsid w:val="00C54947"/>
    <w:rsid w:val="00C567A0"/>
    <w:rsid w:val="00C56AE8"/>
    <w:rsid w:val="00C56EF5"/>
    <w:rsid w:val="00C570CD"/>
    <w:rsid w:val="00C57642"/>
    <w:rsid w:val="00C6050C"/>
    <w:rsid w:val="00C60849"/>
    <w:rsid w:val="00C61E1A"/>
    <w:rsid w:val="00C63BC1"/>
    <w:rsid w:val="00C64193"/>
    <w:rsid w:val="00C64D07"/>
    <w:rsid w:val="00C65052"/>
    <w:rsid w:val="00C66195"/>
    <w:rsid w:val="00C66655"/>
    <w:rsid w:val="00C70185"/>
    <w:rsid w:val="00C703B4"/>
    <w:rsid w:val="00C72707"/>
    <w:rsid w:val="00C753B0"/>
    <w:rsid w:val="00C75C92"/>
    <w:rsid w:val="00C7692F"/>
    <w:rsid w:val="00C7696A"/>
    <w:rsid w:val="00C80242"/>
    <w:rsid w:val="00C80DDC"/>
    <w:rsid w:val="00C8106F"/>
    <w:rsid w:val="00C81C71"/>
    <w:rsid w:val="00C821A5"/>
    <w:rsid w:val="00C8230B"/>
    <w:rsid w:val="00C823DD"/>
    <w:rsid w:val="00C8252B"/>
    <w:rsid w:val="00C82560"/>
    <w:rsid w:val="00C8279A"/>
    <w:rsid w:val="00C830C5"/>
    <w:rsid w:val="00C83E60"/>
    <w:rsid w:val="00C83E84"/>
    <w:rsid w:val="00C84FC3"/>
    <w:rsid w:val="00C85338"/>
    <w:rsid w:val="00C853D1"/>
    <w:rsid w:val="00C85900"/>
    <w:rsid w:val="00C85F35"/>
    <w:rsid w:val="00C86B7E"/>
    <w:rsid w:val="00C87709"/>
    <w:rsid w:val="00C87885"/>
    <w:rsid w:val="00C87ECA"/>
    <w:rsid w:val="00C9018C"/>
    <w:rsid w:val="00C90538"/>
    <w:rsid w:val="00C90B07"/>
    <w:rsid w:val="00C91CA4"/>
    <w:rsid w:val="00C92735"/>
    <w:rsid w:val="00C92B99"/>
    <w:rsid w:val="00C941AF"/>
    <w:rsid w:val="00C94216"/>
    <w:rsid w:val="00C95545"/>
    <w:rsid w:val="00C960BB"/>
    <w:rsid w:val="00C961B6"/>
    <w:rsid w:val="00C966A8"/>
    <w:rsid w:val="00C96B8B"/>
    <w:rsid w:val="00C96F5F"/>
    <w:rsid w:val="00C978E0"/>
    <w:rsid w:val="00CA2501"/>
    <w:rsid w:val="00CA27E8"/>
    <w:rsid w:val="00CA3590"/>
    <w:rsid w:val="00CA366A"/>
    <w:rsid w:val="00CA53DB"/>
    <w:rsid w:val="00CA5831"/>
    <w:rsid w:val="00CA6424"/>
    <w:rsid w:val="00CB001C"/>
    <w:rsid w:val="00CB019F"/>
    <w:rsid w:val="00CB0D4F"/>
    <w:rsid w:val="00CB1BB5"/>
    <w:rsid w:val="00CB204B"/>
    <w:rsid w:val="00CB4C1F"/>
    <w:rsid w:val="00CB5E22"/>
    <w:rsid w:val="00CB6033"/>
    <w:rsid w:val="00CB6690"/>
    <w:rsid w:val="00CB6A34"/>
    <w:rsid w:val="00CB7827"/>
    <w:rsid w:val="00CC0146"/>
    <w:rsid w:val="00CC05A3"/>
    <w:rsid w:val="00CC07EB"/>
    <w:rsid w:val="00CC4253"/>
    <w:rsid w:val="00CC4523"/>
    <w:rsid w:val="00CC6312"/>
    <w:rsid w:val="00CC6B0E"/>
    <w:rsid w:val="00CC6B71"/>
    <w:rsid w:val="00CC7992"/>
    <w:rsid w:val="00CD0275"/>
    <w:rsid w:val="00CD078F"/>
    <w:rsid w:val="00CD1777"/>
    <w:rsid w:val="00CD1AA4"/>
    <w:rsid w:val="00CD1C20"/>
    <w:rsid w:val="00CD2A43"/>
    <w:rsid w:val="00CD524D"/>
    <w:rsid w:val="00CD5329"/>
    <w:rsid w:val="00CD5DC8"/>
    <w:rsid w:val="00CD5E0A"/>
    <w:rsid w:val="00CD60C6"/>
    <w:rsid w:val="00CD62EB"/>
    <w:rsid w:val="00CD65AE"/>
    <w:rsid w:val="00CD68BB"/>
    <w:rsid w:val="00CD73BE"/>
    <w:rsid w:val="00CE0748"/>
    <w:rsid w:val="00CE0C11"/>
    <w:rsid w:val="00CE12CE"/>
    <w:rsid w:val="00CE3A14"/>
    <w:rsid w:val="00CE3B43"/>
    <w:rsid w:val="00CE3DE8"/>
    <w:rsid w:val="00CE42CE"/>
    <w:rsid w:val="00CE4CD4"/>
    <w:rsid w:val="00CE511D"/>
    <w:rsid w:val="00CE5268"/>
    <w:rsid w:val="00CE5876"/>
    <w:rsid w:val="00CE5BF1"/>
    <w:rsid w:val="00CE5CED"/>
    <w:rsid w:val="00CE6B93"/>
    <w:rsid w:val="00CE6D6E"/>
    <w:rsid w:val="00CE7ECE"/>
    <w:rsid w:val="00CF0C7A"/>
    <w:rsid w:val="00CF1198"/>
    <w:rsid w:val="00CF4401"/>
    <w:rsid w:val="00CF67F4"/>
    <w:rsid w:val="00CF6928"/>
    <w:rsid w:val="00CF7959"/>
    <w:rsid w:val="00D00FCF"/>
    <w:rsid w:val="00D029DC"/>
    <w:rsid w:val="00D03482"/>
    <w:rsid w:val="00D04990"/>
    <w:rsid w:val="00D04BB9"/>
    <w:rsid w:val="00D07B22"/>
    <w:rsid w:val="00D07F8A"/>
    <w:rsid w:val="00D10045"/>
    <w:rsid w:val="00D10F14"/>
    <w:rsid w:val="00D12B36"/>
    <w:rsid w:val="00D12B77"/>
    <w:rsid w:val="00D1485A"/>
    <w:rsid w:val="00D15A6C"/>
    <w:rsid w:val="00D15D6D"/>
    <w:rsid w:val="00D15F14"/>
    <w:rsid w:val="00D16595"/>
    <w:rsid w:val="00D17640"/>
    <w:rsid w:val="00D205D4"/>
    <w:rsid w:val="00D206B6"/>
    <w:rsid w:val="00D20C5D"/>
    <w:rsid w:val="00D20FE7"/>
    <w:rsid w:val="00D21C30"/>
    <w:rsid w:val="00D2293C"/>
    <w:rsid w:val="00D23232"/>
    <w:rsid w:val="00D240B6"/>
    <w:rsid w:val="00D242CE"/>
    <w:rsid w:val="00D24338"/>
    <w:rsid w:val="00D2439D"/>
    <w:rsid w:val="00D247BB"/>
    <w:rsid w:val="00D24E03"/>
    <w:rsid w:val="00D24F7B"/>
    <w:rsid w:val="00D250DE"/>
    <w:rsid w:val="00D25586"/>
    <w:rsid w:val="00D25CB3"/>
    <w:rsid w:val="00D267EA"/>
    <w:rsid w:val="00D27021"/>
    <w:rsid w:val="00D27931"/>
    <w:rsid w:val="00D27C2A"/>
    <w:rsid w:val="00D3043C"/>
    <w:rsid w:val="00D3195B"/>
    <w:rsid w:val="00D3239E"/>
    <w:rsid w:val="00D3309D"/>
    <w:rsid w:val="00D335D3"/>
    <w:rsid w:val="00D33CA5"/>
    <w:rsid w:val="00D3410B"/>
    <w:rsid w:val="00D341E7"/>
    <w:rsid w:val="00D344EB"/>
    <w:rsid w:val="00D35191"/>
    <w:rsid w:val="00D3607B"/>
    <w:rsid w:val="00D365D3"/>
    <w:rsid w:val="00D36CF1"/>
    <w:rsid w:val="00D372D8"/>
    <w:rsid w:val="00D379F0"/>
    <w:rsid w:val="00D4181F"/>
    <w:rsid w:val="00D41909"/>
    <w:rsid w:val="00D420D7"/>
    <w:rsid w:val="00D428AA"/>
    <w:rsid w:val="00D4298B"/>
    <w:rsid w:val="00D42DE9"/>
    <w:rsid w:val="00D458A5"/>
    <w:rsid w:val="00D46A3E"/>
    <w:rsid w:val="00D50FC6"/>
    <w:rsid w:val="00D5238F"/>
    <w:rsid w:val="00D52470"/>
    <w:rsid w:val="00D52DD0"/>
    <w:rsid w:val="00D53D9F"/>
    <w:rsid w:val="00D5547A"/>
    <w:rsid w:val="00D55FC3"/>
    <w:rsid w:val="00D56039"/>
    <w:rsid w:val="00D5613D"/>
    <w:rsid w:val="00D57CEA"/>
    <w:rsid w:val="00D60452"/>
    <w:rsid w:val="00D60815"/>
    <w:rsid w:val="00D650F9"/>
    <w:rsid w:val="00D65401"/>
    <w:rsid w:val="00D65564"/>
    <w:rsid w:val="00D65C26"/>
    <w:rsid w:val="00D66094"/>
    <w:rsid w:val="00D67949"/>
    <w:rsid w:val="00D679FE"/>
    <w:rsid w:val="00D70425"/>
    <w:rsid w:val="00D7086F"/>
    <w:rsid w:val="00D727F5"/>
    <w:rsid w:val="00D72BFE"/>
    <w:rsid w:val="00D73E30"/>
    <w:rsid w:val="00D75CA8"/>
    <w:rsid w:val="00D8024D"/>
    <w:rsid w:val="00D804AA"/>
    <w:rsid w:val="00D8127F"/>
    <w:rsid w:val="00D81F33"/>
    <w:rsid w:val="00D81FF3"/>
    <w:rsid w:val="00D82066"/>
    <w:rsid w:val="00D82160"/>
    <w:rsid w:val="00D82901"/>
    <w:rsid w:val="00D852E1"/>
    <w:rsid w:val="00D867FB"/>
    <w:rsid w:val="00D87856"/>
    <w:rsid w:val="00D90509"/>
    <w:rsid w:val="00D90719"/>
    <w:rsid w:val="00D90CE4"/>
    <w:rsid w:val="00D9127C"/>
    <w:rsid w:val="00D91B4A"/>
    <w:rsid w:val="00D923A4"/>
    <w:rsid w:val="00D923F5"/>
    <w:rsid w:val="00D92874"/>
    <w:rsid w:val="00D92F40"/>
    <w:rsid w:val="00D9342E"/>
    <w:rsid w:val="00D934C6"/>
    <w:rsid w:val="00D93620"/>
    <w:rsid w:val="00D93E5B"/>
    <w:rsid w:val="00D9458A"/>
    <w:rsid w:val="00D94C8D"/>
    <w:rsid w:val="00D953DF"/>
    <w:rsid w:val="00D9728B"/>
    <w:rsid w:val="00D973F5"/>
    <w:rsid w:val="00D97B7B"/>
    <w:rsid w:val="00D97CB6"/>
    <w:rsid w:val="00DA1602"/>
    <w:rsid w:val="00DA20D1"/>
    <w:rsid w:val="00DA43F9"/>
    <w:rsid w:val="00DA4808"/>
    <w:rsid w:val="00DA49C0"/>
    <w:rsid w:val="00DA5365"/>
    <w:rsid w:val="00DA5A8B"/>
    <w:rsid w:val="00DA645E"/>
    <w:rsid w:val="00DA6E42"/>
    <w:rsid w:val="00DA7092"/>
    <w:rsid w:val="00DA74FD"/>
    <w:rsid w:val="00DA79B7"/>
    <w:rsid w:val="00DB3636"/>
    <w:rsid w:val="00DC2A16"/>
    <w:rsid w:val="00DC3990"/>
    <w:rsid w:val="00DC46FE"/>
    <w:rsid w:val="00DC49E9"/>
    <w:rsid w:val="00DC4B5F"/>
    <w:rsid w:val="00DC6181"/>
    <w:rsid w:val="00DD1506"/>
    <w:rsid w:val="00DD25C4"/>
    <w:rsid w:val="00DD370B"/>
    <w:rsid w:val="00DD6914"/>
    <w:rsid w:val="00DD7AA2"/>
    <w:rsid w:val="00DE0ED1"/>
    <w:rsid w:val="00DE1584"/>
    <w:rsid w:val="00DE2066"/>
    <w:rsid w:val="00DE2E8C"/>
    <w:rsid w:val="00DE469F"/>
    <w:rsid w:val="00DE52FC"/>
    <w:rsid w:val="00DE586A"/>
    <w:rsid w:val="00DE5D00"/>
    <w:rsid w:val="00DE6232"/>
    <w:rsid w:val="00DE6ABA"/>
    <w:rsid w:val="00DE6C93"/>
    <w:rsid w:val="00DE7625"/>
    <w:rsid w:val="00DF0863"/>
    <w:rsid w:val="00DF1922"/>
    <w:rsid w:val="00DF20CD"/>
    <w:rsid w:val="00DF41E4"/>
    <w:rsid w:val="00DF474F"/>
    <w:rsid w:val="00DF56A5"/>
    <w:rsid w:val="00DF7087"/>
    <w:rsid w:val="00DF7392"/>
    <w:rsid w:val="00DF78CC"/>
    <w:rsid w:val="00DF7BC9"/>
    <w:rsid w:val="00DF7C56"/>
    <w:rsid w:val="00E00C25"/>
    <w:rsid w:val="00E02121"/>
    <w:rsid w:val="00E039CD"/>
    <w:rsid w:val="00E03D96"/>
    <w:rsid w:val="00E059D9"/>
    <w:rsid w:val="00E05D72"/>
    <w:rsid w:val="00E0643B"/>
    <w:rsid w:val="00E06685"/>
    <w:rsid w:val="00E0752E"/>
    <w:rsid w:val="00E10232"/>
    <w:rsid w:val="00E10D32"/>
    <w:rsid w:val="00E111F6"/>
    <w:rsid w:val="00E116A5"/>
    <w:rsid w:val="00E116CB"/>
    <w:rsid w:val="00E1182D"/>
    <w:rsid w:val="00E119C4"/>
    <w:rsid w:val="00E11D80"/>
    <w:rsid w:val="00E120DC"/>
    <w:rsid w:val="00E12898"/>
    <w:rsid w:val="00E14850"/>
    <w:rsid w:val="00E14FC2"/>
    <w:rsid w:val="00E155FC"/>
    <w:rsid w:val="00E15BA7"/>
    <w:rsid w:val="00E15FD0"/>
    <w:rsid w:val="00E167CA"/>
    <w:rsid w:val="00E16960"/>
    <w:rsid w:val="00E17165"/>
    <w:rsid w:val="00E179A4"/>
    <w:rsid w:val="00E17BD3"/>
    <w:rsid w:val="00E209D1"/>
    <w:rsid w:val="00E20F1C"/>
    <w:rsid w:val="00E21236"/>
    <w:rsid w:val="00E2150A"/>
    <w:rsid w:val="00E2292A"/>
    <w:rsid w:val="00E23891"/>
    <w:rsid w:val="00E240E6"/>
    <w:rsid w:val="00E266B1"/>
    <w:rsid w:val="00E26B2D"/>
    <w:rsid w:val="00E26B7C"/>
    <w:rsid w:val="00E270A3"/>
    <w:rsid w:val="00E272BD"/>
    <w:rsid w:val="00E27625"/>
    <w:rsid w:val="00E2767F"/>
    <w:rsid w:val="00E27722"/>
    <w:rsid w:val="00E27C7A"/>
    <w:rsid w:val="00E30174"/>
    <w:rsid w:val="00E30488"/>
    <w:rsid w:val="00E31C6E"/>
    <w:rsid w:val="00E32EB3"/>
    <w:rsid w:val="00E3395F"/>
    <w:rsid w:val="00E33EA8"/>
    <w:rsid w:val="00E34DD8"/>
    <w:rsid w:val="00E34DDB"/>
    <w:rsid w:val="00E356F3"/>
    <w:rsid w:val="00E368E9"/>
    <w:rsid w:val="00E36A4E"/>
    <w:rsid w:val="00E370FC"/>
    <w:rsid w:val="00E371A7"/>
    <w:rsid w:val="00E37819"/>
    <w:rsid w:val="00E37AC1"/>
    <w:rsid w:val="00E4056D"/>
    <w:rsid w:val="00E40D81"/>
    <w:rsid w:val="00E40FE3"/>
    <w:rsid w:val="00E41A37"/>
    <w:rsid w:val="00E42778"/>
    <w:rsid w:val="00E44EB2"/>
    <w:rsid w:val="00E4531B"/>
    <w:rsid w:val="00E453EA"/>
    <w:rsid w:val="00E45648"/>
    <w:rsid w:val="00E46B6D"/>
    <w:rsid w:val="00E47383"/>
    <w:rsid w:val="00E477C8"/>
    <w:rsid w:val="00E47B39"/>
    <w:rsid w:val="00E50857"/>
    <w:rsid w:val="00E52976"/>
    <w:rsid w:val="00E52D1B"/>
    <w:rsid w:val="00E52F49"/>
    <w:rsid w:val="00E54107"/>
    <w:rsid w:val="00E5533B"/>
    <w:rsid w:val="00E5542D"/>
    <w:rsid w:val="00E561BA"/>
    <w:rsid w:val="00E57827"/>
    <w:rsid w:val="00E57B7C"/>
    <w:rsid w:val="00E605BB"/>
    <w:rsid w:val="00E62747"/>
    <w:rsid w:val="00E62FAB"/>
    <w:rsid w:val="00E65571"/>
    <w:rsid w:val="00E65814"/>
    <w:rsid w:val="00E65A6E"/>
    <w:rsid w:val="00E67AAC"/>
    <w:rsid w:val="00E70AFE"/>
    <w:rsid w:val="00E74857"/>
    <w:rsid w:val="00E74B7B"/>
    <w:rsid w:val="00E74C2D"/>
    <w:rsid w:val="00E75769"/>
    <w:rsid w:val="00E7640C"/>
    <w:rsid w:val="00E76EAE"/>
    <w:rsid w:val="00E77564"/>
    <w:rsid w:val="00E80AA6"/>
    <w:rsid w:val="00E812DB"/>
    <w:rsid w:val="00E816CB"/>
    <w:rsid w:val="00E82132"/>
    <w:rsid w:val="00E82C64"/>
    <w:rsid w:val="00E82E1B"/>
    <w:rsid w:val="00E82F53"/>
    <w:rsid w:val="00E83065"/>
    <w:rsid w:val="00E834FD"/>
    <w:rsid w:val="00E8362A"/>
    <w:rsid w:val="00E84E17"/>
    <w:rsid w:val="00E84F0D"/>
    <w:rsid w:val="00E852ED"/>
    <w:rsid w:val="00E85A3B"/>
    <w:rsid w:val="00E8626E"/>
    <w:rsid w:val="00E87684"/>
    <w:rsid w:val="00E901DD"/>
    <w:rsid w:val="00E90873"/>
    <w:rsid w:val="00E92666"/>
    <w:rsid w:val="00E93896"/>
    <w:rsid w:val="00E93AE8"/>
    <w:rsid w:val="00E93F2B"/>
    <w:rsid w:val="00E94339"/>
    <w:rsid w:val="00E94EF8"/>
    <w:rsid w:val="00E95D9E"/>
    <w:rsid w:val="00E96265"/>
    <w:rsid w:val="00EA0812"/>
    <w:rsid w:val="00EA0CEC"/>
    <w:rsid w:val="00EA11B4"/>
    <w:rsid w:val="00EA20C4"/>
    <w:rsid w:val="00EA27E6"/>
    <w:rsid w:val="00EA3012"/>
    <w:rsid w:val="00EA3AC3"/>
    <w:rsid w:val="00EA41AA"/>
    <w:rsid w:val="00EA4281"/>
    <w:rsid w:val="00EA4FC1"/>
    <w:rsid w:val="00EA520B"/>
    <w:rsid w:val="00EA525F"/>
    <w:rsid w:val="00EA588A"/>
    <w:rsid w:val="00EA589B"/>
    <w:rsid w:val="00EA5A02"/>
    <w:rsid w:val="00EA5ABF"/>
    <w:rsid w:val="00EA74C9"/>
    <w:rsid w:val="00EA78ED"/>
    <w:rsid w:val="00EA7C25"/>
    <w:rsid w:val="00EB17E2"/>
    <w:rsid w:val="00EB1B69"/>
    <w:rsid w:val="00EB21B2"/>
    <w:rsid w:val="00EB2A37"/>
    <w:rsid w:val="00EB2BFC"/>
    <w:rsid w:val="00EB46FF"/>
    <w:rsid w:val="00EB4AE7"/>
    <w:rsid w:val="00EB52B2"/>
    <w:rsid w:val="00EB5639"/>
    <w:rsid w:val="00EB5C25"/>
    <w:rsid w:val="00EB5FC6"/>
    <w:rsid w:val="00EB5FFF"/>
    <w:rsid w:val="00EB6A9C"/>
    <w:rsid w:val="00EC064F"/>
    <w:rsid w:val="00EC0F10"/>
    <w:rsid w:val="00EC1C21"/>
    <w:rsid w:val="00EC2B5B"/>
    <w:rsid w:val="00EC2D50"/>
    <w:rsid w:val="00EC37F3"/>
    <w:rsid w:val="00EC3DF7"/>
    <w:rsid w:val="00EC3E0D"/>
    <w:rsid w:val="00EC416C"/>
    <w:rsid w:val="00EC5D2D"/>
    <w:rsid w:val="00EC6C0C"/>
    <w:rsid w:val="00EC72C6"/>
    <w:rsid w:val="00ED06D3"/>
    <w:rsid w:val="00ED11FE"/>
    <w:rsid w:val="00ED235D"/>
    <w:rsid w:val="00ED360D"/>
    <w:rsid w:val="00ED38C0"/>
    <w:rsid w:val="00ED4289"/>
    <w:rsid w:val="00ED4294"/>
    <w:rsid w:val="00ED472E"/>
    <w:rsid w:val="00ED4B22"/>
    <w:rsid w:val="00ED4E5A"/>
    <w:rsid w:val="00ED4FD5"/>
    <w:rsid w:val="00ED5AAF"/>
    <w:rsid w:val="00EE2403"/>
    <w:rsid w:val="00EE26F6"/>
    <w:rsid w:val="00EE39A2"/>
    <w:rsid w:val="00EE3EC9"/>
    <w:rsid w:val="00EE5680"/>
    <w:rsid w:val="00EE5AB2"/>
    <w:rsid w:val="00EE6E23"/>
    <w:rsid w:val="00EE747C"/>
    <w:rsid w:val="00EE7825"/>
    <w:rsid w:val="00EF0B10"/>
    <w:rsid w:val="00EF0B63"/>
    <w:rsid w:val="00EF0B86"/>
    <w:rsid w:val="00EF0F7B"/>
    <w:rsid w:val="00EF2125"/>
    <w:rsid w:val="00EF2E62"/>
    <w:rsid w:val="00EF32A7"/>
    <w:rsid w:val="00EF32D6"/>
    <w:rsid w:val="00EF3686"/>
    <w:rsid w:val="00EF38EB"/>
    <w:rsid w:val="00EF470A"/>
    <w:rsid w:val="00EF49A0"/>
    <w:rsid w:val="00EF4DE4"/>
    <w:rsid w:val="00EF54FB"/>
    <w:rsid w:val="00EF56C3"/>
    <w:rsid w:val="00EF7132"/>
    <w:rsid w:val="00EF78D8"/>
    <w:rsid w:val="00F00D16"/>
    <w:rsid w:val="00F00D72"/>
    <w:rsid w:val="00F032BC"/>
    <w:rsid w:val="00F0435E"/>
    <w:rsid w:val="00F057BB"/>
    <w:rsid w:val="00F05D93"/>
    <w:rsid w:val="00F06B49"/>
    <w:rsid w:val="00F06C7C"/>
    <w:rsid w:val="00F076A8"/>
    <w:rsid w:val="00F1110C"/>
    <w:rsid w:val="00F122E7"/>
    <w:rsid w:val="00F12E6B"/>
    <w:rsid w:val="00F13282"/>
    <w:rsid w:val="00F1329C"/>
    <w:rsid w:val="00F13DF1"/>
    <w:rsid w:val="00F13EEB"/>
    <w:rsid w:val="00F142FE"/>
    <w:rsid w:val="00F14EE5"/>
    <w:rsid w:val="00F159F7"/>
    <w:rsid w:val="00F15B65"/>
    <w:rsid w:val="00F161B3"/>
    <w:rsid w:val="00F20349"/>
    <w:rsid w:val="00F2038E"/>
    <w:rsid w:val="00F22B7A"/>
    <w:rsid w:val="00F2384A"/>
    <w:rsid w:val="00F23C66"/>
    <w:rsid w:val="00F23F3C"/>
    <w:rsid w:val="00F24BBB"/>
    <w:rsid w:val="00F24F50"/>
    <w:rsid w:val="00F25625"/>
    <w:rsid w:val="00F311DF"/>
    <w:rsid w:val="00F3171F"/>
    <w:rsid w:val="00F31FD4"/>
    <w:rsid w:val="00F32149"/>
    <w:rsid w:val="00F33841"/>
    <w:rsid w:val="00F359E6"/>
    <w:rsid w:val="00F37A03"/>
    <w:rsid w:val="00F40864"/>
    <w:rsid w:val="00F40D77"/>
    <w:rsid w:val="00F412AF"/>
    <w:rsid w:val="00F418B7"/>
    <w:rsid w:val="00F431FA"/>
    <w:rsid w:val="00F4379D"/>
    <w:rsid w:val="00F437D8"/>
    <w:rsid w:val="00F43E85"/>
    <w:rsid w:val="00F44A19"/>
    <w:rsid w:val="00F44BDA"/>
    <w:rsid w:val="00F471E1"/>
    <w:rsid w:val="00F477A6"/>
    <w:rsid w:val="00F479AC"/>
    <w:rsid w:val="00F47A08"/>
    <w:rsid w:val="00F5035C"/>
    <w:rsid w:val="00F50626"/>
    <w:rsid w:val="00F513C1"/>
    <w:rsid w:val="00F513C3"/>
    <w:rsid w:val="00F51476"/>
    <w:rsid w:val="00F51F6C"/>
    <w:rsid w:val="00F5253A"/>
    <w:rsid w:val="00F5313A"/>
    <w:rsid w:val="00F53AA3"/>
    <w:rsid w:val="00F53C02"/>
    <w:rsid w:val="00F5408F"/>
    <w:rsid w:val="00F54304"/>
    <w:rsid w:val="00F54B8D"/>
    <w:rsid w:val="00F551F7"/>
    <w:rsid w:val="00F55670"/>
    <w:rsid w:val="00F5603F"/>
    <w:rsid w:val="00F56326"/>
    <w:rsid w:val="00F56BE1"/>
    <w:rsid w:val="00F57380"/>
    <w:rsid w:val="00F60163"/>
    <w:rsid w:val="00F60E13"/>
    <w:rsid w:val="00F6106D"/>
    <w:rsid w:val="00F61189"/>
    <w:rsid w:val="00F6140E"/>
    <w:rsid w:val="00F615DF"/>
    <w:rsid w:val="00F61617"/>
    <w:rsid w:val="00F617AE"/>
    <w:rsid w:val="00F63DE5"/>
    <w:rsid w:val="00F63F1C"/>
    <w:rsid w:val="00F650E4"/>
    <w:rsid w:val="00F6582E"/>
    <w:rsid w:val="00F65A6B"/>
    <w:rsid w:val="00F700EB"/>
    <w:rsid w:val="00F704C4"/>
    <w:rsid w:val="00F7093F"/>
    <w:rsid w:val="00F70996"/>
    <w:rsid w:val="00F70BFA"/>
    <w:rsid w:val="00F70CA2"/>
    <w:rsid w:val="00F712C9"/>
    <w:rsid w:val="00F717CE"/>
    <w:rsid w:val="00F71CB0"/>
    <w:rsid w:val="00F71E34"/>
    <w:rsid w:val="00F72B94"/>
    <w:rsid w:val="00F731B5"/>
    <w:rsid w:val="00F73377"/>
    <w:rsid w:val="00F73DEB"/>
    <w:rsid w:val="00F74D68"/>
    <w:rsid w:val="00F753CF"/>
    <w:rsid w:val="00F7775B"/>
    <w:rsid w:val="00F80C01"/>
    <w:rsid w:val="00F81094"/>
    <w:rsid w:val="00F817EF"/>
    <w:rsid w:val="00F81909"/>
    <w:rsid w:val="00F81FBF"/>
    <w:rsid w:val="00F82813"/>
    <w:rsid w:val="00F83648"/>
    <w:rsid w:val="00F875DA"/>
    <w:rsid w:val="00F90FC4"/>
    <w:rsid w:val="00F91255"/>
    <w:rsid w:val="00F92055"/>
    <w:rsid w:val="00F95AE2"/>
    <w:rsid w:val="00F95C19"/>
    <w:rsid w:val="00F95C3D"/>
    <w:rsid w:val="00F971EB"/>
    <w:rsid w:val="00F974CC"/>
    <w:rsid w:val="00FA0DA8"/>
    <w:rsid w:val="00FA1088"/>
    <w:rsid w:val="00FA11BE"/>
    <w:rsid w:val="00FA1AF1"/>
    <w:rsid w:val="00FA315C"/>
    <w:rsid w:val="00FA4493"/>
    <w:rsid w:val="00FA45A9"/>
    <w:rsid w:val="00FA489A"/>
    <w:rsid w:val="00FA4AE2"/>
    <w:rsid w:val="00FA4C29"/>
    <w:rsid w:val="00FA58E4"/>
    <w:rsid w:val="00FA58E5"/>
    <w:rsid w:val="00FA66AE"/>
    <w:rsid w:val="00FB0A02"/>
    <w:rsid w:val="00FB111E"/>
    <w:rsid w:val="00FB201C"/>
    <w:rsid w:val="00FB22B8"/>
    <w:rsid w:val="00FB2593"/>
    <w:rsid w:val="00FB27ED"/>
    <w:rsid w:val="00FB43A2"/>
    <w:rsid w:val="00FB4A2F"/>
    <w:rsid w:val="00FB51D3"/>
    <w:rsid w:val="00FB55ED"/>
    <w:rsid w:val="00FB6B80"/>
    <w:rsid w:val="00FB6BEF"/>
    <w:rsid w:val="00FB75CB"/>
    <w:rsid w:val="00FB7BB2"/>
    <w:rsid w:val="00FC2534"/>
    <w:rsid w:val="00FC3DC6"/>
    <w:rsid w:val="00FC4173"/>
    <w:rsid w:val="00FC4C81"/>
    <w:rsid w:val="00FC60F6"/>
    <w:rsid w:val="00FC7533"/>
    <w:rsid w:val="00FC75FF"/>
    <w:rsid w:val="00FD001A"/>
    <w:rsid w:val="00FD0262"/>
    <w:rsid w:val="00FD03B1"/>
    <w:rsid w:val="00FD04F1"/>
    <w:rsid w:val="00FD2162"/>
    <w:rsid w:val="00FD24BB"/>
    <w:rsid w:val="00FD2665"/>
    <w:rsid w:val="00FD3047"/>
    <w:rsid w:val="00FD3B3E"/>
    <w:rsid w:val="00FD486A"/>
    <w:rsid w:val="00FD4922"/>
    <w:rsid w:val="00FD5DDE"/>
    <w:rsid w:val="00FD7D86"/>
    <w:rsid w:val="00FD7E74"/>
    <w:rsid w:val="00FE008B"/>
    <w:rsid w:val="00FE0809"/>
    <w:rsid w:val="00FE0D0D"/>
    <w:rsid w:val="00FE1F9E"/>
    <w:rsid w:val="00FE2186"/>
    <w:rsid w:val="00FE29E8"/>
    <w:rsid w:val="00FE3A68"/>
    <w:rsid w:val="00FE3BDE"/>
    <w:rsid w:val="00FE3FED"/>
    <w:rsid w:val="00FE489C"/>
    <w:rsid w:val="00FE5002"/>
    <w:rsid w:val="00FE5116"/>
    <w:rsid w:val="00FE5502"/>
    <w:rsid w:val="00FE5DD1"/>
    <w:rsid w:val="00FE6E62"/>
    <w:rsid w:val="00FE7916"/>
    <w:rsid w:val="00FF06D0"/>
    <w:rsid w:val="00FF179E"/>
    <w:rsid w:val="00FF20DD"/>
    <w:rsid w:val="00FF4303"/>
    <w:rsid w:val="00FF5500"/>
    <w:rsid w:val="00FF6C09"/>
    <w:rsid w:val="00FF7B74"/>
    <w:rsid w:val="00FF7FC8"/>
    <w:rsid w:val="01415CD2"/>
    <w:rsid w:val="01656A4F"/>
    <w:rsid w:val="01771A92"/>
    <w:rsid w:val="01D668A0"/>
    <w:rsid w:val="02F86F9B"/>
    <w:rsid w:val="033248AB"/>
    <w:rsid w:val="043B312B"/>
    <w:rsid w:val="049655ED"/>
    <w:rsid w:val="04A948F1"/>
    <w:rsid w:val="06F36B48"/>
    <w:rsid w:val="08404C4D"/>
    <w:rsid w:val="084E678A"/>
    <w:rsid w:val="085E716A"/>
    <w:rsid w:val="086A7DA9"/>
    <w:rsid w:val="0A1641A0"/>
    <w:rsid w:val="0A7169E5"/>
    <w:rsid w:val="0B4C5B7B"/>
    <w:rsid w:val="0BEE4927"/>
    <w:rsid w:val="0BF26547"/>
    <w:rsid w:val="0BF451BD"/>
    <w:rsid w:val="0C804AC8"/>
    <w:rsid w:val="0CA535B9"/>
    <w:rsid w:val="0CF30828"/>
    <w:rsid w:val="0E8B2C52"/>
    <w:rsid w:val="0E8F227F"/>
    <w:rsid w:val="0F4F7033"/>
    <w:rsid w:val="0F52769D"/>
    <w:rsid w:val="0FE86368"/>
    <w:rsid w:val="10945E1E"/>
    <w:rsid w:val="10E741A0"/>
    <w:rsid w:val="11F619C2"/>
    <w:rsid w:val="12B16F7D"/>
    <w:rsid w:val="134C761D"/>
    <w:rsid w:val="145872AD"/>
    <w:rsid w:val="14D23A04"/>
    <w:rsid w:val="152010DA"/>
    <w:rsid w:val="15B3631F"/>
    <w:rsid w:val="16C85963"/>
    <w:rsid w:val="17090E1E"/>
    <w:rsid w:val="176000E3"/>
    <w:rsid w:val="181F52C0"/>
    <w:rsid w:val="18CE5C46"/>
    <w:rsid w:val="18D90314"/>
    <w:rsid w:val="1A095F4C"/>
    <w:rsid w:val="1A3A0DA9"/>
    <w:rsid w:val="1A597F25"/>
    <w:rsid w:val="1AFB1338"/>
    <w:rsid w:val="1B1B0F3C"/>
    <w:rsid w:val="1B275D87"/>
    <w:rsid w:val="1B484046"/>
    <w:rsid w:val="1B974A15"/>
    <w:rsid w:val="1C31151F"/>
    <w:rsid w:val="1C931680"/>
    <w:rsid w:val="1D0E47E4"/>
    <w:rsid w:val="1D2C34E9"/>
    <w:rsid w:val="1E7521DA"/>
    <w:rsid w:val="20360964"/>
    <w:rsid w:val="2156094C"/>
    <w:rsid w:val="21D60AD4"/>
    <w:rsid w:val="24092228"/>
    <w:rsid w:val="24457704"/>
    <w:rsid w:val="251D41DD"/>
    <w:rsid w:val="260D5FFF"/>
    <w:rsid w:val="26FB22FC"/>
    <w:rsid w:val="2A1A0CEB"/>
    <w:rsid w:val="2A61691A"/>
    <w:rsid w:val="2AB56C65"/>
    <w:rsid w:val="2CB371D5"/>
    <w:rsid w:val="2DC16A9F"/>
    <w:rsid w:val="2E206AEC"/>
    <w:rsid w:val="2F6A33C8"/>
    <w:rsid w:val="30460CDC"/>
    <w:rsid w:val="30553E4A"/>
    <w:rsid w:val="32650F71"/>
    <w:rsid w:val="326A47D9"/>
    <w:rsid w:val="32B35ED8"/>
    <w:rsid w:val="33680D19"/>
    <w:rsid w:val="337376BE"/>
    <w:rsid w:val="357D240D"/>
    <w:rsid w:val="35C01843"/>
    <w:rsid w:val="3669002F"/>
    <w:rsid w:val="386C12AB"/>
    <w:rsid w:val="386F4FBE"/>
    <w:rsid w:val="39495149"/>
    <w:rsid w:val="39673821"/>
    <w:rsid w:val="399872D1"/>
    <w:rsid w:val="3AB80720"/>
    <w:rsid w:val="3AED42CE"/>
    <w:rsid w:val="3B506C62"/>
    <w:rsid w:val="3CD50A1D"/>
    <w:rsid w:val="3DAE38F9"/>
    <w:rsid w:val="3E5F0F6A"/>
    <w:rsid w:val="3EEF29EE"/>
    <w:rsid w:val="3F13211C"/>
    <w:rsid w:val="3F460BF0"/>
    <w:rsid w:val="3F7B65C8"/>
    <w:rsid w:val="40BD684E"/>
    <w:rsid w:val="40C94DC1"/>
    <w:rsid w:val="41024B6C"/>
    <w:rsid w:val="413466DE"/>
    <w:rsid w:val="41843BCF"/>
    <w:rsid w:val="42713B7C"/>
    <w:rsid w:val="42BD31F2"/>
    <w:rsid w:val="43A36878"/>
    <w:rsid w:val="440F6F8F"/>
    <w:rsid w:val="441D4849"/>
    <w:rsid w:val="45350F62"/>
    <w:rsid w:val="45CD442D"/>
    <w:rsid w:val="46F34946"/>
    <w:rsid w:val="47573D85"/>
    <w:rsid w:val="48DA5DBD"/>
    <w:rsid w:val="48DB3818"/>
    <w:rsid w:val="49266B19"/>
    <w:rsid w:val="49276B29"/>
    <w:rsid w:val="4A6A3171"/>
    <w:rsid w:val="4CC35969"/>
    <w:rsid w:val="4D3F2693"/>
    <w:rsid w:val="4D4062B1"/>
    <w:rsid w:val="4D574271"/>
    <w:rsid w:val="4DB631B8"/>
    <w:rsid w:val="4E15602B"/>
    <w:rsid w:val="4E677BAB"/>
    <w:rsid w:val="4EDA2590"/>
    <w:rsid w:val="541A0782"/>
    <w:rsid w:val="5426635A"/>
    <w:rsid w:val="5430079A"/>
    <w:rsid w:val="544A6F92"/>
    <w:rsid w:val="553D6867"/>
    <w:rsid w:val="5620736A"/>
    <w:rsid w:val="56491288"/>
    <w:rsid w:val="58871392"/>
    <w:rsid w:val="59943D66"/>
    <w:rsid w:val="5A910B36"/>
    <w:rsid w:val="5B755BFB"/>
    <w:rsid w:val="5BA67D81"/>
    <w:rsid w:val="5DF562FF"/>
    <w:rsid w:val="5EA944E1"/>
    <w:rsid w:val="5FB60B33"/>
    <w:rsid w:val="608937AA"/>
    <w:rsid w:val="60FA6BA5"/>
    <w:rsid w:val="633934CA"/>
    <w:rsid w:val="63AA079A"/>
    <w:rsid w:val="63B514A9"/>
    <w:rsid w:val="64616F3B"/>
    <w:rsid w:val="64AA0423"/>
    <w:rsid w:val="64F7639B"/>
    <w:rsid w:val="65181B99"/>
    <w:rsid w:val="652D5E66"/>
    <w:rsid w:val="658B683E"/>
    <w:rsid w:val="66C60FBF"/>
    <w:rsid w:val="66E96E2F"/>
    <w:rsid w:val="68685E6F"/>
    <w:rsid w:val="689459D6"/>
    <w:rsid w:val="68C406B0"/>
    <w:rsid w:val="6932792A"/>
    <w:rsid w:val="6A244C92"/>
    <w:rsid w:val="6B7C558A"/>
    <w:rsid w:val="6BBA0685"/>
    <w:rsid w:val="6C101972"/>
    <w:rsid w:val="6C30791F"/>
    <w:rsid w:val="6D2556E6"/>
    <w:rsid w:val="6D397176"/>
    <w:rsid w:val="6E8136A1"/>
    <w:rsid w:val="6E9216A3"/>
    <w:rsid w:val="6E952457"/>
    <w:rsid w:val="6EE2027D"/>
    <w:rsid w:val="70132473"/>
    <w:rsid w:val="70F60182"/>
    <w:rsid w:val="710475CC"/>
    <w:rsid w:val="7149244A"/>
    <w:rsid w:val="719E611C"/>
    <w:rsid w:val="72BA2330"/>
    <w:rsid w:val="72BA68DF"/>
    <w:rsid w:val="732456B7"/>
    <w:rsid w:val="743B6467"/>
    <w:rsid w:val="747E7AA8"/>
    <w:rsid w:val="74CA793D"/>
    <w:rsid w:val="74D93B80"/>
    <w:rsid w:val="74E219D2"/>
    <w:rsid w:val="74E426D0"/>
    <w:rsid w:val="76BE28D0"/>
    <w:rsid w:val="7892370F"/>
    <w:rsid w:val="78C24571"/>
    <w:rsid w:val="792E4460"/>
    <w:rsid w:val="79825532"/>
    <w:rsid w:val="7A065315"/>
    <w:rsid w:val="7A154DD8"/>
    <w:rsid w:val="7B0408F4"/>
    <w:rsid w:val="7BA96CAB"/>
    <w:rsid w:val="7CDC13FD"/>
    <w:rsid w:val="7D580EFC"/>
    <w:rsid w:val="7D7B44A3"/>
    <w:rsid w:val="7F4B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Dutch801 Rm BT" w:hAnsi="Dutch801 Rm BT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48"/>
    <w:qFormat/>
    <w:uiPriority w:val="0"/>
    <w:pPr>
      <w:keepNext/>
      <w:keepLines/>
      <w:numPr>
        <w:ilvl w:val="0"/>
        <w:numId w:val="1"/>
      </w:numPr>
      <w:spacing w:before="20" w:after="20" w:line="360" w:lineRule="auto"/>
      <w:outlineLvl w:val="0"/>
    </w:pPr>
    <w:rPr>
      <w:rFonts w:ascii="宋体" w:hAnsi="宋体" w:cs="宋体"/>
      <w:b/>
      <w:bCs/>
      <w:kern w:val="44"/>
      <w:sz w:val="30"/>
      <w:szCs w:val="30"/>
    </w:rPr>
  </w:style>
  <w:style w:type="paragraph" w:styleId="3">
    <w:name w:val="heading 2"/>
    <w:basedOn w:val="1"/>
    <w:next w:val="1"/>
    <w:link w:val="49"/>
    <w:qFormat/>
    <w:uiPriority w:val="0"/>
    <w:pPr>
      <w:keepNext/>
      <w:keepLines/>
      <w:numPr>
        <w:ilvl w:val="1"/>
        <w:numId w:val="1"/>
      </w:numPr>
      <w:tabs>
        <w:tab w:val="left" w:pos="567"/>
        <w:tab w:val="left" w:pos="660"/>
      </w:tabs>
      <w:spacing w:line="360" w:lineRule="auto"/>
      <w:jc w:val="left"/>
      <w:outlineLvl w:val="1"/>
    </w:pPr>
    <w:rPr>
      <w:rFonts w:ascii="Times New Roman" w:hAnsi="Times New Roman"/>
      <w:b/>
      <w:bCs/>
      <w:sz w:val="28"/>
      <w:szCs w:val="28"/>
    </w:rPr>
  </w:style>
  <w:style w:type="paragraph" w:styleId="4">
    <w:name w:val="heading 3"/>
    <w:basedOn w:val="3"/>
    <w:next w:val="1"/>
    <w:link w:val="50"/>
    <w:qFormat/>
    <w:uiPriority w:val="0"/>
    <w:pPr>
      <w:numPr>
        <w:ilvl w:val="2"/>
      </w:numPr>
      <w:outlineLvl w:val="2"/>
    </w:pPr>
  </w:style>
  <w:style w:type="paragraph" w:styleId="5">
    <w:name w:val="heading 4"/>
    <w:basedOn w:val="1"/>
    <w:next w:val="1"/>
    <w:link w:val="51"/>
    <w:qFormat/>
    <w:uiPriority w:val="0"/>
    <w:pPr>
      <w:keepNext/>
      <w:keepLines/>
      <w:numPr>
        <w:ilvl w:val="2"/>
        <w:numId w:val="2"/>
      </w:numPr>
      <w:spacing w:before="280" w:after="290" w:line="376" w:lineRule="auto"/>
      <w:jc w:val="left"/>
      <w:outlineLvl w:val="3"/>
    </w:pPr>
    <w:rPr>
      <w:rFonts w:ascii="宋体" w:hAnsi="宋体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52"/>
    <w:qFormat/>
    <w:uiPriority w:val="0"/>
    <w:pPr>
      <w:keepNext/>
      <w:keepLines/>
      <w:numPr>
        <w:ilvl w:val="4"/>
        <w:numId w:val="3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3"/>
    <w:qFormat/>
    <w:uiPriority w:val="0"/>
    <w:pPr>
      <w:keepNext/>
      <w:keepLines/>
      <w:numPr>
        <w:ilvl w:val="5"/>
        <w:numId w:val="3"/>
      </w:numPr>
      <w:spacing w:before="240" w:after="64" w:line="320" w:lineRule="auto"/>
      <w:outlineLvl w:val="5"/>
    </w:pPr>
    <w:rPr>
      <w:rFonts w:ascii="Arial" w:hAnsi="Arial" w:eastAsia="黑体"/>
      <w:b/>
      <w:bCs/>
      <w:sz w:val="24"/>
      <w:szCs w:val="24"/>
    </w:rPr>
  </w:style>
  <w:style w:type="paragraph" w:styleId="8">
    <w:name w:val="heading 7"/>
    <w:basedOn w:val="1"/>
    <w:next w:val="1"/>
    <w:link w:val="54"/>
    <w:qFormat/>
    <w:uiPriority w:val="0"/>
    <w:pPr>
      <w:keepNext/>
      <w:keepLines/>
      <w:numPr>
        <w:ilvl w:val="6"/>
        <w:numId w:val="3"/>
      </w:numPr>
      <w:spacing w:before="240" w:after="64" w:line="317" w:lineRule="auto"/>
      <w:outlineLvl w:val="6"/>
    </w:pPr>
    <w:rPr>
      <w:rFonts w:ascii="Times New Roman" w:hAnsi="Times New Roman"/>
      <w:b/>
      <w:sz w:val="28"/>
      <w:szCs w:val="20"/>
    </w:rPr>
  </w:style>
  <w:style w:type="paragraph" w:styleId="9">
    <w:name w:val="heading 8"/>
    <w:basedOn w:val="1"/>
    <w:next w:val="1"/>
    <w:link w:val="55"/>
    <w:qFormat/>
    <w:uiPriority w:val="0"/>
    <w:pPr>
      <w:keepNext/>
      <w:keepLines/>
      <w:numPr>
        <w:ilvl w:val="7"/>
        <w:numId w:val="3"/>
      </w:numPr>
      <w:tabs>
        <w:tab w:val="left" w:pos="1440"/>
      </w:tabs>
      <w:spacing w:before="240" w:after="64" w:line="320" w:lineRule="auto"/>
      <w:outlineLvl w:val="7"/>
    </w:pPr>
    <w:rPr>
      <w:rFonts w:ascii="Arial" w:hAnsi="Arial" w:eastAsia="黑体"/>
      <w:sz w:val="24"/>
      <w:szCs w:val="24"/>
    </w:rPr>
  </w:style>
  <w:style w:type="paragraph" w:styleId="10">
    <w:name w:val="heading 9"/>
    <w:basedOn w:val="1"/>
    <w:next w:val="1"/>
    <w:link w:val="56"/>
    <w:qFormat/>
    <w:uiPriority w:val="0"/>
    <w:pPr>
      <w:keepNext/>
      <w:keepLines/>
      <w:numPr>
        <w:ilvl w:val="8"/>
        <w:numId w:val="3"/>
      </w:numPr>
      <w:spacing w:before="240" w:after="64" w:line="320" w:lineRule="auto"/>
      <w:outlineLvl w:val="8"/>
    </w:pPr>
    <w:rPr>
      <w:rFonts w:ascii="Cambria" w:hAnsi="Cambria"/>
    </w:rPr>
  </w:style>
  <w:style w:type="character" w:default="1" w:styleId="42">
    <w:name w:val="Default Paragraph Font"/>
    <w:semiHidden/>
    <w:unhideWhenUsed/>
    <w:qFormat/>
    <w:uiPriority w:val="1"/>
  </w:style>
  <w:style w:type="table" w:default="1" w:styleId="4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39"/>
    <w:pPr>
      <w:ind w:left="1260"/>
      <w:jc w:val="left"/>
    </w:pPr>
    <w:rPr>
      <w:rFonts w:ascii="Calibri" w:hAnsi="Calibri" w:cs="Calibri"/>
      <w:sz w:val="18"/>
      <w:szCs w:val="18"/>
    </w:rPr>
  </w:style>
  <w:style w:type="paragraph" w:styleId="12">
    <w:name w:val="List Number"/>
    <w:basedOn w:val="1"/>
    <w:qFormat/>
    <w:uiPriority w:val="0"/>
    <w:pPr>
      <w:numPr>
        <w:ilvl w:val="0"/>
        <w:numId w:val="4"/>
      </w:numPr>
      <w:ind w:left="560" w:hanging="560"/>
    </w:pPr>
    <w:rPr>
      <w:rFonts w:ascii="Times New Roman" w:hAnsi="Times New Roman" w:eastAsia="仿宋_GB2312"/>
      <w:sz w:val="28"/>
      <w:szCs w:val="24"/>
    </w:rPr>
  </w:style>
  <w:style w:type="paragraph" w:styleId="13">
    <w:name w:val="Normal Indent"/>
    <w:basedOn w:val="1"/>
    <w:link w:val="57"/>
    <w:qFormat/>
    <w:uiPriority w:val="0"/>
    <w:pPr>
      <w:ind w:firstLine="420"/>
      <w:jc w:val="center"/>
      <w:textAlignment w:val="top"/>
    </w:pPr>
    <w:rPr>
      <w:rFonts w:ascii="宋体" w:hAnsi="华文中宋"/>
      <w:sz w:val="24"/>
      <w:szCs w:val="28"/>
    </w:rPr>
  </w:style>
  <w:style w:type="paragraph" w:styleId="14">
    <w:name w:val="caption"/>
    <w:basedOn w:val="1"/>
    <w:next w:val="1"/>
    <w:link w:val="58"/>
    <w:qFormat/>
    <w:uiPriority w:val="35"/>
    <w:pPr>
      <w:jc w:val="left"/>
    </w:pPr>
    <w:rPr>
      <w:rFonts w:ascii="Lucida Sans" w:hAnsi="Lucida Sans" w:eastAsia="Lucida Sans"/>
      <w:sz w:val="20"/>
      <w:szCs w:val="20"/>
      <w:lang w:eastAsia="zh-TW"/>
    </w:rPr>
  </w:style>
  <w:style w:type="paragraph" w:styleId="15">
    <w:name w:val="List Bullet"/>
    <w:basedOn w:val="1"/>
    <w:qFormat/>
    <w:uiPriority w:val="0"/>
    <w:pPr>
      <w:widowControl/>
      <w:numPr>
        <w:ilvl w:val="0"/>
        <w:numId w:val="5"/>
      </w:numPr>
      <w:tabs>
        <w:tab w:val="left" w:pos="1020"/>
        <w:tab w:val="clear" w:pos="360"/>
      </w:tabs>
      <w:spacing w:line="360" w:lineRule="auto"/>
      <w:ind w:left="1020" w:hanging="420"/>
      <w:jc w:val="left"/>
    </w:pPr>
    <w:rPr>
      <w:rFonts w:ascii="宋体" w:hAnsi="宋体" w:cs="宋体"/>
      <w:color w:val="008000"/>
      <w:kern w:val="0"/>
      <w:sz w:val="24"/>
      <w:szCs w:val="24"/>
    </w:rPr>
  </w:style>
  <w:style w:type="paragraph" w:styleId="16">
    <w:name w:val="Document Map"/>
    <w:basedOn w:val="1"/>
    <w:link w:val="59"/>
    <w:qFormat/>
    <w:uiPriority w:val="0"/>
    <w:rPr>
      <w:rFonts w:ascii="宋体"/>
      <w:sz w:val="18"/>
      <w:szCs w:val="18"/>
    </w:rPr>
  </w:style>
  <w:style w:type="paragraph" w:styleId="17">
    <w:name w:val="annotation text"/>
    <w:basedOn w:val="1"/>
    <w:link w:val="60"/>
    <w:qFormat/>
    <w:uiPriority w:val="0"/>
    <w:pPr>
      <w:jc w:val="left"/>
    </w:pPr>
  </w:style>
  <w:style w:type="paragraph" w:styleId="18">
    <w:name w:val="Body Text"/>
    <w:basedOn w:val="1"/>
    <w:link w:val="61"/>
    <w:qFormat/>
    <w:uiPriority w:val="0"/>
    <w:rPr>
      <w:rFonts w:ascii="宋体"/>
      <w:sz w:val="28"/>
    </w:rPr>
  </w:style>
  <w:style w:type="paragraph" w:styleId="19">
    <w:name w:val="Body Text Indent"/>
    <w:basedOn w:val="1"/>
    <w:link w:val="62"/>
    <w:qFormat/>
    <w:uiPriority w:val="0"/>
    <w:pPr>
      <w:spacing w:after="120"/>
      <w:ind w:left="420" w:leftChars="200"/>
    </w:pPr>
  </w:style>
  <w:style w:type="paragraph" w:styleId="20">
    <w:name w:val="toc 5"/>
    <w:basedOn w:val="1"/>
    <w:next w:val="1"/>
    <w:qFormat/>
    <w:uiPriority w:val="39"/>
    <w:pPr>
      <w:ind w:left="840"/>
      <w:jc w:val="left"/>
    </w:pPr>
    <w:rPr>
      <w:rFonts w:ascii="Calibri" w:hAnsi="Calibri" w:cs="Calibri"/>
      <w:sz w:val="18"/>
      <w:szCs w:val="18"/>
    </w:rPr>
  </w:style>
  <w:style w:type="paragraph" w:styleId="21">
    <w:name w:val="toc 3"/>
    <w:basedOn w:val="1"/>
    <w:next w:val="1"/>
    <w:qFormat/>
    <w:uiPriority w:val="39"/>
    <w:pPr>
      <w:ind w:left="420"/>
      <w:jc w:val="left"/>
    </w:pPr>
    <w:rPr>
      <w:rFonts w:ascii="Calibri" w:hAnsi="Calibri" w:cs="Calibri"/>
      <w:i/>
      <w:iCs/>
      <w:sz w:val="20"/>
      <w:szCs w:val="20"/>
    </w:rPr>
  </w:style>
  <w:style w:type="paragraph" w:styleId="22">
    <w:name w:val="Plain Text"/>
    <w:basedOn w:val="1"/>
    <w:link w:val="63"/>
    <w:qFormat/>
    <w:uiPriority w:val="0"/>
    <w:rPr>
      <w:rFonts w:ascii="宋体" w:hAnsi="Courier New"/>
    </w:rPr>
  </w:style>
  <w:style w:type="paragraph" w:styleId="23">
    <w:name w:val="toc 8"/>
    <w:basedOn w:val="1"/>
    <w:next w:val="1"/>
    <w:qFormat/>
    <w:uiPriority w:val="39"/>
    <w:pPr>
      <w:ind w:left="1470"/>
      <w:jc w:val="left"/>
    </w:pPr>
    <w:rPr>
      <w:rFonts w:ascii="Calibri" w:hAnsi="Calibri" w:cs="Calibri"/>
      <w:sz w:val="18"/>
      <w:szCs w:val="18"/>
    </w:rPr>
  </w:style>
  <w:style w:type="paragraph" w:styleId="24">
    <w:name w:val="Date"/>
    <w:basedOn w:val="1"/>
    <w:next w:val="1"/>
    <w:link w:val="64"/>
    <w:qFormat/>
    <w:uiPriority w:val="99"/>
    <w:rPr>
      <w:rFonts w:ascii="Times New Roman" w:hAnsi="Times New Roman"/>
      <w:szCs w:val="20"/>
    </w:rPr>
  </w:style>
  <w:style w:type="paragraph" w:styleId="25">
    <w:name w:val="Body Text Indent 2"/>
    <w:basedOn w:val="1"/>
    <w:link w:val="65"/>
    <w:qFormat/>
    <w:uiPriority w:val="0"/>
    <w:pPr>
      <w:spacing w:after="120" w:line="480" w:lineRule="auto"/>
      <w:ind w:left="420" w:leftChars="200"/>
    </w:pPr>
    <w:rPr>
      <w:rFonts w:ascii="Times New Roman" w:hAnsi="Times New Roman"/>
      <w:szCs w:val="24"/>
    </w:rPr>
  </w:style>
  <w:style w:type="paragraph" w:styleId="26">
    <w:name w:val="Balloon Text"/>
    <w:basedOn w:val="1"/>
    <w:link w:val="66"/>
    <w:qFormat/>
    <w:uiPriority w:val="0"/>
    <w:rPr>
      <w:rFonts w:ascii="Times New Roman" w:hAnsi="Times New Roman"/>
      <w:sz w:val="18"/>
      <w:szCs w:val="18"/>
    </w:rPr>
  </w:style>
  <w:style w:type="paragraph" w:styleId="27">
    <w:name w:val="footer"/>
    <w:basedOn w:val="1"/>
    <w:link w:val="6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before="120" w:after="120"/>
      <w:jc w:val="left"/>
    </w:pPr>
    <w:rPr>
      <w:rFonts w:ascii="Calibri" w:hAnsi="Calibri" w:cs="Calibri"/>
      <w:b/>
      <w:bCs/>
      <w:caps/>
      <w:sz w:val="20"/>
      <w:szCs w:val="20"/>
    </w:rPr>
  </w:style>
  <w:style w:type="paragraph" w:styleId="30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31">
    <w:name w:val="toc 6"/>
    <w:basedOn w:val="1"/>
    <w:next w:val="1"/>
    <w:qFormat/>
    <w:uiPriority w:val="39"/>
    <w:pPr>
      <w:ind w:left="1050"/>
      <w:jc w:val="left"/>
    </w:pPr>
    <w:rPr>
      <w:rFonts w:ascii="Calibri" w:hAnsi="Calibri" w:cs="Calibri"/>
      <w:sz w:val="18"/>
      <w:szCs w:val="18"/>
    </w:rPr>
  </w:style>
  <w:style w:type="paragraph" w:styleId="32">
    <w:name w:val="Body Text Indent 3"/>
    <w:basedOn w:val="1"/>
    <w:link w:val="69"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</w:rPr>
  </w:style>
  <w:style w:type="paragraph" w:styleId="33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  <w:szCs w:val="20"/>
    </w:rPr>
  </w:style>
  <w:style w:type="paragraph" w:styleId="34">
    <w:name w:val="toc 9"/>
    <w:basedOn w:val="1"/>
    <w:next w:val="1"/>
    <w:qFormat/>
    <w:uiPriority w:val="39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35">
    <w:name w:val="Body Text 2"/>
    <w:basedOn w:val="1"/>
    <w:link w:val="70"/>
    <w:qFormat/>
    <w:uiPriority w:val="0"/>
    <w:pPr>
      <w:spacing w:after="120" w:line="480" w:lineRule="auto"/>
    </w:pPr>
  </w:style>
  <w:style w:type="paragraph" w:styleId="3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7">
    <w:name w:val="Title"/>
    <w:basedOn w:val="1"/>
    <w:next w:val="1"/>
    <w:link w:val="7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38">
    <w:name w:val="annotation subject"/>
    <w:basedOn w:val="17"/>
    <w:next w:val="17"/>
    <w:link w:val="72"/>
    <w:qFormat/>
    <w:uiPriority w:val="0"/>
    <w:rPr>
      <w:b/>
      <w:bCs/>
    </w:rPr>
  </w:style>
  <w:style w:type="paragraph" w:styleId="39">
    <w:name w:val="Body Text First Indent"/>
    <w:basedOn w:val="18"/>
    <w:link w:val="73"/>
    <w:qFormat/>
    <w:uiPriority w:val="0"/>
    <w:pPr>
      <w:spacing w:after="120"/>
      <w:ind w:firstLine="420" w:firstLineChars="100"/>
    </w:pPr>
    <w:rPr>
      <w:rFonts w:ascii="Times New Roman" w:hAnsi="Times New Roman"/>
      <w:sz w:val="21"/>
      <w:szCs w:val="24"/>
    </w:rPr>
  </w:style>
  <w:style w:type="table" w:styleId="41">
    <w:name w:val="Table Grid"/>
    <w:basedOn w:val="4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3">
    <w:name w:val="Strong"/>
    <w:qFormat/>
    <w:uiPriority w:val="0"/>
    <w:rPr>
      <w:b/>
      <w:bCs/>
    </w:rPr>
  </w:style>
  <w:style w:type="character" w:styleId="44">
    <w:name w:val="page number"/>
    <w:basedOn w:val="42"/>
    <w:qFormat/>
    <w:uiPriority w:val="0"/>
  </w:style>
  <w:style w:type="character" w:styleId="45">
    <w:name w:val="FollowedHyperlink"/>
    <w:qFormat/>
    <w:uiPriority w:val="99"/>
    <w:rPr>
      <w:color w:val="800080"/>
      <w:u w:val="single"/>
    </w:rPr>
  </w:style>
  <w:style w:type="character" w:styleId="46">
    <w:name w:val="Hyperlink"/>
    <w:qFormat/>
    <w:uiPriority w:val="99"/>
    <w:rPr>
      <w:color w:val="0000FF"/>
      <w:u w:val="single"/>
    </w:rPr>
  </w:style>
  <w:style w:type="character" w:styleId="47">
    <w:name w:val="annotation reference"/>
    <w:qFormat/>
    <w:uiPriority w:val="0"/>
    <w:rPr>
      <w:sz w:val="21"/>
      <w:szCs w:val="21"/>
    </w:rPr>
  </w:style>
  <w:style w:type="character" w:customStyle="1" w:styleId="48">
    <w:name w:val="标题 1 字符"/>
    <w:link w:val="2"/>
    <w:qFormat/>
    <w:uiPriority w:val="0"/>
    <w:rPr>
      <w:rFonts w:ascii="宋体" w:hAnsi="宋体" w:cs="宋体"/>
      <w:b/>
      <w:bCs/>
      <w:kern w:val="44"/>
      <w:sz w:val="30"/>
      <w:szCs w:val="30"/>
    </w:rPr>
  </w:style>
  <w:style w:type="character" w:customStyle="1" w:styleId="49">
    <w:name w:val="标题 2 字符"/>
    <w:link w:val="3"/>
    <w:qFormat/>
    <w:uiPriority w:val="0"/>
    <w:rPr>
      <w:b/>
      <w:bCs/>
      <w:kern w:val="2"/>
      <w:sz w:val="28"/>
      <w:szCs w:val="28"/>
    </w:rPr>
  </w:style>
  <w:style w:type="character" w:customStyle="1" w:styleId="50">
    <w:name w:val="标题 3 字符"/>
    <w:link w:val="4"/>
    <w:qFormat/>
    <w:uiPriority w:val="0"/>
    <w:rPr>
      <w:b/>
      <w:bCs/>
      <w:kern w:val="2"/>
      <w:sz w:val="28"/>
      <w:szCs w:val="28"/>
    </w:rPr>
  </w:style>
  <w:style w:type="character" w:customStyle="1" w:styleId="51">
    <w:name w:val="标题 4 字符1"/>
    <w:link w:val="5"/>
    <w:qFormat/>
    <w:uiPriority w:val="0"/>
    <w:rPr>
      <w:rFonts w:ascii="宋体" w:hAnsi="宋体"/>
      <w:b/>
      <w:bCs/>
      <w:sz w:val="28"/>
      <w:szCs w:val="28"/>
    </w:rPr>
  </w:style>
  <w:style w:type="character" w:customStyle="1" w:styleId="52">
    <w:name w:val="标题 5 字符1"/>
    <w:link w:val="6"/>
    <w:qFormat/>
    <w:uiPriority w:val="0"/>
    <w:rPr>
      <w:rFonts w:ascii="Dutch801 Rm BT" w:hAnsi="Dutch801 Rm BT"/>
      <w:b/>
      <w:bCs/>
      <w:kern w:val="2"/>
      <w:sz w:val="28"/>
      <w:szCs w:val="28"/>
    </w:rPr>
  </w:style>
  <w:style w:type="character" w:customStyle="1" w:styleId="53">
    <w:name w:val="标题 6 字符"/>
    <w:link w:val="7"/>
    <w:qFormat/>
    <w:uiPriority w:val="0"/>
    <w:rPr>
      <w:rFonts w:ascii="Arial" w:hAnsi="Arial" w:eastAsia="黑体"/>
      <w:b/>
      <w:bCs/>
      <w:kern w:val="2"/>
      <w:sz w:val="24"/>
      <w:szCs w:val="24"/>
    </w:rPr>
  </w:style>
  <w:style w:type="character" w:customStyle="1" w:styleId="54">
    <w:name w:val="标题 7 字符"/>
    <w:link w:val="8"/>
    <w:qFormat/>
    <w:uiPriority w:val="0"/>
    <w:rPr>
      <w:b/>
      <w:kern w:val="2"/>
      <w:sz w:val="28"/>
    </w:rPr>
  </w:style>
  <w:style w:type="character" w:customStyle="1" w:styleId="55">
    <w:name w:val="标题 8 字符"/>
    <w:link w:val="9"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56">
    <w:name w:val="标题 9 字符1"/>
    <w:link w:val="10"/>
    <w:qFormat/>
    <w:uiPriority w:val="0"/>
    <w:rPr>
      <w:rFonts w:ascii="Cambria" w:hAnsi="Cambria"/>
      <w:kern w:val="2"/>
      <w:sz w:val="21"/>
      <w:szCs w:val="21"/>
    </w:rPr>
  </w:style>
  <w:style w:type="character" w:customStyle="1" w:styleId="57">
    <w:name w:val="正文缩进 字符"/>
    <w:link w:val="13"/>
    <w:qFormat/>
    <w:uiPriority w:val="0"/>
    <w:rPr>
      <w:rFonts w:ascii="宋体" w:hAnsi="华文中宋"/>
      <w:kern w:val="2"/>
      <w:sz w:val="24"/>
      <w:szCs w:val="28"/>
    </w:rPr>
  </w:style>
  <w:style w:type="character" w:customStyle="1" w:styleId="58">
    <w:name w:val="题注 字符"/>
    <w:link w:val="14"/>
    <w:qFormat/>
    <w:uiPriority w:val="0"/>
    <w:rPr>
      <w:rFonts w:ascii="Lucida Sans" w:hAnsi="Lucida Sans" w:eastAsia="Lucida Sans"/>
      <w:kern w:val="2"/>
      <w:lang w:eastAsia="zh-TW"/>
    </w:rPr>
  </w:style>
  <w:style w:type="character" w:customStyle="1" w:styleId="59">
    <w:name w:val="文档结构图 字符"/>
    <w:link w:val="16"/>
    <w:qFormat/>
    <w:uiPriority w:val="0"/>
    <w:rPr>
      <w:rFonts w:ascii="宋体" w:hAnsi="Dutch801 Rm BT"/>
      <w:kern w:val="2"/>
      <w:sz w:val="18"/>
      <w:szCs w:val="18"/>
    </w:rPr>
  </w:style>
  <w:style w:type="character" w:customStyle="1" w:styleId="60">
    <w:name w:val="批注文字 字符"/>
    <w:link w:val="17"/>
    <w:qFormat/>
    <w:uiPriority w:val="0"/>
    <w:rPr>
      <w:rFonts w:ascii="Dutch801 Rm BT" w:hAnsi="Dutch801 Rm BT"/>
      <w:kern w:val="2"/>
      <w:sz w:val="21"/>
      <w:szCs w:val="21"/>
    </w:rPr>
  </w:style>
  <w:style w:type="character" w:customStyle="1" w:styleId="61">
    <w:name w:val="正文文本 字符"/>
    <w:link w:val="18"/>
    <w:qFormat/>
    <w:uiPriority w:val="0"/>
    <w:rPr>
      <w:rFonts w:ascii="宋体" w:hAnsi="Dutch801 Rm BT"/>
      <w:kern w:val="2"/>
      <w:sz w:val="28"/>
      <w:szCs w:val="21"/>
    </w:rPr>
  </w:style>
  <w:style w:type="character" w:customStyle="1" w:styleId="62">
    <w:name w:val="正文文本缩进 字符"/>
    <w:link w:val="19"/>
    <w:qFormat/>
    <w:uiPriority w:val="0"/>
    <w:rPr>
      <w:rFonts w:ascii="Dutch801 Rm BT" w:hAnsi="Dutch801 Rm BT"/>
      <w:kern w:val="2"/>
      <w:sz w:val="21"/>
      <w:szCs w:val="21"/>
    </w:rPr>
  </w:style>
  <w:style w:type="character" w:customStyle="1" w:styleId="63">
    <w:name w:val="纯文本 字符"/>
    <w:link w:val="22"/>
    <w:qFormat/>
    <w:uiPriority w:val="0"/>
    <w:rPr>
      <w:rFonts w:ascii="宋体" w:hAnsi="Courier New" w:cs="仿宋体"/>
      <w:kern w:val="2"/>
      <w:sz w:val="21"/>
      <w:szCs w:val="21"/>
    </w:rPr>
  </w:style>
  <w:style w:type="character" w:customStyle="1" w:styleId="64">
    <w:name w:val="日期 字符"/>
    <w:link w:val="24"/>
    <w:qFormat/>
    <w:uiPriority w:val="99"/>
    <w:rPr>
      <w:kern w:val="2"/>
      <w:sz w:val="21"/>
    </w:rPr>
  </w:style>
  <w:style w:type="character" w:customStyle="1" w:styleId="65">
    <w:name w:val="正文文本缩进 2 字符1"/>
    <w:link w:val="25"/>
    <w:qFormat/>
    <w:uiPriority w:val="0"/>
    <w:rPr>
      <w:kern w:val="2"/>
      <w:sz w:val="21"/>
      <w:szCs w:val="24"/>
    </w:rPr>
  </w:style>
  <w:style w:type="character" w:customStyle="1" w:styleId="66">
    <w:name w:val="批注框文本 字符"/>
    <w:link w:val="26"/>
    <w:qFormat/>
    <w:uiPriority w:val="0"/>
    <w:rPr>
      <w:kern w:val="2"/>
      <w:sz w:val="18"/>
      <w:szCs w:val="18"/>
    </w:rPr>
  </w:style>
  <w:style w:type="character" w:customStyle="1" w:styleId="67">
    <w:name w:val="页脚 字符"/>
    <w:link w:val="27"/>
    <w:qFormat/>
    <w:uiPriority w:val="99"/>
    <w:rPr>
      <w:rFonts w:ascii="Dutch801 Rm BT" w:hAnsi="Dutch801 Rm BT" w:eastAsia="宋体"/>
      <w:kern w:val="2"/>
      <w:sz w:val="18"/>
      <w:szCs w:val="18"/>
      <w:lang w:val="en-US" w:eastAsia="zh-CN" w:bidi="ar-SA"/>
    </w:rPr>
  </w:style>
  <w:style w:type="character" w:customStyle="1" w:styleId="68">
    <w:name w:val="页眉 字符"/>
    <w:link w:val="28"/>
    <w:qFormat/>
    <w:uiPriority w:val="99"/>
    <w:rPr>
      <w:rFonts w:ascii="Dutch801 Rm BT" w:hAnsi="Dutch801 Rm BT"/>
      <w:kern w:val="2"/>
      <w:sz w:val="18"/>
      <w:szCs w:val="18"/>
    </w:rPr>
  </w:style>
  <w:style w:type="character" w:customStyle="1" w:styleId="69">
    <w:name w:val="正文文本缩进 3 字符1"/>
    <w:link w:val="32"/>
    <w:qFormat/>
    <w:uiPriority w:val="0"/>
    <w:rPr>
      <w:kern w:val="2"/>
      <w:sz w:val="16"/>
      <w:szCs w:val="16"/>
    </w:rPr>
  </w:style>
  <w:style w:type="character" w:customStyle="1" w:styleId="70">
    <w:name w:val="正文文本 2 字符"/>
    <w:link w:val="35"/>
    <w:qFormat/>
    <w:uiPriority w:val="0"/>
    <w:rPr>
      <w:rFonts w:ascii="Dutch801 Rm BT" w:hAnsi="Dutch801 Rm BT"/>
      <w:kern w:val="2"/>
      <w:sz w:val="21"/>
      <w:szCs w:val="21"/>
    </w:rPr>
  </w:style>
  <w:style w:type="character" w:customStyle="1" w:styleId="71">
    <w:name w:val="标题 字符"/>
    <w:link w:val="37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72">
    <w:name w:val="批注主题 字符"/>
    <w:link w:val="38"/>
    <w:qFormat/>
    <w:uiPriority w:val="0"/>
    <w:rPr>
      <w:rFonts w:ascii="Dutch801 Rm BT" w:hAnsi="Dutch801 Rm BT"/>
      <w:b/>
      <w:bCs/>
      <w:kern w:val="2"/>
      <w:sz w:val="21"/>
      <w:szCs w:val="21"/>
    </w:rPr>
  </w:style>
  <w:style w:type="character" w:customStyle="1" w:styleId="73">
    <w:name w:val="正文文本首行缩进 字符1"/>
    <w:link w:val="39"/>
    <w:qFormat/>
    <w:uiPriority w:val="0"/>
    <w:rPr>
      <w:kern w:val="2"/>
      <w:sz w:val="21"/>
      <w:szCs w:val="24"/>
    </w:rPr>
  </w:style>
  <w:style w:type="character" w:customStyle="1" w:styleId="74">
    <w:name w:val="文档结构图 Char1"/>
    <w:semiHidden/>
    <w:qFormat/>
    <w:uiPriority w:val="99"/>
    <w:rPr>
      <w:rFonts w:ascii="Microsoft YaHei UI" w:hAnsi="Calibri" w:eastAsia="Microsoft YaHei UI"/>
      <w:kern w:val="2"/>
      <w:sz w:val="18"/>
      <w:szCs w:val="18"/>
    </w:rPr>
  </w:style>
  <w:style w:type="character" w:customStyle="1" w:styleId="75">
    <w:name w:val="访问过的超链接1"/>
    <w:qFormat/>
    <w:uiPriority w:val="99"/>
    <w:rPr>
      <w:color w:val="800080"/>
      <w:u w:val="single"/>
    </w:rPr>
  </w:style>
  <w:style w:type="character" w:customStyle="1" w:styleId="76">
    <w:name w:val="纯文本 Char1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77">
    <w:name w:val="16"/>
    <w:qFormat/>
    <w:uiPriority w:val="0"/>
    <w:rPr>
      <w:rFonts w:hint="eastAsia" w:ascii="宋体" w:hAnsi="宋体" w:eastAsia="宋体"/>
      <w:color w:val="FF0000"/>
      <w:sz w:val="22"/>
      <w:szCs w:val="22"/>
    </w:rPr>
  </w:style>
  <w:style w:type="character" w:customStyle="1" w:styleId="78">
    <w:name w:val="正文-仿宋4号 Char"/>
    <w:link w:val="79"/>
    <w:qFormat/>
    <w:uiPriority w:val="0"/>
    <w:rPr>
      <w:rFonts w:ascii="宋体" w:hAnsi="宋体"/>
      <w:bCs/>
      <w:kern w:val="2"/>
      <w:sz w:val="24"/>
      <w:szCs w:val="24"/>
    </w:rPr>
  </w:style>
  <w:style w:type="paragraph" w:customStyle="1" w:styleId="79">
    <w:name w:val="样式-正文"/>
    <w:basedOn w:val="1"/>
    <w:link w:val="78"/>
    <w:qFormat/>
    <w:uiPriority w:val="0"/>
    <w:pPr>
      <w:spacing w:line="400" w:lineRule="exact"/>
      <w:ind w:left="210" w:leftChars="100" w:firstLine="480" w:firstLineChars="200"/>
    </w:pPr>
    <w:rPr>
      <w:rFonts w:ascii="宋体" w:hAnsi="宋体"/>
      <w:bCs/>
      <w:sz w:val="24"/>
      <w:szCs w:val="24"/>
    </w:rPr>
  </w:style>
  <w:style w:type="character" w:customStyle="1" w:styleId="80">
    <w:name w:val="17"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character" w:customStyle="1" w:styleId="81">
    <w:name w:val="页眉 Char1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82">
    <w:name w:val="正文首行缩进 Char"/>
    <w:qFormat/>
    <w:uiPriority w:val="0"/>
    <w:rPr>
      <w:rFonts w:ascii="宋体" w:hAnsi="Dutch801 Rm BT"/>
      <w:kern w:val="2"/>
      <w:sz w:val="28"/>
      <w:szCs w:val="21"/>
    </w:rPr>
  </w:style>
  <w:style w:type="character" w:customStyle="1" w:styleId="83">
    <w:name w:val="正文文本缩进 3 字符"/>
    <w:qFormat/>
    <w:uiPriority w:val="0"/>
    <w:rPr>
      <w:rFonts w:ascii="Dutch801 Rm BT" w:hAnsi="Dutch801 Rm BT"/>
      <w:kern w:val="2"/>
      <w:sz w:val="16"/>
      <w:szCs w:val="16"/>
    </w:rPr>
  </w:style>
  <w:style w:type="character" w:customStyle="1" w:styleId="84">
    <w:name w:val="章标题 Char"/>
    <w:link w:val="85"/>
    <w:qFormat/>
    <w:locked/>
    <w:uiPriority w:val="0"/>
    <w:rPr>
      <w:rFonts w:ascii="宋体" w:hAnsi="宋体" w:eastAsia="宋体" w:cs="宋体"/>
      <w:b/>
      <w:bCs/>
      <w:color w:val="003366"/>
      <w:kern w:val="2"/>
      <w:sz w:val="48"/>
      <w:lang w:val="en-US" w:eastAsia="zh-CN" w:bidi="ar-SA"/>
    </w:rPr>
  </w:style>
  <w:style w:type="paragraph" w:customStyle="1" w:styleId="85">
    <w:name w:val="章标题"/>
    <w:basedOn w:val="19"/>
    <w:link w:val="84"/>
    <w:qFormat/>
    <w:uiPriority w:val="0"/>
    <w:pPr>
      <w:spacing w:before="120" w:after="0" w:line="300" w:lineRule="auto"/>
      <w:ind w:left="0" w:leftChars="0" w:firstLine="643" w:firstLineChars="200"/>
      <w:jc w:val="center"/>
    </w:pPr>
    <w:rPr>
      <w:rFonts w:ascii="宋体" w:hAnsi="宋体" w:cs="宋体"/>
      <w:b/>
      <w:bCs/>
      <w:color w:val="003366"/>
      <w:sz w:val="48"/>
      <w:szCs w:val="20"/>
    </w:rPr>
  </w:style>
  <w:style w:type="character" w:customStyle="1" w:styleId="86">
    <w:name w:val="ask-title"/>
    <w:qFormat/>
    <w:uiPriority w:val="0"/>
  </w:style>
  <w:style w:type="character" w:customStyle="1" w:styleId="87">
    <w:name w:val="正文首行缩进 字符"/>
    <w:qFormat/>
    <w:uiPriority w:val="0"/>
    <w:rPr>
      <w:rFonts w:ascii="Dutch801 Rm BT" w:hAnsi="Dutch801 Rm BT"/>
      <w:kern w:val="2"/>
      <w:sz w:val="21"/>
      <w:szCs w:val="24"/>
    </w:rPr>
  </w:style>
  <w:style w:type="character" w:customStyle="1" w:styleId="88">
    <w:name w:val="列表段落 字符"/>
    <w:link w:val="89"/>
    <w:qFormat/>
    <w:uiPriority w:val="34"/>
    <w:rPr>
      <w:rFonts w:ascii="Dutch801 Rm BT" w:hAnsi="Dutch801 Rm BT"/>
      <w:kern w:val="2"/>
      <w:sz w:val="21"/>
      <w:szCs w:val="21"/>
    </w:rPr>
  </w:style>
  <w:style w:type="paragraph" w:styleId="89">
    <w:name w:val="List Paragraph"/>
    <w:basedOn w:val="1"/>
    <w:link w:val="88"/>
    <w:qFormat/>
    <w:uiPriority w:val="34"/>
    <w:pPr>
      <w:ind w:firstLine="420" w:firstLineChars="200"/>
    </w:pPr>
  </w:style>
  <w:style w:type="character" w:customStyle="1" w:styleId="90">
    <w:name w:val="正文缩进 Char1"/>
    <w:qFormat/>
    <w:uiPriority w:val="0"/>
    <w:rPr>
      <w:rFonts w:ascii="宋体" w:hAnsi="华文中宋"/>
      <w:kern w:val="2"/>
      <w:sz w:val="24"/>
      <w:szCs w:val="28"/>
    </w:rPr>
  </w:style>
  <w:style w:type="character" w:customStyle="1" w:styleId="91">
    <w:name w:val="正文文本缩进 2 字符"/>
    <w:qFormat/>
    <w:uiPriority w:val="0"/>
    <w:rPr>
      <w:rFonts w:ascii="Dutch801 Rm BT" w:hAnsi="Dutch801 Rm BT"/>
      <w:kern w:val="2"/>
      <w:sz w:val="21"/>
      <w:szCs w:val="21"/>
    </w:rPr>
  </w:style>
  <w:style w:type="character" w:customStyle="1" w:styleId="92">
    <w:name w:val="文档正文 Char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93">
    <w:name w:val="列出段落 字符"/>
    <w:qFormat/>
    <w:locked/>
    <w:uiPriority w:val="34"/>
    <w:rPr>
      <w:rFonts w:ascii="Dutch801 Rm BT" w:hAnsi="Dutch801 Rm BT"/>
      <w:szCs w:val="21"/>
    </w:rPr>
  </w:style>
  <w:style w:type="character" w:customStyle="1" w:styleId="94">
    <w:name w:val="正文首行缩进 Char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95">
    <w:name w:val="标题 4 字符"/>
    <w:qFormat/>
    <w:uiPriority w:val="0"/>
    <w:rPr>
      <w:rFonts w:ascii="Cambria" w:hAnsi="Cambria"/>
      <w:b/>
      <w:bCs/>
      <w:sz w:val="28"/>
      <w:szCs w:val="28"/>
    </w:rPr>
  </w:style>
  <w:style w:type="character" w:customStyle="1" w:styleId="96">
    <w:name w:val="小标题3 Char"/>
    <w:link w:val="97"/>
    <w:qFormat/>
    <w:locked/>
    <w:uiPriority w:val="0"/>
    <w:rPr>
      <w:rFonts w:ascii="宋体" w:hAnsi="宋体" w:eastAsia="宋体" w:cs="宋体"/>
      <w:b/>
      <w:bCs/>
      <w:color w:val="003366"/>
      <w:kern w:val="2"/>
      <w:sz w:val="32"/>
      <w:lang w:val="en-US" w:eastAsia="zh-CN" w:bidi="ar-SA"/>
    </w:rPr>
  </w:style>
  <w:style w:type="paragraph" w:customStyle="1" w:styleId="97">
    <w:name w:val="小标题3"/>
    <w:basedOn w:val="1"/>
    <w:link w:val="96"/>
    <w:qFormat/>
    <w:uiPriority w:val="0"/>
    <w:pPr>
      <w:spacing w:before="120" w:line="300" w:lineRule="auto"/>
      <w:ind w:firstLine="643"/>
    </w:pPr>
    <w:rPr>
      <w:rFonts w:ascii="宋体" w:hAnsi="宋体" w:cs="宋体"/>
      <w:b/>
      <w:bCs/>
      <w:color w:val="003366"/>
      <w:sz w:val="32"/>
      <w:szCs w:val="20"/>
    </w:rPr>
  </w:style>
  <w:style w:type="character" w:customStyle="1" w:styleId="98">
    <w:name w:val="页脚 Char1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99">
    <w:name w:val="标题 5 字符"/>
    <w:qFormat/>
    <w:uiPriority w:val="0"/>
    <w:rPr>
      <w:rFonts w:ascii="Dutch801 Rm BT" w:hAnsi="Dutch801 Rm BT"/>
      <w:b/>
      <w:bCs/>
      <w:kern w:val="2"/>
      <w:sz w:val="28"/>
      <w:szCs w:val="28"/>
    </w:rPr>
  </w:style>
  <w:style w:type="character" w:customStyle="1" w:styleId="100">
    <w:name w:val="正文缩进 Char3"/>
    <w:qFormat/>
    <w:uiPriority w:val="0"/>
    <w:rPr>
      <w:kern w:val="2"/>
      <w:sz w:val="28"/>
    </w:rPr>
  </w:style>
  <w:style w:type="character" w:customStyle="1" w:styleId="101">
    <w:name w:val="正文缩进 Char2"/>
    <w:qFormat/>
    <w:uiPriority w:val="0"/>
    <w:rPr>
      <w:rFonts w:ascii="宋体" w:hAnsi="华文中宋"/>
      <w:kern w:val="2"/>
      <w:sz w:val="24"/>
      <w:szCs w:val="28"/>
    </w:rPr>
  </w:style>
  <w:style w:type="character" w:customStyle="1" w:styleId="102">
    <w:name w:val="正文首行缩进 字符1"/>
    <w:semiHidden/>
    <w:qFormat/>
    <w:locked/>
    <w:uiPriority w:val="0"/>
    <w:rPr>
      <w:kern w:val="2"/>
      <w:sz w:val="21"/>
      <w:szCs w:val="24"/>
    </w:rPr>
  </w:style>
  <w:style w:type="character" w:customStyle="1" w:styleId="103">
    <w:name w:val="标题 9 字符"/>
    <w:semiHidden/>
    <w:qFormat/>
    <w:uiPriority w:val="0"/>
    <w:rPr>
      <w:rFonts w:ascii="等线 Light" w:hAnsi="等线 Light" w:eastAsia="等线 Light" w:cs="Times New Roman"/>
      <w:kern w:val="2"/>
      <w:sz w:val="21"/>
      <w:szCs w:val="21"/>
    </w:rPr>
  </w:style>
  <w:style w:type="character" w:customStyle="1" w:styleId="104">
    <w:name w:val="正文文本 Char1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05">
    <w:name w:val="正文文本首行缩进 字符"/>
    <w:qFormat/>
    <w:uiPriority w:val="0"/>
    <w:rPr>
      <w:kern w:val="2"/>
      <w:sz w:val="21"/>
      <w:szCs w:val="24"/>
    </w:rPr>
  </w:style>
  <w:style w:type="paragraph" w:customStyle="1" w:styleId="106">
    <w:name w:val="xl10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07">
    <w:name w:val="Numbered Heading Style A.9"/>
    <w:basedOn w:val="10"/>
    <w:next w:val="1"/>
    <w:qFormat/>
    <w:uiPriority w:val="0"/>
    <w:pPr>
      <w:keepLines w:val="0"/>
      <w:widowControl/>
      <w:numPr>
        <w:numId w:val="6"/>
      </w:numPr>
      <w:tabs>
        <w:tab w:val="left" w:pos="1800"/>
      </w:tabs>
      <w:spacing w:after="60" w:line="240" w:lineRule="auto"/>
      <w:ind w:left="1417" w:hanging="1559"/>
      <w:jc w:val="left"/>
    </w:pPr>
    <w:rPr>
      <w:rFonts w:ascii="Arial" w:hAnsi="Arial"/>
      <w:i/>
      <w:kern w:val="0"/>
      <w:sz w:val="18"/>
      <w:szCs w:val="12"/>
      <w:lang w:eastAsia="en-US"/>
    </w:rPr>
  </w:style>
  <w:style w:type="paragraph" w:customStyle="1" w:styleId="108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00B050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9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10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11">
    <w:name w:val="List Table Bullet"/>
    <w:basedOn w:val="1"/>
    <w:qFormat/>
    <w:uiPriority w:val="0"/>
    <w:pPr>
      <w:widowControl/>
      <w:numPr>
        <w:ilvl w:val="0"/>
        <w:numId w:val="7"/>
      </w:numPr>
      <w:spacing w:before="20" w:after="20"/>
      <w:jc w:val="left"/>
    </w:pPr>
    <w:rPr>
      <w:rFonts w:ascii="Arial" w:hAnsi="Arial"/>
      <w:kern w:val="0"/>
      <w:sz w:val="22"/>
      <w:szCs w:val="20"/>
      <w:lang w:eastAsia="en-US"/>
    </w:rPr>
  </w:style>
  <w:style w:type="paragraph" w:customStyle="1" w:styleId="112">
    <w:name w:val="Numbered Heading Style A.2"/>
    <w:basedOn w:val="3"/>
    <w:next w:val="1"/>
    <w:qFormat/>
    <w:uiPriority w:val="0"/>
    <w:pPr>
      <w:keepLines w:val="0"/>
      <w:widowControl/>
      <w:numPr>
        <w:numId w:val="6"/>
      </w:numPr>
      <w:tabs>
        <w:tab w:val="left" w:pos="360"/>
        <w:tab w:val="left" w:pos="1004"/>
      </w:tabs>
      <w:spacing w:before="240" w:after="60" w:line="415" w:lineRule="auto"/>
    </w:pPr>
    <w:rPr>
      <w:rFonts w:ascii="Arial" w:hAnsi="Arial"/>
      <w:bCs w:val="0"/>
      <w:kern w:val="0"/>
      <w:sz w:val="24"/>
      <w:szCs w:val="20"/>
      <w:lang w:eastAsia="en-US"/>
    </w:rPr>
  </w:style>
  <w:style w:type="paragraph" w:customStyle="1" w:styleId="113">
    <w:name w:val="xl10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00B0F0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4">
    <w:name w:val="正文模板"/>
    <w:basedOn w:val="39"/>
    <w:qFormat/>
    <w:uiPriority w:val="0"/>
    <w:pPr>
      <w:spacing w:after="0" w:line="400" w:lineRule="atLeast"/>
      <w:ind w:firstLine="200" w:firstLineChars="200"/>
    </w:pPr>
    <w:rPr>
      <w:rFonts w:ascii="Tahoma" w:hAnsi="Tahoma" w:eastAsia="仿宋_GB2312" w:cs="Tahoma"/>
      <w:kern w:val="0"/>
      <w:szCs w:val="21"/>
    </w:rPr>
  </w:style>
  <w:style w:type="paragraph" w:customStyle="1" w:styleId="115">
    <w:name w:val="Numbered list 2.4"/>
    <w:basedOn w:val="5"/>
    <w:next w:val="1"/>
    <w:qFormat/>
    <w:uiPriority w:val="0"/>
    <w:pPr>
      <w:keepLines w:val="0"/>
      <w:widowControl/>
      <w:numPr>
        <w:ilvl w:val="0"/>
        <w:numId w:val="0"/>
      </w:numPr>
      <w:tabs>
        <w:tab w:val="left" w:pos="1440"/>
        <w:tab w:val="left" w:pos="1800"/>
      </w:tabs>
      <w:spacing w:before="240" w:after="60" w:line="240" w:lineRule="auto"/>
    </w:pPr>
    <w:rPr>
      <w:rFonts w:ascii="Arial" w:hAnsi="Arial"/>
      <w:bCs w:val="0"/>
      <w:sz w:val="20"/>
      <w:szCs w:val="20"/>
      <w:lang w:val="en-GB"/>
    </w:rPr>
  </w:style>
  <w:style w:type="paragraph" w:customStyle="1" w:styleId="116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17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18">
    <w:name w:val="二级标题"/>
    <w:basedOn w:val="3"/>
    <w:next w:val="119"/>
    <w:qFormat/>
    <w:uiPriority w:val="0"/>
    <w:pPr>
      <w:tabs>
        <w:tab w:val="left" w:pos="1116"/>
      </w:tabs>
      <w:spacing w:line="240" w:lineRule="auto"/>
      <w:ind w:left="1112" w:hanging="420"/>
    </w:pPr>
    <w:rPr>
      <w:rFonts w:ascii="Arial" w:hAnsi="Arial" w:eastAsia="黑体"/>
      <w:sz w:val="32"/>
      <w:szCs w:val="32"/>
    </w:rPr>
  </w:style>
  <w:style w:type="paragraph" w:customStyle="1" w:styleId="119">
    <w:name w:val="正文段落"/>
    <w:qFormat/>
    <w:uiPriority w:val="0"/>
    <w:pPr>
      <w:ind w:firstLine="560" w:firstLineChars="200"/>
    </w:pPr>
    <w:rPr>
      <w:rFonts w:ascii="仿宋_GB2312" w:hAnsi="Times New Roman" w:eastAsia="仿宋_GB2312" w:cs="Times New Roman"/>
      <w:sz w:val="28"/>
      <w:szCs w:val="28"/>
      <w:lang w:val="en-US" w:eastAsia="zh-CN" w:bidi="ar-SA"/>
    </w:rPr>
  </w:style>
  <w:style w:type="paragraph" w:customStyle="1" w:styleId="120">
    <w:name w:val="Figure_name"/>
    <w:basedOn w:val="1"/>
    <w:next w:val="89"/>
    <w:qFormat/>
    <w:uiPriority w:val="34"/>
    <w:pPr>
      <w:ind w:firstLine="420" w:firstLineChars="200"/>
    </w:pPr>
  </w:style>
  <w:style w:type="paragraph" w:customStyle="1" w:styleId="121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22">
    <w:name w:val="Numbered Heading Style A.8"/>
    <w:basedOn w:val="9"/>
    <w:next w:val="1"/>
    <w:qFormat/>
    <w:uiPriority w:val="0"/>
    <w:pPr>
      <w:keepLines w:val="0"/>
      <w:widowControl/>
      <w:numPr>
        <w:numId w:val="6"/>
      </w:numPr>
      <w:tabs>
        <w:tab w:val="left" w:pos="1800"/>
      </w:tabs>
      <w:spacing w:after="60" w:line="240" w:lineRule="auto"/>
      <w:ind w:left="1276" w:hanging="1418"/>
      <w:jc w:val="left"/>
    </w:pPr>
    <w:rPr>
      <w:rFonts w:eastAsia="宋体"/>
      <w:kern w:val="0"/>
      <w:sz w:val="18"/>
      <w:szCs w:val="12"/>
      <w:lang w:eastAsia="en-US"/>
    </w:rPr>
  </w:style>
  <w:style w:type="paragraph" w:customStyle="1" w:styleId="123">
    <w:name w:val="修订1"/>
    <w:semiHidden/>
    <w:qFormat/>
    <w:uiPriority w:val="99"/>
    <w:rPr>
      <w:rFonts w:ascii="Dutch801 Rm BT" w:hAnsi="Dutch801 Rm BT" w:eastAsia="宋体" w:cs="Times New Roman"/>
      <w:kern w:val="2"/>
      <w:sz w:val="21"/>
      <w:szCs w:val="21"/>
      <w:lang w:val="en-US" w:eastAsia="zh-CN" w:bidi="ar-SA"/>
    </w:rPr>
  </w:style>
  <w:style w:type="paragraph" w:customStyle="1" w:styleId="124">
    <w:name w:val="xl65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5">
    <w:name w:val="xl10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26">
    <w:name w:val="Numbered list 2.2"/>
    <w:basedOn w:val="3"/>
    <w:next w:val="1"/>
    <w:qFormat/>
    <w:uiPriority w:val="0"/>
    <w:pPr>
      <w:keepLines w:val="0"/>
      <w:widowControl/>
      <w:numPr>
        <w:ilvl w:val="0"/>
        <w:numId w:val="0"/>
      </w:numPr>
      <w:tabs>
        <w:tab w:val="left" w:pos="1004"/>
      </w:tabs>
      <w:spacing w:before="240" w:after="60" w:line="240" w:lineRule="auto"/>
      <w:ind w:left="644" w:hanging="360"/>
    </w:pPr>
    <w:rPr>
      <w:kern w:val="0"/>
      <w:sz w:val="24"/>
      <w:szCs w:val="24"/>
      <w:lang w:val="de-DE" w:eastAsia="en-US"/>
    </w:rPr>
  </w:style>
  <w:style w:type="paragraph" w:customStyle="1" w:styleId="127">
    <w:name w:val="默认段落字体 Para Char Char Char Char"/>
    <w:basedOn w:val="1"/>
    <w:qFormat/>
    <w:uiPriority w:val="0"/>
    <w:pPr>
      <w:spacing w:line="240" w:lineRule="atLeast"/>
      <w:ind w:left="420" w:firstLine="420" w:firstLineChars="171"/>
    </w:pPr>
    <w:rPr>
      <w:rFonts w:ascii="宋体" w:hAnsi="宋体"/>
      <w:b/>
      <w:kern w:val="0"/>
    </w:rPr>
  </w:style>
  <w:style w:type="paragraph" w:customStyle="1" w:styleId="128">
    <w:name w:val="22222222"/>
    <w:basedOn w:val="2"/>
    <w:next w:val="1"/>
    <w:qFormat/>
    <w:uiPriority w:val="0"/>
    <w:pPr>
      <w:keepLines w:val="0"/>
      <w:widowControl/>
      <w:tabs>
        <w:tab w:val="left" w:pos="720"/>
        <w:tab w:val="left" w:pos="786"/>
      </w:tabs>
      <w:spacing w:before="240" w:after="60" w:line="240" w:lineRule="auto"/>
      <w:ind w:left="786" w:hanging="360"/>
      <w:jc w:val="left"/>
    </w:pPr>
    <w:rPr>
      <w:rFonts w:ascii="Arial" w:hAnsi="Arial"/>
      <w:kern w:val="28"/>
      <w:sz w:val="28"/>
      <w:szCs w:val="28"/>
      <w:lang w:val="de-DE" w:eastAsia="en-US"/>
    </w:rPr>
  </w:style>
  <w:style w:type="paragraph" w:customStyle="1" w:styleId="129">
    <w:name w:val="xl9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30">
    <w:name w:val="Table"/>
    <w:basedOn w:val="1"/>
    <w:qFormat/>
    <w:uiPriority w:val="0"/>
    <w:pPr>
      <w:spacing w:before="40" w:after="40"/>
    </w:pPr>
    <w:rPr>
      <w:rFonts w:ascii="Times New Roman" w:hAnsi="Times New Roman"/>
      <w:szCs w:val="24"/>
    </w:rPr>
  </w:style>
  <w:style w:type="paragraph" w:customStyle="1" w:styleId="131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32">
    <w:name w:val="t2"/>
    <w:basedOn w:val="1"/>
    <w:qFormat/>
    <w:uiPriority w:val="0"/>
    <w:pPr>
      <w:ind w:firstLine="200"/>
    </w:pPr>
    <w:rPr>
      <w:rFonts w:ascii="Times New Roman" w:hAnsi="Times New Roman"/>
      <w:szCs w:val="20"/>
    </w:rPr>
  </w:style>
  <w:style w:type="paragraph" w:customStyle="1" w:styleId="133">
    <w:name w:val="xl9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34">
    <w:name w:val="样式 标题 1 + (中文) 黑体 四号 两端对齐 段前: 30 磅 行距: 最小值 16 磅"/>
    <w:basedOn w:val="2"/>
    <w:qFormat/>
    <w:uiPriority w:val="0"/>
    <w:pPr>
      <w:keepLines w:val="0"/>
      <w:widowControl/>
      <w:numPr>
        <w:numId w:val="8"/>
      </w:numPr>
      <w:tabs>
        <w:tab w:val="left" w:pos="1216"/>
      </w:tabs>
      <w:overflowPunct w:val="0"/>
      <w:autoSpaceDE w:val="0"/>
      <w:autoSpaceDN w:val="0"/>
      <w:adjustRightInd w:val="0"/>
      <w:spacing w:before="240" w:after="0" w:line="320" w:lineRule="atLeast"/>
      <w:textAlignment w:val="baseline"/>
    </w:pPr>
    <w:rPr>
      <w:rFonts w:ascii="Times" w:hAnsi="Times" w:eastAsia="黑体"/>
      <w:caps/>
      <w:kern w:val="28"/>
      <w:sz w:val="28"/>
      <w:szCs w:val="20"/>
    </w:rPr>
  </w:style>
  <w:style w:type="paragraph" w:customStyle="1" w:styleId="135">
    <w:name w:val="正文表头"/>
    <w:basedOn w:val="1"/>
    <w:next w:val="1"/>
    <w:qFormat/>
    <w:uiPriority w:val="0"/>
    <w:pPr>
      <w:keepNext/>
      <w:tabs>
        <w:tab w:val="center" w:pos="4253"/>
        <w:tab w:val="right" w:pos="8505"/>
      </w:tabs>
      <w:overflowPunct w:val="0"/>
      <w:adjustRightInd w:val="0"/>
      <w:spacing w:before="120" w:line="360" w:lineRule="auto"/>
      <w:jc w:val="center"/>
      <w:textAlignment w:val="baseline"/>
    </w:pPr>
    <w:rPr>
      <w:rFonts w:ascii="Times New Roman" w:hAnsi="Times New Roman" w:eastAsia="黑体"/>
      <w:kern w:val="0"/>
      <w:sz w:val="28"/>
      <w:szCs w:val="20"/>
    </w:rPr>
  </w:style>
  <w:style w:type="paragraph" w:customStyle="1" w:styleId="13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00B050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37">
    <w:name w:val="Numbered list 2.1"/>
    <w:basedOn w:val="2"/>
    <w:next w:val="1"/>
    <w:qFormat/>
    <w:uiPriority w:val="0"/>
    <w:pPr>
      <w:keepLines w:val="0"/>
      <w:widowControl/>
      <w:tabs>
        <w:tab w:val="left" w:pos="720"/>
        <w:tab w:val="left" w:pos="786"/>
      </w:tabs>
      <w:spacing w:before="240" w:after="60" w:line="240" w:lineRule="auto"/>
      <w:ind w:left="786" w:hanging="360"/>
      <w:jc w:val="left"/>
    </w:pPr>
    <w:rPr>
      <w:rFonts w:ascii="Arial" w:hAnsi="Arial"/>
      <w:kern w:val="28"/>
      <w:sz w:val="28"/>
      <w:szCs w:val="28"/>
      <w:lang w:val="de-DE" w:eastAsia="en-US"/>
    </w:rPr>
  </w:style>
  <w:style w:type="paragraph" w:customStyle="1" w:styleId="138">
    <w:name w:val="xl72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39">
    <w:name w:val="Numbered Heading Style A.6"/>
    <w:basedOn w:val="7"/>
    <w:next w:val="1"/>
    <w:qFormat/>
    <w:uiPriority w:val="0"/>
    <w:pPr>
      <w:keepLines w:val="0"/>
      <w:widowControl/>
      <w:numPr>
        <w:numId w:val="6"/>
      </w:numPr>
      <w:tabs>
        <w:tab w:val="left" w:pos="1440"/>
      </w:tabs>
      <w:spacing w:after="60" w:line="240" w:lineRule="auto"/>
      <w:ind w:left="992" w:hanging="1134"/>
      <w:jc w:val="left"/>
    </w:pPr>
    <w:rPr>
      <w:rFonts w:eastAsia="宋体"/>
      <w:b w:val="0"/>
      <w:bCs w:val="0"/>
      <w:i/>
      <w:kern w:val="0"/>
      <w:sz w:val="20"/>
      <w:szCs w:val="12"/>
      <w:lang w:eastAsia="en-US"/>
    </w:rPr>
  </w:style>
  <w:style w:type="paragraph" w:customStyle="1" w:styleId="140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41">
    <w:name w:val="BodyText"/>
    <w:basedOn w:val="1"/>
    <w:qFormat/>
    <w:uiPriority w:val="0"/>
    <w:pPr>
      <w:widowControl/>
      <w:spacing w:after="120"/>
      <w:ind w:left="1152"/>
    </w:pPr>
    <w:rPr>
      <w:rFonts w:ascii="Futura LT Book" w:hAnsi="Futura LT Book"/>
      <w:kern w:val="0"/>
      <w:sz w:val="20"/>
      <w:szCs w:val="20"/>
      <w:lang w:eastAsia="de-DE"/>
    </w:rPr>
  </w:style>
  <w:style w:type="paragraph" w:customStyle="1" w:styleId="142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43">
    <w:name w:val="xl76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00B0F0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14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4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146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4"/>
      <w:szCs w:val="24"/>
    </w:rPr>
  </w:style>
  <w:style w:type="paragraph" w:customStyle="1" w:styleId="147">
    <w:name w:val="Numbered Heading Style A.5"/>
    <w:basedOn w:val="6"/>
    <w:next w:val="1"/>
    <w:qFormat/>
    <w:uiPriority w:val="0"/>
    <w:pPr>
      <w:keepLines w:val="0"/>
      <w:widowControl/>
      <w:numPr>
        <w:numId w:val="6"/>
      </w:numPr>
      <w:tabs>
        <w:tab w:val="left" w:pos="1080"/>
      </w:tabs>
      <w:spacing w:before="240" w:after="60" w:line="240" w:lineRule="auto"/>
      <w:jc w:val="left"/>
    </w:pPr>
    <w:rPr>
      <w:rFonts w:ascii="Arial" w:hAnsi="Arial"/>
      <w:bCs w:val="0"/>
      <w:i/>
      <w:kern w:val="0"/>
      <w:sz w:val="20"/>
      <w:szCs w:val="12"/>
      <w:lang w:eastAsia="en-US"/>
    </w:rPr>
  </w:style>
  <w:style w:type="paragraph" w:customStyle="1" w:styleId="148">
    <w:name w:val="xl71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</w:rPr>
  </w:style>
  <w:style w:type="paragraph" w:customStyle="1" w:styleId="149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0">
    <w:name w:val="Numbered Heading Style A.1"/>
    <w:basedOn w:val="2"/>
    <w:next w:val="1"/>
    <w:qFormat/>
    <w:uiPriority w:val="0"/>
    <w:pPr>
      <w:keepLines w:val="0"/>
      <w:widowControl/>
      <w:numPr>
        <w:numId w:val="6"/>
      </w:numPr>
      <w:tabs>
        <w:tab w:val="left" w:pos="360"/>
        <w:tab w:val="left" w:pos="720"/>
      </w:tabs>
      <w:spacing w:before="240" w:after="60" w:line="240" w:lineRule="auto"/>
      <w:jc w:val="left"/>
    </w:pPr>
    <w:rPr>
      <w:rFonts w:ascii="Arial" w:hAnsi="Arial"/>
      <w:bCs w:val="0"/>
      <w:kern w:val="28"/>
      <w:sz w:val="28"/>
      <w:szCs w:val="20"/>
      <w:lang w:eastAsia="en-US"/>
    </w:rPr>
  </w:style>
  <w:style w:type="paragraph" w:customStyle="1" w:styleId="151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52">
    <w:name w:val="bullet 1 single"/>
    <w:basedOn w:val="1"/>
    <w:qFormat/>
    <w:uiPriority w:val="0"/>
    <w:pPr>
      <w:widowControl/>
      <w:numPr>
        <w:ilvl w:val="0"/>
        <w:numId w:val="9"/>
      </w:numPr>
      <w:ind w:left="3420" w:hanging="353"/>
      <w:jc w:val="left"/>
    </w:pPr>
    <w:rPr>
      <w:rFonts w:ascii="ITCCenturyBookT" w:hAnsi="ITCCenturyBookT"/>
      <w:kern w:val="0"/>
      <w:sz w:val="20"/>
      <w:szCs w:val="20"/>
    </w:rPr>
  </w:style>
  <w:style w:type="paragraph" w:customStyle="1" w:styleId="153">
    <w:name w:val="测试文件样式1"/>
    <w:basedOn w:val="1"/>
    <w:qFormat/>
    <w:uiPriority w:val="0"/>
    <w:pPr>
      <w:textAlignment w:val="top"/>
    </w:pPr>
    <w:rPr>
      <w:rFonts w:ascii="Times New Roman" w:hAnsi="Times New Roman"/>
      <w:sz w:val="32"/>
      <w:szCs w:val="32"/>
    </w:rPr>
  </w:style>
  <w:style w:type="paragraph" w:customStyle="1" w:styleId="154">
    <w:name w:val="样式 正文首行缩进 + 仿宋_GB2312 四号 首行缩进:  1 字符 段后: 0 磅 行距: 固定值 20 磅"/>
    <w:basedOn w:val="39"/>
    <w:qFormat/>
    <w:uiPriority w:val="0"/>
    <w:pPr>
      <w:spacing w:after="0" w:line="400" w:lineRule="exact"/>
      <w:ind w:firstLine="566" w:firstLineChars="202"/>
    </w:pPr>
    <w:rPr>
      <w:rFonts w:ascii="仿宋_GB2312" w:hAnsi="仿宋_GB2312" w:eastAsia="仿宋_GB2312" w:cs="宋体"/>
      <w:sz w:val="28"/>
      <w:szCs w:val="20"/>
    </w:rPr>
  </w:style>
  <w:style w:type="paragraph" w:customStyle="1" w:styleId="155">
    <w:name w:val="baosight"/>
    <w:basedOn w:val="1"/>
    <w:qFormat/>
    <w:uiPriority w:val="99"/>
    <w:pPr>
      <w:adjustRightInd w:val="0"/>
      <w:snapToGrid w:val="0"/>
      <w:spacing w:line="400" w:lineRule="exact"/>
      <w:ind w:firstLine="482"/>
    </w:pPr>
    <w:rPr>
      <w:rFonts w:ascii="宋体" w:hAnsi="Times New Roman"/>
      <w:sz w:val="24"/>
      <w:szCs w:val="24"/>
    </w:rPr>
  </w:style>
  <w:style w:type="paragraph" w:customStyle="1" w:styleId="156">
    <w:name w:val="PSI Standard"/>
    <w:basedOn w:val="1"/>
    <w:qFormat/>
    <w:uiPriority w:val="0"/>
    <w:pPr>
      <w:widowControl/>
      <w:spacing w:line="300" w:lineRule="exact"/>
    </w:pPr>
    <w:rPr>
      <w:rFonts w:ascii="Times New Roman" w:hAnsi="Times New Roman"/>
      <w:kern w:val="0"/>
      <w:sz w:val="22"/>
      <w:szCs w:val="20"/>
      <w:lang w:val="de-DE" w:eastAsia="de-DE"/>
    </w:rPr>
  </w:style>
  <w:style w:type="paragraph" w:customStyle="1" w:styleId="157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58">
    <w:name w:val="Numbered Heading Style A.4"/>
    <w:basedOn w:val="5"/>
    <w:next w:val="1"/>
    <w:qFormat/>
    <w:uiPriority w:val="0"/>
    <w:pPr>
      <w:keepLines w:val="0"/>
      <w:widowControl/>
      <w:numPr>
        <w:ilvl w:val="3"/>
        <w:numId w:val="6"/>
      </w:numPr>
      <w:tabs>
        <w:tab w:val="left" w:pos="360"/>
        <w:tab w:val="left" w:pos="1440"/>
        <w:tab w:val="left" w:pos="1800"/>
      </w:tabs>
      <w:spacing w:before="240" w:after="60" w:line="240" w:lineRule="auto"/>
    </w:pPr>
    <w:rPr>
      <w:rFonts w:ascii="Arial" w:hAnsi="Arial"/>
      <w:bCs w:val="0"/>
      <w:sz w:val="20"/>
      <w:szCs w:val="20"/>
      <w:lang w:eastAsia="en-US"/>
    </w:rPr>
  </w:style>
  <w:style w:type="paragraph" w:customStyle="1" w:styleId="159">
    <w:name w:val="bulleted"/>
    <w:basedOn w:val="1"/>
    <w:qFormat/>
    <w:uiPriority w:val="0"/>
    <w:pPr>
      <w:numPr>
        <w:ilvl w:val="0"/>
        <w:numId w:val="10"/>
      </w:numPr>
      <w:spacing w:line="240" w:lineRule="atLeast"/>
      <w:jc w:val="left"/>
    </w:pPr>
    <w:rPr>
      <w:rFonts w:ascii="Times New Roman" w:hAnsi="Times New Roman"/>
      <w:kern w:val="0"/>
      <w:sz w:val="20"/>
      <w:szCs w:val="20"/>
      <w:lang w:eastAsia="en-US"/>
    </w:rPr>
  </w:style>
  <w:style w:type="paragraph" w:customStyle="1" w:styleId="160">
    <w:name w:val="xl6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hd w:val="clear" w:color="000000" w:fill="00B0F0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161">
    <w:name w:val="p0"/>
    <w:basedOn w:val="1"/>
    <w:qFormat/>
    <w:uiPriority w:val="0"/>
    <w:pPr>
      <w:widowControl/>
      <w:jc w:val="left"/>
    </w:pPr>
    <w:rPr>
      <w:rFonts w:ascii="Times New Roman" w:hAnsi="Times New Roman"/>
      <w:kern w:val="0"/>
    </w:rPr>
  </w:style>
  <w:style w:type="paragraph" w:customStyle="1" w:styleId="162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63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64">
    <w:name w:val="TitlePage_Header"/>
    <w:basedOn w:val="1"/>
    <w:qFormat/>
    <w:uiPriority w:val="0"/>
    <w:pPr>
      <w:widowControl/>
      <w:spacing w:before="240" w:after="240" w:line="460" w:lineRule="exact"/>
      <w:ind w:left="3240"/>
      <w:jc w:val="left"/>
    </w:pPr>
    <w:rPr>
      <w:rFonts w:ascii="Futura Hv" w:hAnsi="Futura Hv"/>
      <w:kern w:val="0"/>
      <w:sz w:val="32"/>
      <w:szCs w:val="20"/>
      <w:lang w:eastAsia="en-US"/>
    </w:rPr>
  </w:style>
  <w:style w:type="paragraph" w:customStyle="1" w:styleId="165">
    <w:name w:val="xl64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hd w:val="clear" w:color="000000" w:fill="00B0F0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166">
    <w:name w:val="xl68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67">
    <w:name w:val="Numbered list 1"/>
    <w:basedOn w:val="1"/>
    <w:next w:val="1"/>
    <w:qFormat/>
    <w:uiPriority w:val="0"/>
    <w:pPr>
      <w:widowControl/>
      <w:numPr>
        <w:ilvl w:val="0"/>
        <w:numId w:val="11"/>
      </w:numPr>
      <w:jc w:val="left"/>
    </w:pPr>
    <w:rPr>
      <w:rFonts w:ascii="Arial" w:hAnsi="Arial"/>
      <w:kern w:val="0"/>
      <w:sz w:val="20"/>
      <w:szCs w:val="20"/>
      <w:lang w:val="en-GB"/>
    </w:rPr>
  </w:style>
  <w:style w:type="paragraph" w:customStyle="1" w:styleId="168">
    <w:name w:val="修订11"/>
    <w:semiHidden/>
    <w:qFormat/>
    <w:uiPriority w:val="99"/>
    <w:rPr>
      <w:rFonts w:ascii="Dutch801 Rm BT" w:hAnsi="Dutch801 Rm BT" w:eastAsia="宋体" w:cs="Times New Roman"/>
      <w:kern w:val="2"/>
      <w:sz w:val="21"/>
      <w:szCs w:val="21"/>
      <w:lang w:val="en-US" w:eastAsia="zh-CN" w:bidi="ar-SA"/>
    </w:rPr>
  </w:style>
  <w:style w:type="paragraph" w:customStyle="1" w:styleId="169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70">
    <w:name w:val="Numbered Heading Style A.7"/>
    <w:basedOn w:val="8"/>
    <w:next w:val="1"/>
    <w:qFormat/>
    <w:uiPriority w:val="0"/>
    <w:pPr>
      <w:keepLines w:val="0"/>
      <w:widowControl/>
      <w:numPr>
        <w:numId w:val="6"/>
      </w:numPr>
      <w:tabs>
        <w:tab w:val="left" w:pos="1440"/>
      </w:tabs>
      <w:spacing w:after="60" w:line="240" w:lineRule="auto"/>
      <w:ind w:left="1134" w:hanging="1276"/>
      <w:jc w:val="left"/>
    </w:pPr>
    <w:rPr>
      <w:rFonts w:ascii="Arial" w:hAnsi="Arial"/>
      <w:b w:val="0"/>
      <w:kern w:val="0"/>
      <w:sz w:val="20"/>
      <w:szCs w:val="12"/>
      <w:lang w:eastAsia="en-US"/>
    </w:rPr>
  </w:style>
  <w:style w:type="paragraph" w:customStyle="1" w:styleId="171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72">
    <w:name w:val="表文字"/>
    <w:basedOn w:val="1"/>
    <w:qFormat/>
    <w:uiPriority w:val="0"/>
    <w:pPr>
      <w:widowControl/>
      <w:jc w:val="left"/>
    </w:pPr>
    <w:rPr>
      <w:rFonts w:ascii="Arial" w:hAnsi="Arial"/>
      <w:kern w:val="0"/>
      <w:szCs w:val="20"/>
    </w:rPr>
  </w:style>
  <w:style w:type="paragraph" w:customStyle="1" w:styleId="173">
    <w:name w:val="xl70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</w:rPr>
  </w:style>
  <w:style w:type="paragraph" w:customStyle="1" w:styleId="174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75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76">
    <w:name w:val="文档正文"/>
    <w:basedOn w:val="13"/>
    <w:qFormat/>
    <w:uiPriority w:val="0"/>
    <w:pPr>
      <w:spacing w:line="360" w:lineRule="auto"/>
      <w:ind w:firstLine="200" w:firstLineChars="200"/>
      <w:jc w:val="both"/>
      <w:textAlignment w:val="auto"/>
    </w:pPr>
    <w:rPr>
      <w:rFonts w:ascii="Times New Roman" w:hAnsi="Times New Roman"/>
      <w:sz w:val="21"/>
      <w:szCs w:val="24"/>
    </w:rPr>
  </w:style>
  <w:style w:type="paragraph" w:customStyle="1" w:styleId="177">
    <w:name w:val="xl67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</w:rPr>
  </w:style>
  <w:style w:type="paragraph" w:customStyle="1" w:styleId="178">
    <w:name w:val="xl66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79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color w:val="000000"/>
      <w:kern w:val="0"/>
      <w:sz w:val="24"/>
      <w:szCs w:val="24"/>
    </w:rPr>
  </w:style>
  <w:style w:type="paragraph" w:customStyle="1" w:styleId="18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181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82">
    <w:name w:val="xl69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83">
    <w:name w:val="xl10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84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000000" w:fill="00B0F0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185">
    <w:name w:val="xl7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00B0F0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186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87">
    <w:name w:val="Bullet with text 2"/>
    <w:basedOn w:val="1"/>
    <w:qFormat/>
    <w:uiPriority w:val="0"/>
    <w:pPr>
      <w:widowControl/>
      <w:numPr>
        <w:ilvl w:val="0"/>
        <w:numId w:val="12"/>
      </w:numPr>
      <w:jc w:val="left"/>
    </w:pPr>
    <w:rPr>
      <w:rFonts w:ascii="Arial" w:hAnsi="Arial"/>
      <w:kern w:val="0"/>
      <w:sz w:val="20"/>
      <w:szCs w:val="20"/>
      <w:lang w:val="en-GB"/>
    </w:rPr>
  </w:style>
  <w:style w:type="paragraph" w:customStyle="1" w:styleId="188">
    <w:name w:val="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189">
    <w:name w:val="xl1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90">
    <w:name w:val="样式1"/>
    <w:basedOn w:val="35"/>
    <w:qFormat/>
    <w:uiPriority w:val="0"/>
    <w:pPr>
      <w:spacing w:after="0" w:line="180" w:lineRule="exact"/>
    </w:pPr>
    <w:rPr>
      <w:rFonts w:ascii="宋体" w:hAnsi="Arial"/>
      <w:kern w:val="0"/>
      <w:sz w:val="18"/>
      <w:szCs w:val="20"/>
    </w:rPr>
  </w:style>
  <w:style w:type="paragraph" w:customStyle="1" w:styleId="191">
    <w:name w:val="Bullet with text 5"/>
    <w:basedOn w:val="1"/>
    <w:qFormat/>
    <w:uiPriority w:val="0"/>
    <w:pPr>
      <w:widowControl/>
      <w:numPr>
        <w:ilvl w:val="0"/>
        <w:numId w:val="13"/>
      </w:numPr>
      <w:jc w:val="left"/>
    </w:pPr>
    <w:rPr>
      <w:rFonts w:ascii="Arial" w:hAnsi="Arial"/>
      <w:kern w:val="0"/>
      <w:sz w:val="20"/>
      <w:szCs w:val="20"/>
      <w:lang w:val="en-GB"/>
    </w:rPr>
  </w:style>
  <w:style w:type="paragraph" w:customStyle="1" w:styleId="192">
    <w:name w:val="xl9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93">
    <w:name w:val="Numbered Heading Style A.3"/>
    <w:basedOn w:val="4"/>
    <w:next w:val="1"/>
    <w:qFormat/>
    <w:uiPriority w:val="0"/>
    <w:pPr>
      <w:keepLines w:val="0"/>
      <w:widowControl/>
      <w:numPr>
        <w:numId w:val="6"/>
      </w:numPr>
      <w:tabs>
        <w:tab w:val="left" w:pos="360"/>
        <w:tab w:val="left" w:pos="720"/>
        <w:tab w:val="left" w:pos="1080"/>
      </w:tabs>
      <w:spacing w:before="240" w:after="60" w:line="240" w:lineRule="auto"/>
    </w:pPr>
    <w:rPr>
      <w:rFonts w:ascii="Arial" w:hAnsi="Arial"/>
      <w:bCs w:val="0"/>
      <w:kern w:val="0"/>
      <w:sz w:val="22"/>
      <w:szCs w:val="20"/>
      <w:lang w:eastAsia="en-US"/>
    </w:rPr>
  </w:style>
  <w:style w:type="paragraph" w:customStyle="1" w:styleId="194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00B050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95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96">
    <w:name w:val="Numbered list 2.3"/>
    <w:basedOn w:val="4"/>
    <w:next w:val="1"/>
    <w:qFormat/>
    <w:uiPriority w:val="0"/>
    <w:pPr>
      <w:keepLines w:val="0"/>
      <w:widowControl/>
      <w:numPr>
        <w:ilvl w:val="0"/>
        <w:numId w:val="0"/>
      </w:numPr>
      <w:tabs>
        <w:tab w:val="left" w:pos="862"/>
        <w:tab w:val="left" w:pos="1080"/>
      </w:tabs>
      <w:spacing w:before="240" w:after="60" w:line="240" w:lineRule="auto"/>
      <w:ind w:left="502" w:hanging="360"/>
    </w:pPr>
    <w:rPr>
      <w:rFonts w:ascii="Arial" w:hAnsi="Arial"/>
      <w:kern w:val="0"/>
      <w:sz w:val="22"/>
      <w:szCs w:val="22"/>
      <w:lang w:val="de-DE" w:eastAsia="en-US"/>
    </w:rPr>
  </w:style>
  <w:style w:type="paragraph" w:customStyle="1" w:styleId="197">
    <w:name w:val="xl100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98">
    <w:name w:val="表格"/>
    <w:basedOn w:val="1"/>
    <w:qFormat/>
    <w:uiPriority w:val="0"/>
    <w:pPr>
      <w:autoSpaceDE w:val="0"/>
      <w:autoSpaceDN w:val="0"/>
      <w:adjustRightInd w:val="0"/>
      <w:jc w:val="center"/>
    </w:pPr>
    <w:rPr>
      <w:rFonts w:ascii="宋体" w:hAnsi="Times New Roman"/>
      <w:kern w:val="0"/>
      <w:sz w:val="24"/>
      <w:szCs w:val="20"/>
    </w:rPr>
  </w:style>
  <w:style w:type="paragraph" w:customStyle="1" w:styleId="199">
    <w:name w:val="xl9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00">
    <w:name w:val="p15"/>
    <w:basedOn w:val="1"/>
    <w:qFormat/>
    <w:uiPriority w:val="0"/>
    <w:pPr>
      <w:widowControl/>
      <w:ind w:firstLine="420"/>
    </w:pPr>
    <w:rPr>
      <w:rFonts w:ascii="Calibri" w:hAnsi="Calibri" w:cs="宋体"/>
      <w:kern w:val="0"/>
    </w:rPr>
  </w:style>
  <w:style w:type="paragraph" w:customStyle="1" w:styleId="201">
    <w:name w:val="xl10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202">
    <w:name w:val="xl7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03">
    <w:name w:val="xl10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204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000000" w:fill="00B0F0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20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06">
    <w:name w:val="TOC 标题2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07">
    <w:name w:val="_vaiHeading2"/>
    <w:basedOn w:val="1"/>
    <w:next w:val="1"/>
    <w:qFormat/>
    <w:uiPriority w:val="0"/>
    <w:pPr>
      <w:keepNext/>
      <w:widowControl/>
      <w:tabs>
        <w:tab w:val="left" w:pos="360"/>
      </w:tabs>
      <w:spacing w:before="180" w:after="180" w:line="288" w:lineRule="auto"/>
      <w:ind w:left="360" w:hanging="360"/>
      <w:jc w:val="left"/>
      <w:outlineLvl w:val="1"/>
    </w:pPr>
    <w:rPr>
      <w:rFonts w:ascii="Arial" w:hAnsi="Arial"/>
      <w:b/>
      <w:kern w:val="0"/>
      <w:sz w:val="24"/>
      <w:szCs w:val="20"/>
      <w:lang w:val="en-GB" w:eastAsia="de-AT"/>
    </w:rPr>
  </w:style>
  <w:style w:type="paragraph" w:customStyle="1" w:styleId="208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09">
    <w:name w:val="Body-Text"/>
    <w:basedOn w:val="1"/>
    <w:qFormat/>
    <w:uiPriority w:val="0"/>
    <w:pPr>
      <w:widowControl/>
      <w:spacing w:after="180" w:line="240" w:lineRule="atLeast"/>
    </w:pPr>
    <w:rPr>
      <w:rFonts w:ascii="Arial" w:hAnsi="Arial"/>
      <w:kern w:val="0"/>
      <w:sz w:val="22"/>
      <w:szCs w:val="20"/>
      <w:lang w:val="en-GB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037;&#20316;&#36164;&#26009;\A&#20449;&#24687;&#21270;&#31649;&#29702;\&#39318;&#38050;&#20449;&#24687;&#24037;&#31243;&#31649;&#29702;&#20307;&#31995;\&#31995;&#32479;&#38598;&#25104;&#27169;&#26495;&#27969;&#31243;&#27719;&#24635;060725\&#27169;&#26495;\SZXIT-MB114&#31995;&#32479;&#38598;&#25104;&#39033;&#30446;&#35774;&#35745;&#26041;&#26696;-1.0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SZXIT-MB114系统集成项目设计方案-1.0.dot</Template>
  <Company>Win7w.Com</Company>
  <Pages>1</Pages>
  <Words>414</Words>
  <Characters>418</Characters>
  <Lines>28</Lines>
  <Paragraphs>7</Paragraphs>
  <TotalTime>9</TotalTime>
  <ScaleCrop>false</ScaleCrop>
  <LinksUpToDate>false</LinksUpToDate>
  <CharactersWithSpaces>418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2022-08-19T00:48:00Z</dcterms:created>
  <dc:creator>xmt</dc:creator>
  <cp:lastModifiedBy>R</cp:lastModifiedBy>
  <cp:lastPrinted>2018-06-28T03:14:00Z</cp:lastPrinted>
  <dcterms:modified xsi:type="dcterms:W3CDTF">2025-05-19T15:23:59Z</dcterms:modified>
  <dc:title>方案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EA40B5A8500F462A94A65B266CC3E55C</vt:lpwstr>
  </property>
  <property fmtid="{D5CDD505-2E9C-101B-9397-08002B2CF9AE}" pid="4" name="KSOTemplateDocerSaveRecord">
    <vt:lpwstr>eyJoZGlkIjoiM2VkMDUyNDI2M2E2OGUxMmViZmQyMDYyNzU2YTI1Y2EiLCJ1c2VySWQiOiIzMDA5MTA4OTgifQ==</vt:lpwstr>
  </property>
</Properties>
</file>